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6724D9" w14:textId="0DA3671A" w:rsidR="009307AD" w:rsidRPr="000D396F" w:rsidRDefault="00335906" w:rsidP="001F143E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9307AD" w:rsidRPr="000D396F">
        <w:rPr>
          <w:rFonts w:ascii="Arial" w:hAnsi="Arial" w:cs="Arial"/>
          <w:b/>
        </w:rPr>
        <w:t>LLEGATO 1 – Manifestazione di interesse e dichiarazione requisiti</w:t>
      </w:r>
    </w:p>
    <w:p w14:paraId="2024D38E" w14:textId="3FD4AA4E" w:rsidR="00381ACD" w:rsidRPr="00565F3A" w:rsidRDefault="001F143E" w:rsidP="00C072D4">
      <w:pPr>
        <w:spacing w:line="360" w:lineRule="auto"/>
        <w:jc w:val="both"/>
        <w:rPr>
          <w:rFonts w:ascii="Arial" w:hAnsi="Arial" w:cs="Arial"/>
          <w:b/>
          <w:bCs/>
        </w:rPr>
      </w:pPr>
      <w:r w:rsidRPr="00C072D4">
        <w:rPr>
          <w:rFonts w:ascii="Arial" w:hAnsi="Arial" w:cs="Arial"/>
          <w:b/>
        </w:rPr>
        <w:t xml:space="preserve">MANIFESTAZIONE DI INTERESSE A PARTECIPARE ALLA PROCEDURA PER L’AFFIDAMENTO, AI SENSI DELL’ART. 36, COMMA 2, LETTERA B) DEL D.LGS. 50/2016, DEL SERVIZIO DI </w:t>
      </w:r>
      <w:r w:rsidR="00381ACD" w:rsidRPr="00C072D4">
        <w:rPr>
          <w:rFonts w:ascii="Arial" w:hAnsi="Arial" w:cs="Arial"/>
          <w:b/>
        </w:rPr>
        <w:t>PROGETTAZIONE, CON OPZIONE PER L’EVENTUALE AFFIDAMENTO DELLA DIREZIONE DELL’ESECUZIONE TECNICA, DEGLI ALLESTIMENTI DELLA “CASA DEI CANTAUTORI” IN GENOVA</w:t>
      </w:r>
    </w:p>
    <w:p w14:paraId="642EDCB4" w14:textId="77777777" w:rsidR="001F143E" w:rsidRPr="00565F3A" w:rsidRDefault="001F143E" w:rsidP="001F143E">
      <w:pPr>
        <w:spacing w:after="120"/>
        <w:jc w:val="center"/>
        <w:rPr>
          <w:rFonts w:ascii="Arial" w:hAnsi="Arial" w:cs="Arial"/>
          <w:b/>
        </w:rPr>
      </w:pPr>
      <w:r w:rsidRPr="00565F3A">
        <w:rPr>
          <w:rFonts w:ascii="Arial" w:hAnsi="Arial" w:cs="Arial"/>
          <w:b/>
        </w:rPr>
        <w:t>AD IRE SPA</w:t>
      </w:r>
    </w:p>
    <w:p w14:paraId="74D5CED0" w14:textId="77777777" w:rsidR="001F143E" w:rsidRPr="00565F3A" w:rsidRDefault="001F143E" w:rsidP="00C072D4">
      <w:pPr>
        <w:spacing w:after="120"/>
        <w:jc w:val="center"/>
        <w:rPr>
          <w:rFonts w:ascii="Arial" w:hAnsi="Arial" w:cs="Arial"/>
        </w:rPr>
      </w:pPr>
      <w:r w:rsidRPr="00565F3A">
        <w:rPr>
          <w:rFonts w:ascii="Arial" w:hAnsi="Arial" w:cs="Arial"/>
        </w:rPr>
        <w:t>sede operativa Via XX Settembre, 41  – 16121 Genova</w:t>
      </w:r>
    </w:p>
    <w:p w14:paraId="496BF135" w14:textId="77777777" w:rsidR="001F143E" w:rsidRPr="00565F3A" w:rsidRDefault="001F143E" w:rsidP="001F143E">
      <w:pPr>
        <w:spacing w:after="120"/>
        <w:jc w:val="both"/>
        <w:rPr>
          <w:rFonts w:ascii="Arial" w:hAnsi="Arial" w:cs="Arial"/>
        </w:rPr>
      </w:pPr>
    </w:p>
    <w:p w14:paraId="4D114A75" w14:textId="77777777" w:rsidR="001F143E" w:rsidRPr="00565F3A" w:rsidRDefault="001F143E" w:rsidP="001F143E">
      <w:pPr>
        <w:spacing w:after="120"/>
        <w:jc w:val="both"/>
        <w:rPr>
          <w:rFonts w:ascii="Arial" w:hAnsi="Arial" w:cs="Arial"/>
        </w:rPr>
      </w:pPr>
      <w:r w:rsidRPr="00565F3A">
        <w:rPr>
          <w:rFonts w:ascii="Arial" w:hAnsi="Arial" w:cs="Arial"/>
        </w:rPr>
        <w:t xml:space="preserve">Presentata da___________________________________________________________________ </w:t>
      </w:r>
    </w:p>
    <w:p w14:paraId="2B6239EE" w14:textId="77777777" w:rsidR="001F143E" w:rsidRPr="00565F3A" w:rsidRDefault="001F143E" w:rsidP="001F143E">
      <w:pPr>
        <w:spacing w:after="120"/>
        <w:jc w:val="both"/>
        <w:rPr>
          <w:rFonts w:ascii="Arial" w:hAnsi="Arial" w:cs="Arial"/>
        </w:rPr>
      </w:pPr>
    </w:p>
    <w:p w14:paraId="0C8A5A5B" w14:textId="4F095F61" w:rsidR="005C537F" w:rsidRPr="000A167D" w:rsidRDefault="005C537F" w:rsidP="005C537F">
      <w:pPr>
        <w:spacing w:before="240" w:after="120" w:line="360" w:lineRule="auto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 xml:space="preserve">Presentata da__________________________________________ (detto anche “il </w:t>
      </w:r>
      <w:r>
        <w:rPr>
          <w:rFonts w:ascii="Arial" w:hAnsi="Arial" w:cs="Arial"/>
        </w:rPr>
        <w:t>operatore economico</w:t>
      </w:r>
      <w:r w:rsidRPr="000A167D">
        <w:rPr>
          <w:rFonts w:ascii="Arial" w:hAnsi="Arial" w:cs="Arial"/>
        </w:rPr>
        <w:t xml:space="preserve">”) </w:t>
      </w:r>
    </w:p>
    <w:p w14:paraId="32B8FDBF" w14:textId="77777777" w:rsidR="005C537F" w:rsidRPr="000A167D" w:rsidRDefault="005C537F" w:rsidP="005C537F">
      <w:pPr>
        <w:spacing w:after="120" w:line="360" w:lineRule="auto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Il sottoscritto ____________________________ nato a __________________ il _________ residente in via ______________________________ CF_____________________________</w:t>
      </w:r>
    </w:p>
    <w:p w14:paraId="7DEB5410" w14:textId="77777777" w:rsidR="005C537F" w:rsidRPr="000A167D" w:rsidRDefault="005C537F" w:rsidP="005C537F">
      <w:pPr>
        <w:spacing w:after="120" w:line="360" w:lineRule="auto"/>
        <w:jc w:val="both"/>
        <w:rPr>
          <w:rFonts w:ascii="Arial" w:hAnsi="Arial" w:cs="Arial"/>
        </w:rPr>
      </w:pPr>
    </w:p>
    <w:p w14:paraId="4804D52F" w14:textId="77777777" w:rsidR="005C537F" w:rsidRPr="000A167D" w:rsidRDefault="005C537F" w:rsidP="005C537F">
      <w:pPr>
        <w:pStyle w:val="sche3"/>
        <w:spacing w:before="240"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in qualità di: (</w:t>
      </w:r>
      <w:r w:rsidRPr="000A167D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compilare nelle sezioni di pertinenza)</w:t>
      </w:r>
    </w:p>
    <w:p w14:paraId="7C735126" w14:textId="77777777" w:rsidR="005C537F" w:rsidRPr="000A167D" w:rsidRDefault="005C537F" w:rsidP="005C537F">
      <w:pPr>
        <w:numPr>
          <w:ilvl w:val="0"/>
          <w:numId w:val="16"/>
        </w:numPr>
        <w:spacing w:before="40" w:after="120" w:line="360" w:lineRule="auto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professionista singolo, partecipan</w:t>
      </w:r>
      <w:r>
        <w:rPr>
          <w:rFonts w:ascii="Arial" w:hAnsi="Arial" w:cs="Arial"/>
        </w:rPr>
        <w:t>te in Raggruppamento Temporaneo</w:t>
      </w:r>
    </w:p>
    <w:p w14:paraId="6EFD2047" w14:textId="77777777" w:rsidR="005C537F" w:rsidRPr="000A167D" w:rsidRDefault="005C537F" w:rsidP="005C537F">
      <w:pPr>
        <w:numPr>
          <w:ilvl w:val="0"/>
          <w:numId w:val="16"/>
        </w:numPr>
        <w:spacing w:before="40" w:after="120" w:line="360" w:lineRule="auto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legale rappresentante di studio associato</w:t>
      </w:r>
    </w:p>
    <w:p w14:paraId="7FCC3F32" w14:textId="77777777" w:rsidR="005C537F" w:rsidRPr="000A167D" w:rsidRDefault="005C537F" w:rsidP="005C537F">
      <w:pPr>
        <w:numPr>
          <w:ilvl w:val="0"/>
          <w:numId w:val="16"/>
        </w:numPr>
        <w:spacing w:before="40" w:after="120" w:line="360" w:lineRule="auto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legale rappresentante di società di ingegneria</w:t>
      </w:r>
    </w:p>
    <w:p w14:paraId="59A167A9" w14:textId="77777777" w:rsidR="005C537F" w:rsidRPr="000A167D" w:rsidRDefault="005C537F" w:rsidP="005C537F">
      <w:pPr>
        <w:numPr>
          <w:ilvl w:val="0"/>
          <w:numId w:val="16"/>
        </w:numPr>
        <w:spacing w:before="40" w:after="120" w:line="360" w:lineRule="auto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legale rappresentante di società di professionisti</w:t>
      </w:r>
    </w:p>
    <w:p w14:paraId="20129A09" w14:textId="77777777" w:rsidR="005C537F" w:rsidRPr="000A167D" w:rsidRDefault="005C537F" w:rsidP="005C537F">
      <w:pPr>
        <w:numPr>
          <w:ilvl w:val="0"/>
          <w:numId w:val="16"/>
        </w:numPr>
        <w:spacing w:before="40" w:after="120" w:line="360" w:lineRule="auto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 xml:space="preserve">legale rappresentante di consorzio stabile di società di professionisti </w:t>
      </w:r>
      <w:r>
        <w:rPr>
          <w:rFonts w:ascii="Arial" w:hAnsi="Arial" w:cs="Arial"/>
        </w:rPr>
        <w:t>e/o</w:t>
      </w:r>
      <w:r w:rsidRPr="000A167D">
        <w:rPr>
          <w:rFonts w:ascii="Arial" w:hAnsi="Arial" w:cs="Arial"/>
        </w:rPr>
        <w:t xml:space="preserve"> di società di ingegneria;</w:t>
      </w:r>
    </w:p>
    <w:p w14:paraId="04AC045E" w14:textId="77777777" w:rsidR="005C537F" w:rsidRPr="000A167D" w:rsidRDefault="005C537F" w:rsidP="005C537F">
      <w:pPr>
        <w:numPr>
          <w:ilvl w:val="0"/>
          <w:numId w:val="16"/>
        </w:numPr>
        <w:spacing w:before="40" w:after="120" w:line="360" w:lineRule="auto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altro _______________________________________________</w:t>
      </w:r>
    </w:p>
    <w:p w14:paraId="56304D5C" w14:textId="77777777" w:rsidR="005C537F" w:rsidRPr="000A167D" w:rsidRDefault="005C537F" w:rsidP="005C537F">
      <w:pPr>
        <w:spacing w:before="40" w:after="120" w:line="360" w:lineRule="auto"/>
        <w:ind w:left="928"/>
        <w:jc w:val="center"/>
        <w:rPr>
          <w:rFonts w:ascii="Arial" w:hAnsi="Arial" w:cs="Arial"/>
        </w:rPr>
      </w:pPr>
      <w:r w:rsidRPr="000A167D">
        <w:rPr>
          <w:rFonts w:ascii="Arial" w:hAnsi="Arial" w:cs="Arial"/>
        </w:rPr>
        <w:t>e (</w:t>
      </w:r>
      <w:r w:rsidRPr="000D77DF">
        <w:rPr>
          <w:rFonts w:ascii="Arial" w:hAnsi="Arial" w:cs="Arial"/>
          <w:i/>
        </w:rPr>
        <w:t>eventualmente</w:t>
      </w:r>
      <w:r w:rsidRPr="000A167D">
        <w:rPr>
          <w:rFonts w:ascii="Arial" w:hAnsi="Arial" w:cs="Arial"/>
        </w:rPr>
        <w:t>) come:</w:t>
      </w:r>
    </w:p>
    <w:p w14:paraId="161499A4" w14:textId="77777777" w:rsidR="005C537F" w:rsidRPr="000A167D" w:rsidRDefault="005C537F" w:rsidP="005C537F">
      <w:pPr>
        <w:numPr>
          <w:ilvl w:val="0"/>
          <w:numId w:val="16"/>
        </w:numPr>
        <w:spacing w:before="40" w:after="120" w:line="360" w:lineRule="auto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 xml:space="preserve">capogruppo – </w:t>
      </w:r>
      <w:r>
        <w:rPr>
          <w:rFonts w:ascii="Arial" w:hAnsi="Arial" w:cs="Arial"/>
        </w:rPr>
        <w:t xml:space="preserve">mandataria di Raggruppamento </w:t>
      </w:r>
      <w:r w:rsidRPr="000A167D">
        <w:rPr>
          <w:rFonts w:ascii="Arial" w:hAnsi="Arial" w:cs="Arial"/>
        </w:rPr>
        <w:t>Temporaneo</w:t>
      </w:r>
      <w:r>
        <w:rPr>
          <w:rFonts w:ascii="Arial" w:hAnsi="Arial" w:cs="Arial"/>
        </w:rPr>
        <w:t>/Consorzio ordinario</w:t>
      </w:r>
    </w:p>
    <w:p w14:paraId="2F56EC8A" w14:textId="77777777" w:rsidR="005C537F" w:rsidRPr="000A167D" w:rsidRDefault="005C537F" w:rsidP="005C537F">
      <w:pPr>
        <w:numPr>
          <w:ilvl w:val="0"/>
          <w:numId w:val="16"/>
        </w:numPr>
        <w:spacing w:before="40" w:after="120" w:line="360" w:lineRule="auto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mandante di Raggruppamento Temporaneo</w:t>
      </w:r>
      <w:r>
        <w:rPr>
          <w:rFonts w:ascii="Arial" w:hAnsi="Arial" w:cs="Arial"/>
        </w:rPr>
        <w:t>/Consorzio ordinario</w:t>
      </w:r>
    </w:p>
    <w:p w14:paraId="34BD3A4F" w14:textId="77777777" w:rsidR="005C537F" w:rsidRPr="000A167D" w:rsidRDefault="005C537F" w:rsidP="005C537F">
      <w:pPr>
        <w:spacing w:before="40" w:after="120" w:line="360" w:lineRule="auto"/>
        <w:ind w:left="928"/>
        <w:jc w:val="both"/>
        <w:rPr>
          <w:rFonts w:ascii="Arial" w:hAnsi="Arial" w:cs="Arial"/>
        </w:rPr>
      </w:pPr>
    </w:p>
    <w:p w14:paraId="5A72A9D0" w14:textId="77777777" w:rsidR="005C537F" w:rsidRPr="000A167D" w:rsidRDefault="005C537F" w:rsidP="005C537F">
      <w:pPr>
        <w:numPr>
          <w:ilvl w:val="0"/>
          <w:numId w:val="16"/>
        </w:numPr>
        <w:spacing w:before="40" w:after="120" w:line="360" w:lineRule="auto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già costituito</w:t>
      </w:r>
    </w:p>
    <w:p w14:paraId="7BE9647B" w14:textId="77777777" w:rsidR="005C537F" w:rsidRDefault="005C537F" w:rsidP="005C537F">
      <w:pPr>
        <w:numPr>
          <w:ilvl w:val="0"/>
          <w:numId w:val="16"/>
        </w:numPr>
        <w:spacing w:before="40" w:after="120" w:line="360" w:lineRule="auto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da costituire</w:t>
      </w:r>
    </w:p>
    <w:p w14:paraId="43C0AD4F" w14:textId="77777777" w:rsidR="005C537F" w:rsidRPr="000A167D" w:rsidRDefault="005C537F" w:rsidP="005C537F">
      <w:pPr>
        <w:tabs>
          <w:tab w:val="right" w:pos="963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6C48E9">
        <w:rPr>
          <w:rFonts w:ascii="Arial" w:hAnsi="Arial" w:cs="Arial"/>
          <w:i/>
        </w:rPr>
        <w:t>in caso di RTI/Consorzio ordinario da costituire</w:t>
      </w:r>
      <w:r>
        <w:rPr>
          <w:rFonts w:ascii="Arial" w:hAnsi="Arial" w:cs="Arial"/>
        </w:rPr>
        <w:t>) con i seguenti mandanti/consorziati</w:t>
      </w:r>
      <w:r w:rsidRPr="000A167D">
        <w:rPr>
          <w:rFonts w:ascii="Arial" w:hAnsi="Arial" w:cs="Arial"/>
        </w:rPr>
        <w:t>: _____________________________________________ come di seguito rappresentati (</w:t>
      </w:r>
      <w:r w:rsidRPr="000A167D">
        <w:rPr>
          <w:rFonts w:ascii="Arial" w:hAnsi="Arial" w:cs="Arial"/>
          <w:i/>
        </w:rPr>
        <w:t xml:space="preserve">indicare di seguito se il modello viene sottoscritto congiuntamente da tutti i componenti del concorrente che si </w:t>
      </w:r>
      <w:r w:rsidRPr="000A167D">
        <w:rPr>
          <w:rFonts w:ascii="Arial" w:hAnsi="Arial" w:cs="Arial"/>
          <w:i/>
        </w:rPr>
        <w:lastRenderedPageBreak/>
        <w:t>presenta in forma plurisoggettiva altrimenti allegare un modello per ciascun componente del concorrente)</w:t>
      </w:r>
    </w:p>
    <w:p w14:paraId="51C57575" w14:textId="77777777" w:rsidR="005C537F" w:rsidRPr="006F31A3" w:rsidRDefault="005C537F" w:rsidP="005C537F">
      <w:pPr>
        <w:spacing w:after="120" w:line="360" w:lineRule="auto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Il sottoscritto ____________________________ nato a __________________ il _________ residente in via ______________________________ CF_____________________________</w:t>
      </w:r>
      <w:r w:rsidRPr="000A167D">
        <w:rPr>
          <w:rFonts w:ascii="Arial" w:eastAsia="Calibri" w:hAnsi="Arial" w:cs="Arial"/>
        </w:rPr>
        <w:t xml:space="preserve"> nella sua qualità di (</w:t>
      </w:r>
      <w:r w:rsidRPr="000A167D">
        <w:rPr>
          <w:rFonts w:ascii="Arial" w:eastAsia="Calibri" w:hAnsi="Arial" w:cs="Arial"/>
          <w:i/>
        </w:rPr>
        <w:t>carica sociale - in caso di procuratore allegare copia della procura e/o CCIAA</w:t>
      </w:r>
      <w:r w:rsidRPr="000A167D">
        <w:rPr>
          <w:rFonts w:ascii="Arial" w:eastAsia="Calibri" w:hAnsi="Arial" w:cs="Arial"/>
        </w:rPr>
        <w:t xml:space="preserve">) </w:t>
      </w:r>
      <w:r w:rsidRPr="000A167D">
        <w:rPr>
          <w:rFonts w:ascii="Arial" w:hAnsi="Arial" w:cs="Arial"/>
        </w:rPr>
        <w:t xml:space="preserve">_______________ </w:t>
      </w:r>
      <w:r>
        <w:rPr>
          <w:rFonts w:ascii="Arial" w:eastAsia="Calibri" w:hAnsi="Arial" w:cs="Arial"/>
        </w:rPr>
        <w:t xml:space="preserve">dello studio/società </w:t>
      </w:r>
      <w:r w:rsidRPr="000A167D">
        <w:rPr>
          <w:rFonts w:ascii="Arial" w:eastAsia="Calibri" w:hAnsi="Arial" w:cs="Arial"/>
        </w:rPr>
        <w:t>(</w:t>
      </w:r>
      <w:r w:rsidRPr="000A167D">
        <w:rPr>
          <w:rFonts w:ascii="Arial" w:eastAsia="Calibri" w:hAnsi="Arial" w:cs="Arial"/>
          <w:i/>
        </w:rPr>
        <w:t>specificare denominazione e forma sociale</w:t>
      </w:r>
      <w:r>
        <w:rPr>
          <w:rFonts w:ascii="Arial" w:eastAsia="Calibri" w:hAnsi="Arial" w:cs="Arial"/>
        </w:rPr>
        <w:t xml:space="preserve">) ____________________________________ </w:t>
      </w:r>
      <w:r w:rsidRPr="006F31A3">
        <w:rPr>
          <w:rFonts w:ascii="Arial" w:hAnsi="Arial" w:cs="Arial"/>
        </w:rPr>
        <w:t xml:space="preserve">con sede legale in ____________________________ </w:t>
      </w:r>
      <w:proofErr w:type="spellStart"/>
      <w:r w:rsidRPr="006F31A3">
        <w:rPr>
          <w:rFonts w:ascii="Arial" w:hAnsi="Arial" w:cs="Arial"/>
        </w:rPr>
        <w:t>prov</w:t>
      </w:r>
      <w:proofErr w:type="spellEnd"/>
      <w:r w:rsidRPr="006F31A3">
        <w:rPr>
          <w:rFonts w:ascii="Arial" w:hAnsi="Arial" w:cs="Arial"/>
        </w:rPr>
        <w:t xml:space="preserve"> (___) CAP _______________ via/Piazza _______________ P.IVA _______________________ tel. ____________________</w:t>
      </w:r>
      <w:r>
        <w:rPr>
          <w:rFonts w:ascii="Arial" w:hAnsi="Arial" w:cs="Arial"/>
        </w:rPr>
        <w:t>________</w:t>
      </w:r>
    </w:p>
    <w:p w14:paraId="1F37E777" w14:textId="77777777" w:rsidR="005C537F" w:rsidRPr="006F31A3" w:rsidRDefault="005C537F" w:rsidP="005C537F">
      <w:pPr>
        <w:pStyle w:val="Paragrafoelenco"/>
        <w:spacing w:after="120" w:line="360" w:lineRule="auto"/>
        <w:ind w:left="0"/>
        <w:jc w:val="both"/>
        <w:rPr>
          <w:rFonts w:ascii="Arial" w:hAnsi="Arial" w:cs="Arial"/>
        </w:rPr>
      </w:pPr>
      <w:r w:rsidRPr="006F31A3">
        <w:rPr>
          <w:rFonts w:ascii="Arial" w:hAnsi="Arial" w:cs="Arial"/>
        </w:rPr>
        <w:t>fax ___________________ e-mail /pec _____________________________</w:t>
      </w:r>
      <w:r>
        <w:rPr>
          <w:rFonts w:ascii="Arial" w:hAnsi="Arial" w:cs="Arial"/>
        </w:rPr>
        <w:t>______________</w:t>
      </w:r>
    </w:p>
    <w:p w14:paraId="3EB79187" w14:textId="77777777" w:rsidR="005C537F" w:rsidRPr="000A167D" w:rsidRDefault="005C537F" w:rsidP="005C537F">
      <w:pPr>
        <w:pStyle w:val="Paragrafoelenco"/>
        <w:spacing w:after="120" w:line="360" w:lineRule="auto"/>
        <w:ind w:left="928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 xml:space="preserve">quale: </w:t>
      </w:r>
    </w:p>
    <w:p w14:paraId="2356C4F5" w14:textId="77777777" w:rsidR="005C537F" w:rsidRPr="006F31A3" w:rsidRDefault="005C537F" w:rsidP="005C537F">
      <w:pPr>
        <w:pStyle w:val="Paragrafoelenco"/>
        <w:numPr>
          <w:ilvl w:val="0"/>
          <w:numId w:val="16"/>
        </w:numPr>
        <w:spacing w:after="120" w:line="360" w:lineRule="auto"/>
        <w:jc w:val="both"/>
        <w:rPr>
          <w:rFonts w:ascii="Arial" w:hAnsi="Arial" w:cs="Arial"/>
        </w:rPr>
      </w:pPr>
      <w:r w:rsidRPr="006F31A3">
        <w:rPr>
          <w:rFonts w:ascii="Arial" w:hAnsi="Arial" w:cs="Arial"/>
        </w:rPr>
        <w:t>mandante di R.T.I. ______________</w:t>
      </w:r>
    </w:p>
    <w:p w14:paraId="52CEA778" w14:textId="77777777" w:rsidR="005C537F" w:rsidRPr="000A167D" w:rsidRDefault="005C537F" w:rsidP="005C537F">
      <w:pPr>
        <w:pStyle w:val="Paragrafoelenco"/>
        <w:numPr>
          <w:ilvl w:val="0"/>
          <w:numId w:val="16"/>
        </w:numPr>
        <w:spacing w:after="120" w:line="360" w:lineRule="auto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consorziata ____________</w:t>
      </w:r>
    </w:p>
    <w:p w14:paraId="5CFB96D6" w14:textId="77777777" w:rsidR="005C537F" w:rsidRPr="000A167D" w:rsidRDefault="005C537F" w:rsidP="005C537F">
      <w:pPr>
        <w:pStyle w:val="Paragrafoelenco"/>
        <w:spacing w:after="120" w:line="360" w:lineRule="auto"/>
        <w:ind w:left="928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(</w:t>
      </w:r>
      <w:r w:rsidRPr="000A167D">
        <w:rPr>
          <w:rFonts w:ascii="Arial" w:hAnsi="Arial" w:cs="Arial"/>
          <w:i/>
        </w:rPr>
        <w:t>ripetere quante volte necessario</w:t>
      </w:r>
      <w:r w:rsidRPr="000A167D">
        <w:rPr>
          <w:rFonts w:ascii="Arial" w:hAnsi="Arial" w:cs="Arial"/>
        </w:rPr>
        <w:t>)</w:t>
      </w:r>
    </w:p>
    <w:p w14:paraId="3AD66D54" w14:textId="77777777" w:rsidR="005C537F" w:rsidRPr="000A167D" w:rsidRDefault="005C537F" w:rsidP="005C537F">
      <w:pPr>
        <w:spacing w:before="40" w:after="120" w:line="360" w:lineRule="auto"/>
        <w:jc w:val="center"/>
        <w:rPr>
          <w:rFonts w:ascii="Arial" w:hAnsi="Arial" w:cs="Arial"/>
          <w:b/>
        </w:rPr>
      </w:pPr>
      <w:r w:rsidRPr="000A167D">
        <w:rPr>
          <w:rFonts w:ascii="Arial" w:hAnsi="Arial" w:cs="Arial"/>
          <w:b/>
        </w:rPr>
        <w:t>DICHIARA</w:t>
      </w:r>
    </w:p>
    <w:p w14:paraId="4F2D0455" w14:textId="77777777" w:rsidR="005C537F" w:rsidRPr="000A167D" w:rsidRDefault="005C537F" w:rsidP="005C537F">
      <w:pPr>
        <w:pStyle w:val="sche3"/>
        <w:numPr>
          <w:ilvl w:val="0"/>
          <w:numId w:val="17"/>
        </w:numPr>
        <w:spacing w:after="120" w:line="360" w:lineRule="auto"/>
        <w:ind w:left="426" w:hanging="426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 xml:space="preserve"> (</w:t>
      </w:r>
      <w:r w:rsidRPr="000A167D">
        <w:rPr>
          <w:rFonts w:ascii="Arial" w:hAnsi="Arial" w:cs="Arial"/>
          <w:i/>
          <w:sz w:val="22"/>
          <w:szCs w:val="22"/>
          <w:lang w:val="it-IT"/>
        </w:rPr>
        <w:t>per libero professionista</w:t>
      </w:r>
      <w:r w:rsidRPr="000A167D">
        <w:rPr>
          <w:rFonts w:ascii="Arial" w:hAnsi="Arial" w:cs="Arial"/>
          <w:sz w:val="22"/>
          <w:szCs w:val="22"/>
          <w:lang w:val="it-IT"/>
        </w:rPr>
        <w:t>) di essere regolarmente iscritto all’Ordine degli ___________________ di ___________ al numero __________ e di avere il proprio recapito professionale in ___________________, via ________________, tel. _____________, fax ____________________;</w:t>
      </w:r>
    </w:p>
    <w:p w14:paraId="0D0C2266" w14:textId="77777777" w:rsidR="005C537F" w:rsidRPr="000A167D" w:rsidRDefault="005C537F" w:rsidP="005C537F">
      <w:pPr>
        <w:pStyle w:val="sche3"/>
        <w:numPr>
          <w:ilvl w:val="0"/>
          <w:numId w:val="17"/>
        </w:numPr>
        <w:spacing w:after="120" w:line="360" w:lineRule="auto"/>
        <w:ind w:left="426" w:hanging="426"/>
        <w:rPr>
          <w:rFonts w:ascii="Arial" w:hAnsi="Arial" w:cs="Arial"/>
          <w:sz w:val="22"/>
          <w:szCs w:val="22"/>
          <w:lang w:val="it-IT"/>
        </w:rPr>
      </w:pPr>
      <w:r w:rsidRPr="0037603B">
        <w:rPr>
          <w:rFonts w:ascii="Arial" w:hAnsi="Arial" w:cs="Arial"/>
          <w:sz w:val="22"/>
          <w:szCs w:val="22"/>
          <w:lang w:val="it-IT"/>
        </w:rPr>
        <w:t>(</w:t>
      </w:r>
      <w:r w:rsidRPr="0037603B">
        <w:rPr>
          <w:rFonts w:ascii="Arial" w:hAnsi="Arial" w:cs="Arial"/>
          <w:i/>
          <w:sz w:val="22"/>
          <w:szCs w:val="22"/>
          <w:lang w:val="it-IT"/>
        </w:rPr>
        <w:t>per legale rappresentante di studio associato di professionisti</w:t>
      </w:r>
      <w:r w:rsidRPr="0037603B">
        <w:rPr>
          <w:rFonts w:ascii="Arial" w:hAnsi="Arial" w:cs="Arial"/>
          <w:sz w:val="22"/>
          <w:szCs w:val="22"/>
          <w:lang w:val="it-IT"/>
        </w:rPr>
        <w:t>)</w:t>
      </w:r>
      <w:r w:rsidRPr="000A167D">
        <w:rPr>
          <w:rFonts w:ascii="Arial" w:hAnsi="Arial" w:cs="Arial"/>
          <w:sz w:val="22"/>
          <w:szCs w:val="22"/>
          <w:lang w:val="it-IT"/>
        </w:rPr>
        <w:t xml:space="preserve"> che lo studio associato che rappresenta è il seguente: </w:t>
      </w:r>
    </w:p>
    <w:p w14:paraId="25905DA7" w14:textId="77777777" w:rsidR="005C537F" w:rsidRPr="000A167D" w:rsidRDefault="005C537F" w:rsidP="005C537F">
      <w:pPr>
        <w:pStyle w:val="sche3"/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denominazione ______________________________________________________________</w:t>
      </w:r>
    </w:p>
    <w:p w14:paraId="2E6584CB" w14:textId="77777777" w:rsidR="005C537F" w:rsidRPr="000A167D" w:rsidRDefault="005C537F" w:rsidP="005C537F">
      <w:pPr>
        <w:spacing w:after="120" w:line="360" w:lineRule="auto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con sede in_____________________ con Codice Fiscale:_____________________ Partita IVA ________________Tel. _______________________ Fax ________________________ e-mail</w:t>
      </w:r>
      <w:r w:rsidRPr="000A167D">
        <w:rPr>
          <w:rFonts w:ascii="Arial" w:hAnsi="Arial" w:cs="Arial"/>
        </w:rPr>
        <w:tab/>
        <w:t xml:space="preserve"> ________________ PEC _________________________;</w:t>
      </w:r>
    </w:p>
    <w:p w14:paraId="07A43146" w14:textId="77777777" w:rsidR="005C537F" w:rsidRPr="000A167D" w:rsidRDefault="005C537F" w:rsidP="005C537F">
      <w:pPr>
        <w:spacing w:after="120" w:line="360" w:lineRule="auto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 xml:space="preserve">oltre al sottoscritto iscritto all’ordine degli ___________________ di ___________ al numero _____________, gli altri componenti dello studio associato sono i </w:t>
      </w:r>
      <w:proofErr w:type="spellStart"/>
      <w:r w:rsidRPr="000A167D">
        <w:rPr>
          <w:rFonts w:ascii="Arial" w:hAnsi="Arial" w:cs="Arial"/>
        </w:rPr>
        <w:t>sigg</w:t>
      </w:r>
      <w:proofErr w:type="spellEnd"/>
      <w:r w:rsidRPr="000A167D">
        <w:rPr>
          <w:rFonts w:ascii="Arial" w:hAnsi="Arial" w:cs="Arial"/>
        </w:rPr>
        <w:t>:</w:t>
      </w:r>
    </w:p>
    <w:p w14:paraId="4102EF85" w14:textId="77777777" w:rsidR="005C537F" w:rsidRPr="000A167D" w:rsidRDefault="005C537F" w:rsidP="005C537F">
      <w:pPr>
        <w:numPr>
          <w:ilvl w:val="0"/>
          <w:numId w:val="18"/>
        </w:numPr>
        <w:spacing w:after="120" w:line="360" w:lineRule="auto"/>
        <w:ind w:left="0" w:firstLine="0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cognome ________________________ nome ________________________________ nato a _____________________________ il ____________________________________</w:t>
      </w:r>
    </w:p>
    <w:p w14:paraId="28AB97C9" w14:textId="77777777" w:rsidR="005C537F" w:rsidRPr="000A167D" w:rsidRDefault="005C537F" w:rsidP="005C537F">
      <w:pPr>
        <w:spacing w:after="120" w:line="360" w:lineRule="auto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iscritto all’Ordine degli _________________ di ____________ al numero______________</w:t>
      </w:r>
    </w:p>
    <w:p w14:paraId="59EAC506" w14:textId="77777777" w:rsidR="005C537F" w:rsidRPr="000A167D" w:rsidRDefault="005C537F" w:rsidP="005C537F">
      <w:pPr>
        <w:numPr>
          <w:ilvl w:val="0"/>
          <w:numId w:val="18"/>
        </w:numPr>
        <w:spacing w:after="120" w:line="360" w:lineRule="auto"/>
        <w:ind w:left="0" w:firstLine="0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cognome________________________ nome ________________________________ nato a _____________________________ il ____________________________________</w:t>
      </w:r>
    </w:p>
    <w:p w14:paraId="1E954A34" w14:textId="77777777" w:rsidR="005C537F" w:rsidRPr="000A167D" w:rsidRDefault="005C537F" w:rsidP="005C537F">
      <w:pPr>
        <w:spacing w:after="120" w:line="360" w:lineRule="auto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iscritto all’Ordine degli _________________ di ____________ al numero______________</w:t>
      </w:r>
    </w:p>
    <w:p w14:paraId="604C6A41" w14:textId="77777777" w:rsidR="005C537F" w:rsidRPr="000A167D" w:rsidRDefault="005C537F" w:rsidP="005C537F">
      <w:pPr>
        <w:numPr>
          <w:ilvl w:val="0"/>
          <w:numId w:val="18"/>
        </w:numPr>
        <w:spacing w:after="120" w:line="360" w:lineRule="auto"/>
        <w:ind w:left="0" w:firstLine="0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cognome________________________ nome ________________________________ nato a _____________________________ il ____________________________________</w:t>
      </w:r>
    </w:p>
    <w:p w14:paraId="6E9536BF" w14:textId="77777777" w:rsidR="005C537F" w:rsidRPr="000A167D" w:rsidRDefault="005C537F" w:rsidP="005C537F">
      <w:pPr>
        <w:spacing w:after="120" w:line="360" w:lineRule="auto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lastRenderedPageBreak/>
        <w:t>iscritto all’Ordine degli _________________ di ____________ al numero______________</w:t>
      </w:r>
    </w:p>
    <w:p w14:paraId="6D62363E" w14:textId="77777777" w:rsidR="005C537F" w:rsidRPr="000A167D" w:rsidRDefault="005C537F" w:rsidP="005C537F">
      <w:pPr>
        <w:pStyle w:val="sche3"/>
        <w:numPr>
          <w:ilvl w:val="0"/>
          <w:numId w:val="17"/>
        </w:numPr>
        <w:spacing w:after="120" w:line="360" w:lineRule="auto"/>
        <w:ind w:left="0" w:firstLine="0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(</w:t>
      </w:r>
      <w:r w:rsidRPr="000A167D">
        <w:rPr>
          <w:rFonts w:ascii="Arial" w:hAnsi="Arial" w:cs="Arial"/>
          <w:i/>
          <w:sz w:val="22"/>
          <w:szCs w:val="22"/>
          <w:lang w:val="it-IT"/>
        </w:rPr>
        <w:t>per legale rappresentante di società di professionisti</w:t>
      </w:r>
      <w:r w:rsidRPr="000A167D">
        <w:rPr>
          <w:rFonts w:ascii="Arial" w:hAnsi="Arial" w:cs="Arial"/>
          <w:sz w:val="22"/>
          <w:szCs w:val="22"/>
          <w:lang w:val="it-IT"/>
        </w:rPr>
        <w:t xml:space="preserve">) che la società di professionisti che legalmente rappresenta è la seguente: </w:t>
      </w:r>
    </w:p>
    <w:p w14:paraId="6BC7E846" w14:textId="77777777" w:rsidR="005C537F" w:rsidRPr="000A167D" w:rsidRDefault="005C537F" w:rsidP="005C537F">
      <w:pPr>
        <w:pStyle w:val="sche3"/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denominazione ______________________________________________________________</w:t>
      </w:r>
    </w:p>
    <w:p w14:paraId="6F26BA17" w14:textId="77777777" w:rsidR="005C537F" w:rsidRPr="000A167D" w:rsidRDefault="005C537F" w:rsidP="005C537F">
      <w:pPr>
        <w:pStyle w:val="Paragrafoelenco"/>
        <w:spacing w:after="120" w:line="360" w:lineRule="auto"/>
        <w:ind w:left="0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con sede in_____________________ con Codice Fiscale:_____________________ Partita IVA ________________Tel. _______________________ Fax ________________________ e-mail</w:t>
      </w:r>
      <w:r w:rsidRPr="000A167D">
        <w:rPr>
          <w:rFonts w:ascii="Arial" w:hAnsi="Arial" w:cs="Arial"/>
        </w:rPr>
        <w:tab/>
        <w:t xml:space="preserve"> ________________ PEC _________________________;</w:t>
      </w:r>
    </w:p>
    <w:p w14:paraId="3BBDFD84" w14:textId="77777777" w:rsidR="005C537F" w:rsidRPr="000A167D" w:rsidRDefault="005C537F" w:rsidP="005C537F">
      <w:pPr>
        <w:spacing w:after="120" w:line="360" w:lineRule="auto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 xml:space="preserve">che gli altri soggetti muniti di poteri rappresentanza sono i </w:t>
      </w:r>
      <w:proofErr w:type="spellStart"/>
      <w:r w:rsidRPr="000A167D">
        <w:rPr>
          <w:rFonts w:ascii="Arial" w:hAnsi="Arial" w:cs="Arial"/>
        </w:rPr>
        <w:t>sigg</w:t>
      </w:r>
      <w:proofErr w:type="spellEnd"/>
      <w:r w:rsidRPr="000A167D">
        <w:rPr>
          <w:rFonts w:ascii="Arial" w:hAnsi="Arial" w:cs="Arial"/>
        </w:rPr>
        <w:t>:</w:t>
      </w:r>
    </w:p>
    <w:p w14:paraId="02B37FDB" w14:textId="77777777" w:rsidR="005C537F" w:rsidRPr="000A167D" w:rsidRDefault="005C537F" w:rsidP="005C537F">
      <w:pPr>
        <w:numPr>
          <w:ilvl w:val="0"/>
          <w:numId w:val="18"/>
        </w:numPr>
        <w:spacing w:after="120" w:line="360" w:lineRule="auto"/>
        <w:ind w:left="0" w:firstLine="0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cognome ________________________ nome ________________________________ nato a _____________________________ il _____________________________________ iscritto all’ordine degli ___________________ di ___________ al numero __________,</w:t>
      </w:r>
    </w:p>
    <w:p w14:paraId="3B3CB24D" w14:textId="77777777" w:rsidR="005C537F" w:rsidRPr="000A167D" w:rsidRDefault="005C537F" w:rsidP="005C537F">
      <w:pPr>
        <w:numPr>
          <w:ilvl w:val="0"/>
          <w:numId w:val="18"/>
        </w:numPr>
        <w:spacing w:after="120" w:line="360" w:lineRule="auto"/>
        <w:ind w:left="0" w:firstLine="0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cognome ________________________ nome ________________________________ nato a _____________________________ il _____________________________________ iscritto all’ordine degli ___________________ di ___________ al numero __________,</w:t>
      </w:r>
    </w:p>
    <w:p w14:paraId="2291013A" w14:textId="77777777" w:rsidR="005C537F" w:rsidRPr="000A167D" w:rsidRDefault="005C537F" w:rsidP="005C537F">
      <w:pPr>
        <w:numPr>
          <w:ilvl w:val="0"/>
          <w:numId w:val="18"/>
        </w:numPr>
        <w:spacing w:after="120" w:line="360" w:lineRule="auto"/>
        <w:ind w:left="0" w:firstLine="0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cognome ________________________ nome ________________________________ nato a _____________________________ il _____________________________________ iscritto all’ordine degli ___________________ di ___________ al numero __________,</w:t>
      </w:r>
    </w:p>
    <w:p w14:paraId="2FE8E2F7" w14:textId="77777777" w:rsidR="005C537F" w:rsidRPr="000A167D" w:rsidRDefault="005C537F" w:rsidP="005C537F">
      <w:pPr>
        <w:pStyle w:val="sche3"/>
        <w:numPr>
          <w:ilvl w:val="0"/>
          <w:numId w:val="17"/>
        </w:numPr>
        <w:spacing w:after="120" w:line="360" w:lineRule="auto"/>
        <w:ind w:left="0" w:firstLine="0"/>
        <w:rPr>
          <w:rFonts w:ascii="Arial" w:hAnsi="Arial" w:cs="Arial"/>
          <w:sz w:val="22"/>
          <w:szCs w:val="22"/>
          <w:lang w:val="it-IT"/>
        </w:rPr>
      </w:pPr>
      <w:r w:rsidRPr="0037603B">
        <w:rPr>
          <w:rFonts w:ascii="Arial" w:hAnsi="Arial" w:cs="Arial"/>
          <w:sz w:val="22"/>
          <w:szCs w:val="22"/>
          <w:lang w:val="it-IT"/>
        </w:rPr>
        <w:t>(</w:t>
      </w:r>
      <w:r w:rsidRPr="0037603B">
        <w:rPr>
          <w:rFonts w:ascii="Arial" w:hAnsi="Arial" w:cs="Arial"/>
          <w:i/>
          <w:sz w:val="22"/>
          <w:szCs w:val="22"/>
          <w:lang w:val="it-IT"/>
        </w:rPr>
        <w:t>per legale rappresentante di società di ingegneria</w:t>
      </w:r>
      <w:r w:rsidRPr="0037603B">
        <w:rPr>
          <w:rFonts w:ascii="Arial" w:hAnsi="Arial" w:cs="Arial"/>
          <w:sz w:val="22"/>
          <w:szCs w:val="22"/>
          <w:lang w:val="it-IT"/>
        </w:rPr>
        <w:t xml:space="preserve">) </w:t>
      </w:r>
      <w:r w:rsidRPr="000A167D">
        <w:rPr>
          <w:rFonts w:ascii="Arial" w:hAnsi="Arial" w:cs="Arial"/>
          <w:sz w:val="22"/>
          <w:szCs w:val="22"/>
          <w:lang w:val="it-IT"/>
        </w:rPr>
        <w:t xml:space="preserve">che la società di ingegneria che legalmente rappresenta è la seguente: </w:t>
      </w:r>
    </w:p>
    <w:p w14:paraId="1457EFDB" w14:textId="77777777" w:rsidR="005C537F" w:rsidRPr="000A167D" w:rsidRDefault="005C537F" w:rsidP="005C537F">
      <w:pPr>
        <w:pStyle w:val="sche3"/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denominazione ______________________________________________________________</w:t>
      </w:r>
    </w:p>
    <w:p w14:paraId="0C995B09" w14:textId="77777777" w:rsidR="005C537F" w:rsidRPr="000A167D" w:rsidRDefault="005C537F" w:rsidP="005C537F">
      <w:pPr>
        <w:pStyle w:val="Paragrafoelenco"/>
        <w:spacing w:after="120" w:line="360" w:lineRule="auto"/>
        <w:ind w:left="0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con sede in_____________________ con Codice Fiscale:_____________________ Partita IVA ________________Tel. _______________________ Fax ________________________ e-mail</w:t>
      </w:r>
      <w:r w:rsidRPr="000A167D">
        <w:rPr>
          <w:rFonts w:ascii="Arial" w:hAnsi="Arial" w:cs="Arial"/>
        </w:rPr>
        <w:tab/>
        <w:t xml:space="preserve"> ________________ PEC _________________________;</w:t>
      </w:r>
    </w:p>
    <w:p w14:paraId="72461DC4" w14:textId="77777777" w:rsidR="005C537F" w:rsidRPr="000A167D" w:rsidRDefault="005C537F" w:rsidP="005C537F">
      <w:pPr>
        <w:spacing w:after="120" w:line="360" w:lineRule="auto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 xml:space="preserve">che gli altri soggetti muniti di poteri rappresentanza sono i </w:t>
      </w:r>
      <w:proofErr w:type="spellStart"/>
      <w:r w:rsidRPr="000A167D">
        <w:rPr>
          <w:rFonts w:ascii="Arial" w:hAnsi="Arial" w:cs="Arial"/>
        </w:rPr>
        <w:t>sigg</w:t>
      </w:r>
      <w:proofErr w:type="spellEnd"/>
      <w:r w:rsidRPr="000A167D">
        <w:rPr>
          <w:rFonts w:ascii="Arial" w:hAnsi="Arial" w:cs="Arial"/>
        </w:rPr>
        <w:t>:</w:t>
      </w:r>
    </w:p>
    <w:p w14:paraId="06F0DC92" w14:textId="77777777" w:rsidR="005C537F" w:rsidRPr="000A167D" w:rsidRDefault="005C537F" w:rsidP="005C537F">
      <w:pPr>
        <w:numPr>
          <w:ilvl w:val="0"/>
          <w:numId w:val="18"/>
        </w:numPr>
        <w:spacing w:after="120" w:line="360" w:lineRule="auto"/>
        <w:ind w:left="0" w:firstLine="0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cognome ________________________ nome ________________________________ nato a _____________________________ il _____________________________________</w:t>
      </w:r>
    </w:p>
    <w:p w14:paraId="614A83F6" w14:textId="77777777" w:rsidR="005C537F" w:rsidRPr="000A167D" w:rsidRDefault="005C537F" w:rsidP="005C537F">
      <w:pPr>
        <w:numPr>
          <w:ilvl w:val="0"/>
          <w:numId w:val="18"/>
        </w:numPr>
        <w:spacing w:after="120" w:line="360" w:lineRule="auto"/>
        <w:ind w:left="0" w:firstLine="0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cognome ________________________ nome ________________________________ nato a _____________________________ il _____________________________________</w:t>
      </w:r>
    </w:p>
    <w:p w14:paraId="02B553AE" w14:textId="77777777" w:rsidR="005C537F" w:rsidRPr="000A167D" w:rsidRDefault="005C537F" w:rsidP="005C537F">
      <w:pPr>
        <w:numPr>
          <w:ilvl w:val="0"/>
          <w:numId w:val="18"/>
        </w:numPr>
        <w:spacing w:after="120" w:line="360" w:lineRule="auto"/>
        <w:ind w:left="0" w:firstLine="0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cognome ________________________ nome ________________________________ nato a _____________________________ il _____________________________________</w:t>
      </w:r>
    </w:p>
    <w:p w14:paraId="0157EF7D" w14:textId="77777777" w:rsidR="005C537F" w:rsidRPr="000A167D" w:rsidRDefault="005C537F" w:rsidP="005C537F">
      <w:pPr>
        <w:numPr>
          <w:ilvl w:val="0"/>
          <w:numId w:val="18"/>
        </w:numPr>
        <w:spacing w:after="120" w:line="360" w:lineRule="auto"/>
        <w:ind w:left="0" w:firstLine="0"/>
        <w:jc w:val="both"/>
        <w:rPr>
          <w:rFonts w:ascii="Arial" w:hAnsi="Arial" w:cs="Arial"/>
        </w:rPr>
      </w:pPr>
      <w:r w:rsidRPr="000A167D">
        <w:rPr>
          <w:rFonts w:ascii="Arial" w:hAnsi="Arial" w:cs="Arial"/>
        </w:rPr>
        <w:t>che il direttore tecnico è ______________________________________, con il seguente titolo di studio _______________________________________, abilitato all’esercizio della professione dal _______________________________, iscritto all’Albo: __________________________________</w:t>
      </w:r>
    </w:p>
    <w:p w14:paraId="06CD61AC" w14:textId="359CE7E0" w:rsidR="005C537F" w:rsidRPr="008371CD" w:rsidRDefault="005C537F" w:rsidP="005C537F">
      <w:pPr>
        <w:pStyle w:val="sche3"/>
        <w:numPr>
          <w:ilvl w:val="0"/>
          <w:numId w:val="17"/>
        </w:numPr>
        <w:spacing w:after="120" w:line="360" w:lineRule="auto"/>
        <w:ind w:left="0" w:firstLine="0"/>
        <w:rPr>
          <w:rFonts w:ascii="Arial" w:hAnsi="Arial" w:cs="Arial"/>
          <w:sz w:val="22"/>
          <w:szCs w:val="22"/>
          <w:lang w:val="it-IT"/>
        </w:rPr>
      </w:pPr>
      <w:r w:rsidRPr="008371CD">
        <w:rPr>
          <w:rFonts w:ascii="Arial" w:hAnsi="Arial" w:cs="Arial"/>
          <w:b/>
          <w:sz w:val="22"/>
          <w:szCs w:val="22"/>
          <w:lang w:val="it-IT"/>
        </w:rPr>
        <w:lastRenderedPageBreak/>
        <w:t>e inoltre indica</w:t>
      </w:r>
      <w:r w:rsidRPr="008371CD">
        <w:rPr>
          <w:rFonts w:ascii="Arial" w:hAnsi="Arial" w:cs="Arial"/>
          <w:sz w:val="22"/>
          <w:szCs w:val="22"/>
          <w:lang w:val="it-IT"/>
        </w:rPr>
        <w:t xml:space="preserve"> (</w:t>
      </w:r>
      <w:r w:rsidRPr="008371CD">
        <w:rPr>
          <w:rFonts w:ascii="Arial" w:hAnsi="Arial" w:cs="Arial"/>
          <w:i/>
          <w:sz w:val="22"/>
          <w:szCs w:val="22"/>
          <w:lang w:val="it-IT"/>
        </w:rPr>
        <w:t>in caso di raggruppamento temporaneo</w:t>
      </w:r>
      <w:r w:rsidRPr="008371CD">
        <w:rPr>
          <w:rFonts w:ascii="Arial" w:hAnsi="Arial" w:cs="Arial"/>
          <w:sz w:val="22"/>
          <w:szCs w:val="22"/>
          <w:lang w:val="it-IT"/>
        </w:rPr>
        <w:t xml:space="preserve">): che il servizio sarà eseguito dai singoli componenti il raggruppamento temporaneo ciascuno per le seguenti parti </w:t>
      </w:r>
      <w:r w:rsidRPr="008371CD">
        <w:rPr>
          <w:rFonts w:ascii="Arial" w:hAnsi="Arial" w:cs="Arial"/>
          <w:lang w:val="it-IT"/>
        </w:rPr>
        <w:footnoteReference w:id="1"/>
      </w:r>
      <w:r w:rsidRPr="008371CD">
        <w:rPr>
          <w:rFonts w:ascii="Arial" w:hAnsi="Arial" w:cs="Arial"/>
          <w:lang w:val="it-IT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5"/>
        <w:gridCol w:w="4175"/>
        <w:gridCol w:w="4174"/>
      </w:tblGrid>
      <w:tr w:rsidR="005C537F" w:rsidRPr="008371CD" w14:paraId="32F49514" w14:textId="77777777" w:rsidTr="00D65EFA">
        <w:tc>
          <w:tcPr>
            <w:tcW w:w="763" w:type="pct"/>
            <w:hideMark/>
          </w:tcPr>
          <w:p w14:paraId="1028B384" w14:textId="77777777" w:rsidR="005C537F" w:rsidRPr="00E05E76" w:rsidRDefault="005C537F" w:rsidP="00D65EFA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b/>
              </w:rPr>
            </w:pPr>
            <w:r w:rsidRPr="00E05E76">
              <w:rPr>
                <w:rFonts w:ascii="Arial" w:hAnsi="Arial" w:cs="Arial"/>
                <w:b/>
              </w:rPr>
              <w:t>Ruolo:</w:t>
            </w:r>
          </w:p>
        </w:tc>
        <w:tc>
          <w:tcPr>
            <w:tcW w:w="2118" w:type="pct"/>
          </w:tcPr>
          <w:p w14:paraId="047B92FE" w14:textId="77777777" w:rsidR="005C537F" w:rsidRPr="00E05E76" w:rsidRDefault="005C537F" w:rsidP="00D65EF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</w:rPr>
            </w:pPr>
            <w:r w:rsidRPr="00E05E76">
              <w:rPr>
                <w:rFonts w:ascii="Arial" w:hAnsi="Arial" w:cs="Arial"/>
                <w:b/>
              </w:rPr>
              <w:t>Denominazione</w:t>
            </w:r>
          </w:p>
        </w:tc>
        <w:tc>
          <w:tcPr>
            <w:tcW w:w="2118" w:type="pct"/>
          </w:tcPr>
          <w:p w14:paraId="13C2CB0E" w14:textId="77777777" w:rsidR="005C537F" w:rsidRPr="00E05E76" w:rsidRDefault="005C537F" w:rsidP="00D65EF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</w:rPr>
            </w:pPr>
            <w:r w:rsidRPr="00E05E76">
              <w:rPr>
                <w:rFonts w:ascii="Arial" w:hAnsi="Arial" w:cs="Arial"/>
                <w:b/>
              </w:rPr>
              <w:t>Servizio svolto</w:t>
            </w:r>
          </w:p>
        </w:tc>
      </w:tr>
      <w:tr w:rsidR="005C537F" w:rsidRPr="008371CD" w14:paraId="21EC0720" w14:textId="77777777" w:rsidTr="00D65EFA">
        <w:tc>
          <w:tcPr>
            <w:tcW w:w="763" w:type="pct"/>
          </w:tcPr>
          <w:p w14:paraId="6C07F48F" w14:textId="77777777" w:rsidR="005C537F" w:rsidRPr="004155FA" w:rsidRDefault="005C537F" w:rsidP="00D65EFA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</w:rPr>
            </w:pPr>
            <w:r w:rsidRPr="004155FA">
              <w:rPr>
                <w:rFonts w:ascii="Arial" w:hAnsi="Arial" w:cs="Arial"/>
              </w:rPr>
              <w:t>Capogruppo</w:t>
            </w:r>
          </w:p>
        </w:tc>
        <w:tc>
          <w:tcPr>
            <w:tcW w:w="2118" w:type="pct"/>
          </w:tcPr>
          <w:p w14:paraId="083DF90E" w14:textId="77777777" w:rsidR="005C537F" w:rsidRPr="009F4752" w:rsidRDefault="005C537F" w:rsidP="00D65EFA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18" w:type="pct"/>
          </w:tcPr>
          <w:p w14:paraId="4C883F2A" w14:textId="77777777" w:rsidR="005C537F" w:rsidRPr="009F4752" w:rsidRDefault="005C537F" w:rsidP="00D65EFA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5C537F" w:rsidRPr="008371CD" w14:paraId="5ABE0A4F" w14:textId="77777777" w:rsidTr="00D65EFA">
        <w:tc>
          <w:tcPr>
            <w:tcW w:w="763" w:type="pct"/>
            <w:hideMark/>
          </w:tcPr>
          <w:p w14:paraId="76DA1A6F" w14:textId="77777777" w:rsidR="005C537F" w:rsidRPr="004155FA" w:rsidRDefault="005C537F" w:rsidP="00D65EFA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</w:rPr>
            </w:pPr>
            <w:r w:rsidRPr="004155FA">
              <w:rPr>
                <w:rFonts w:ascii="Arial" w:hAnsi="Arial" w:cs="Arial"/>
              </w:rPr>
              <w:t>Mandante:</w:t>
            </w:r>
          </w:p>
        </w:tc>
        <w:tc>
          <w:tcPr>
            <w:tcW w:w="2118" w:type="pct"/>
          </w:tcPr>
          <w:p w14:paraId="2834FCED" w14:textId="77777777" w:rsidR="005C537F" w:rsidRPr="009F4752" w:rsidRDefault="005C537F" w:rsidP="00D65EFA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18" w:type="pct"/>
          </w:tcPr>
          <w:p w14:paraId="13D7D975" w14:textId="77777777" w:rsidR="005C537F" w:rsidRPr="009F4752" w:rsidRDefault="005C537F" w:rsidP="00D65EFA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5C537F" w:rsidRPr="008371CD" w14:paraId="054A48C7" w14:textId="77777777" w:rsidTr="00D65EFA">
        <w:tc>
          <w:tcPr>
            <w:tcW w:w="763" w:type="pct"/>
            <w:hideMark/>
          </w:tcPr>
          <w:p w14:paraId="479E6A5E" w14:textId="77777777" w:rsidR="005C537F" w:rsidRPr="008371CD" w:rsidRDefault="005C537F" w:rsidP="00D65EFA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</w:rPr>
            </w:pPr>
            <w:r w:rsidRPr="008371CD">
              <w:rPr>
                <w:rFonts w:ascii="Arial" w:hAnsi="Arial" w:cs="Arial"/>
              </w:rPr>
              <w:t>Mandante:</w:t>
            </w:r>
          </w:p>
        </w:tc>
        <w:tc>
          <w:tcPr>
            <w:tcW w:w="2118" w:type="pct"/>
          </w:tcPr>
          <w:p w14:paraId="236360AE" w14:textId="77777777" w:rsidR="005C537F" w:rsidRPr="008371CD" w:rsidRDefault="005C537F" w:rsidP="00D65EFA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</w:rPr>
            </w:pPr>
          </w:p>
        </w:tc>
        <w:tc>
          <w:tcPr>
            <w:tcW w:w="2118" w:type="pct"/>
          </w:tcPr>
          <w:p w14:paraId="3680C675" w14:textId="77777777" w:rsidR="005C537F" w:rsidRPr="008371CD" w:rsidRDefault="005C537F" w:rsidP="00D65EFA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</w:rPr>
            </w:pPr>
          </w:p>
        </w:tc>
      </w:tr>
    </w:tbl>
    <w:p w14:paraId="3680A412" w14:textId="77777777" w:rsidR="005C537F" w:rsidRPr="000A167D" w:rsidRDefault="005C537F" w:rsidP="005C537F">
      <w:pPr>
        <w:autoSpaceDE w:val="0"/>
        <w:autoSpaceDN w:val="0"/>
        <w:adjustRightInd w:val="0"/>
        <w:rPr>
          <w:sz w:val="20"/>
          <w:szCs w:val="20"/>
        </w:rPr>
      </w:pPr>
    </w:p>
    <w:p w14:paraId="14B49B73" w14:textId="77777777" w:rsidR="005C537F" w:rsidRPr="000A167D" w:rsidRDefault="005C537F" w:rsidP="005C537F">
      <w:pPr>
        <w:tabs>
          <w:tab w:val="right" w:pos="9639"/>
        </w:tabs>
        <w:spacing w:after="120" w:line="360" w:lineRule="auto"/>
        <w:jc w:val="center"/>
        <w:rPr>
          <w:rFonts w:ascii="Arial" w:hAnsi="Arial" w:cs="Arial"/>
          <w:b/>
        </w:rPr>
      </w:pPr>
      <w:r w:rsidRPr="000A167D">
        <w:rPr>
          <w:rFonts w:ascii="Arial" w:hAnsi="Arial" w:cs="Arial"/>
          <w:b/>
        </w:rPr>
        <w:t>CHIEDE</w:t>
      </w:r>
    </w:p>
    <w:p w14:paraId="4D18E161" w14:textId="77777777" w:rsidR="005C537F" w:rsidRDefault="005C537F" w:rsidP="005C537F">
      <w:pPr>
        <w:tabs>
          <w:tab w:val="left" w:pos="9781"/>
        </w:tabs>
        <w:spacing w:line="360" w:lineRule="auto"/>
        <w:ind w:right="142"/>
        <w:jc w:val="both"/>
        <w:rPr>
          <w:rFonts w:ascii="Arial" w:hAnsi="Arial" w:cs="Arial"/>
          <w:caps/>
        </w:rPr>
      </w:pPr>
      <w:r w:rsidRPr="00562D23">
        <w:rPr>
          <w:rFonts w:ascii="Arial" w:hAnsi="Arial" w:cs="Arial"/>
        </w:rPr>
        <w:t>visti i contenuti dell’avviso in oggetto manife</w:t>
      </w:r>
      <w:r>
        <w:rPr>
          <w:rFonts w:ascii="Arial" w:hAnsi="Arial" w:cs="Arial"/>
        </w:rPr>
        <w:t>sta interesse ad essere invitato</w:t>
      </w:r>
      <w:r w:rsidRPr="00562D23">
        <w:rPr>
          <w:rFonts w:ascii="Arial" w:hAnsi="Arial" w:cs="Arial"/>
        </w:rPr>
        <w:t xml:space="preserve"> per l’affidamento dell’incarico</w:t>
      </w:r>
      <w:r w:rsidRPr="00562D23">
        <w:rPr>
          <w:rFonts w:ascii="Arial" w:hAnsi="Arial" w:cs="Arial"/>
          <w:caps/>
        </w:rPr>
        <w:t>;</w:t>
      </w:r>
    </w:p>
    <w:p w14:paraId="4C90B776" w14:textId="38DDD66A" w:rsidR="005C537F" w:rsidRPr="00562D23" w:rsidRDefault="005C537F" w:rsidP="005C537F">
      <w:pPr>
        <w:tabs>
          <w:tab w:val="left" w:pos="9781"/>
        </w:tabs>
        <w:spacing w:line="360" w:lineRule="auto"/>
        <w:ind w:right="142"/>
        <w:jc w:val="both"/>
        <w:rPr>
          <w:rFonts w:ascii="Arial" w:eastAsia="Calibri" w:hAnsi="Arial" w:cs="Arial"/>
        </w:rPr>
      </w:pPr>
      <w:r w:rsidRPr="00562D23">
        <w:rPr>
          <w:rFonts w:ascii="Arial" w:eastAsia="Calibri" w:hAnsi="Arial" w:cs="Arial"/>
        </w:rPr>
        <w:t xml:space="preserve">A tal fine, ai sensi degli artt. 46 e 47 del D.P.R. 445/2000, consapevole della responsabilità penale prevista dall’art. 76 del D.P.R. 445/2000, cui possono andare incontro nel caso di affermazioni mendaci. </w:t>
      </w:r>
    </w:p>
    <w:p w14:paraId="222BE69E" w14:textId="01AE530C" w:rsidR="005C537F" w:rsidRPr="005C537F" w:rsidRDefault="005C537F" w:rsidP="005C537F">
      <w:pPr>
        <w:pStyle w:val="Corpodeltesto2"/>
        <w:spacing w:before="240" w:line="360" w:lineRule="auto"/>
        <w:jc w:val="center"/>
        <w:rPr>
          <w:rFonts w:ascii="Arial" w:hAnsi="Arial" w:cs="Arial"/>
          <w:b/>
          <w:i/>
          <w:lang w:eastAsia="it-IT"/>
        </w:rPr>
      </w:pPr>
      <w:r w:rsidRPr="005C537F">
        <w:rPr>
          <w:rFonts w:ascii="Arial" w:hAnsi="Arial" w:cs="Arial"/>
          <w:b/>
          <w:lang w:eastAsia="it-IT"/>
        </w:rPr>
        <w:t>DICHIARA</w:t>
      </w:r>
      <w:r w:rsidR="008A5F3D">
        <w:rPr>
          <w:rFonts w:ascii="Arial" w:hAnsi="Arial" w:cs="Arial"/>
          <w:b/>
          <w:lang w:eastAsia="it-IT"/>
        </w:rPr>
        <w:t>/DICHIARANO</w:t>
      </w:r>
    </w:p>
    <w:p w14:paraId="0E2CCD00" w14:textId="63FC62F8" w:rsidR="005C537F" w:rsidRDefault="005C537F" w:rsidP="00676DDF">
      <w:pPr>
        <w:pStyle w:val="Corpodeltesto2"/>
        <w:spacing w:line="360" w:lineRule="auto"/>
        <w:jc w:val="both"/>
        <w:rPr>
          <w:rFonts w:ascii="Arial" w:hAnsi="Arial" w:cs="Arial"/>
        </w:rPr>
      </w:pPr>
      <w:r w:rsidRPr="0089375F">
        <w:rPr>
          <w:rFonts w:ascii="Arial" w:eastAsiaTheme="minorHAnsi" w:hAnsi="Arial" w:cs="Arial"/>
        </w:rPr>
        <w:t xml:space="preserve">ai sensi del </w:t>
      </w:r>
      <w:proofErr w:type="spellStart"/>
      <w:r w:rsidRPr="0089375F">
        <w:rPr>
          <w:rFonts w:ascii="Arial" w:eastAsiaTheme="minorHAnsi" w:hAnsi="Arial" w:cs="Arial"/>
        </w:rPr>
        <w:t>d.p.r.</w:t>
      </w:r>
      <w:proofErr w:type="spellEnd"/>
      <w:r w:rsidRPr="0089375F">
        <w:rPr>
          <w:rFonts w:ascii="Arial" w:eastAsiaTheme="minorHAnsi" w:hAnsi="Arial" w:cs="Arial"/>
        </w:rPr>
        <w:t xml:space="preserve"> 28/12/2000 n.445, che i fatti, stati e qualità riportati nei successivi </w:t>
      </w:r>
      <w:r w:rsidR="00EF68AA">
        <w:rPr>
          <w:rFonts w:ascii="Arial" w:eastAsiaTheme="minorHAnsi" w:hAnsi="Arial" w:cs="Arial"/>
        </w:rPr>
        <w:t>punti</w:t>
      </w:r>
      <w:r w:rsidR="00EF68AA" w:rsidRPr="0089375F">
        <w:rPr>
          <w:rFonts w:ascii="Arial" w:eastAsiaTheme="minorHAnsi" w:hAnsi="Arial" w:cs="Arial"/>
        </w:rPr>
        <w:t xml:space="preserve"> </w:t>
      </w:r>
      <w:r w:rsidR="0089375F" w:rsidRPr="0089375F">
        <w:rPr>
          <w:rFonts w:ascii="Arial" w:eastAsiaTheme="minorHAnsi" w:hAnsi="Arial" w:cs="Arial"/>
        </w:rPr>
        <w:t>corrispondono a verità ed</w:t>
      </w:r>
      <w:r w:rsidR="0089375F">
        <w:rPr>
          <w:rFonts w:ascii="Arial" w:hAnsi="Arial" w:cs="Arial"/>
        </w:rPr>
        <w:t xml:space="preserve"> in particolare</w:t>
      </w:r>
      <w:r w:rsidRPr="00792209">
        <w:rPr>
          <w:rFonts w:ascii="Arial" w:hAnsi="Arial" w:cs="Arial"/>
        </w:rPr>
        <w:t xml:space="preserve">, con riguardo alla suddetto </w:t>
      </w:r>
      <w:r w:rsidR="0089375F">
        <w:rPr>
          <w:rFonts w:ascii="Arial" w:hAnsi="Arial" w:cs="Arial"/>
        </w:rPr>
        <w:t>operatore economico</w:t>
      </w:r>
      <w:r w:rsidRPr="00792209">
        <w:rPr>
          <w:rFonts w:ascii="Arial" w:hAnsi="Arial" w:cs="Arial"/>
        </w:rPr>
        <w:t>:</w:t>
      </w:r>
    </w:p>
    <w:p w14:paraId="3D42F748" w14:textId="06869003" w:rsidR="0089375F" w:rsidRDefault="0089375F" w:rsidP="0089375F">
      <w:pPr>
        <w:pStyle w:val="Paragrafoelenco"/>
        <w:numPr>
          <w:ilvl w:val="0"/>
          <w:numId w:val="25"/>
        </w:numPr>
        <w:tabs>
          <w:tab w:val="left" w:pos="9781"/>
        </w:tabs>
        <w:spacing w:line="360" w:lineRule="auto"/>
        <w:ind w:right="142"/>
        <w:jc w:val="both"/>
        <w:rPr>
          <w:rFonts w:ascii="Arial" w:eastAsia="Calibri" w:hAnsi="Arial" w:cs="Arial"/>
        </w:rPr>
      </w:pPr>
      <w:r w:rsidRPr="0089375F">
        <w:rPr>
          <w:rFonts w:ascii="Arial" w:eastAsia="Calibri" w:hAnsi="Arial" w:cs="Arial"/>
        </w:rPr>
        <w:t xml:space="preserve">che in capo a sé ed alle persone rilevanti di cui all’art. 80 comma 3 del D.Lgs. 50/2016 </w:t>
      </w:r>
      <w:proofErr w:type="spellStart"/>
      <w:r w:rsidRPr="0089375F">
        <w:rPr>
          <w:rFonts w:ascii="Arial" w:eastAsia="Calibri" w:hAnsi="Arial" w:cs="Arial"/>
        </w:rPr>
        <w:t>nonchè</w:t>
      </w:r>
      <w:proofErr w:type="spellEnd"/>
      <w:r w:rsidRPr="0089375F">
        <w:rPr>
          <w:rFonts w:ascii="Arial" w:eastAsia="Calibri" w:hAnsi="Arial" w:cs="Arial"/>
        </w:rPr>
        <w:t xml:space="preserve"> in capo all’operatore che rappresento/tano è in possesso dei requisiti di ordine </w:t>
      </w:r>
      <w:r w:rsidRPr="008A5F3D">
        <w:rPr>
          <w:rFonts w:ascii="Arial" w:eastAsia="Calibri" w:hAnsi="Arial" w:cs="Arial"/>
        </w:rPr>
        <w:t>generale di cui all’art. 80 del D.Lgs. 50/2016;</w:t>
      </w:r>
    </w:p>
    <w:p w14:paraId="340EB5AD" w14:textId="53792894" w:rsidR="00824306" w:rsidRDefault="00824306" w:rsidP="0089375F">
      <w:pPr>
        <w:pStyle w:val="Paragrafoelenco"/>
        <w:numPr>
          <w:ilvl w:val="0"/>
          <w:numId w:val="25"/>
        </w:numPr>
        <w:tabs>
          <w:tab w:val="left" w:pos="9781"/>
        </w:tabs>
        <w:spacing w:line="360" w:lineRule="auto"/>
        <w:ind w:right="14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(</w:t>
      </w:r>
      <w:r w:rsidRPr="00824306">
        <w:rPr>
          <w:rFonts w:ascii="Arial" w:eastAsia="Calibri" w:hAnsi="Arial" w:cs="Arial"/>
          <w:i/>
        </w:rPr>
        <w:t>se ricorre il caso</w:t>
      </w:r>
      <w:r>
        <w:rPr>
          <w:rFonts w:ascii="Arial" w:eastAsia="Calibri" w:hAnsi="Arial" w:cs="Arial"/>
        </w:rPr>
        <w:t>) che l’operatore economico che rappresento è iscritto alla CC.I.AA. di _______ al n. REA ________ dal _____ con il seguente oggetto sociale ________;(</w:t>
      </w:r>
      <w:r w:rsidRPr="00824306">
        <w:rPr>
          <w:rFonts w:ascii="Arial" w:eastAsia="Calibri" w:hAnsi="Arial" w:cs="Arial"/>
          <w:i/>
        </w:rPr>
        <w:t>ripetere se i componenti del raggruppamento iscritti alla CC.I.AA. sono più di uno</w:t>
      </w:r>
      <w:r>
        <w:rPr>
          <w:rFonts w:ascii="Arial" w:eastAsia="Calibri" w:hAnsi="Arial" w:cs="Arial"/>
        </w:rPr>
        <w:t xml:space="preserve">) </w:t>
      </w:r>
    </w:p>
    <w:p w14:paraId="2B25DBE5" w14:textId="6671BA8E" w:rsidR="00824306" w:rsidRPr="00944BE5" w:rsidRDefault="00824306" w:rsidP="00824306">
      <w:pPr>
        <w:pStyle w:val="Paragrafoelenco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(in caso di RT</w:t>
      </w:r>
      <w:r w:rsidRPr="00944BE5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>/Consorzi</w:t>
      </w:r>
      <w:r w:rsidRPr="00944BE5">
        <w:rPr>
          <w:rFonts w:ascii="Arial" w:hAnsi="Arial" w:cs="Arial"/>
        </w:rPr>
        <w:t>) di non incorrere nei divieti di cu</w:t>
      </w:r>
      <w:r>
        <w:rPr>
          <w:rFonts w:ascii="Arial" w:hAnsi="Arial" w:cs="Arial"/>
        </w:rPr>
        <w:t>i all’articolo 48, comma 7 del Codice</w:t>
      </w:r>
      <w:r w:rsidRPr="00944BE5">
        <w:rPr>
          <w:rFonts w:ascii="Arial" w:hAnsi="Arial" w:cs="Arial"/>
        </w:rPr>
        <w:t>;</w:t>
      </w:r>
    </w:p>
    <w:p w14:paraId="505C0320" w14:textId="77777777" w:rsidR="008A5F3D" w:rsidRPr="00824306" w:rsidRDefault="008A5F3D" w:rsidP="008A5F3D">
      <w:pPr>
        <w:pStyle w:val="Paragrafoelenco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</w:rPr>
      </w:pPr>
      <w:r w:rsidRPr="00824306">
        <w:rPr>
          <w:rFonts w:ascii="Arial" w:hAnsi="Arial" w:cs="Arial"/>
        </w:rPr>
        <w:t>(</w:t>
      </w:r>
      <w:r w:rsidRPr="00824306">
        <w:rPr>
          <w:rFonts w:ascii="Arial" w:hAnsi="Arial" w:cs="Arial"/>
          <w:i/>
        </w:rPr>
        <w:t>in caso di società di professionisti, di ingegneria, di RTI e consorzi stabili di società di professionisti e di società di ingegneria e dei GEIE</w:t>
      </w:r>
      <w:r w:rsidRPr="00824306">
        <w:rPr>
          <w:rFonts w:ascii="Arial" w:hAnsi="Arial" w:cs="Arial"/>
        </w:rPr>
        <w:t>) di essere in possesso dei rispettivi requisiti di cui al DM del MIT n. 263 del 2 dicembre 2016;</w:t>
      </w:r>
    </w:p>
    <w:p w14:paraId="399B8340" w14:textId="08F93AE3" w:rsidR="0089375F" w:rsidRPr="0089375F" w:rsidRDefault="0089375F" w:rsidP="00002D3E">
      <w:pPr>
        <w:pStyle w:val="Paragrafoelenco"/>
        <w:numPr>
          <w:ilvl w:val="0"/>
          <w:numId w:val="25"/>
        </w:numPr>
        <w:tabs>
          <w:tab w:val="left" w:pos="9781"/>
        </w:tabs>
        <w:spacing w:line="360" w:lineRule="auto"/>
        <w:ind w:right="14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c</w:t>
      </w:r>
      <w:r w:rsidRPr="0089375F">
        <w:rPr>
          <w:rFonts w:ascii="Arial" w:eastAsia="Calibri" w:hAnsi="Arial" w:cs="Arial"/>
        </w:rPr>
        <w:t>he in capo all’operatore che rappresento/tano sussistono i requisiti tecnico economici di cui al punto 5 lettera b.1) del</w:t>
      </w:r>
      <w:r>
        <w:rPr>
          <w:rFonts w:ascii="Arial" w:eastAsia="Calibri" w:hAnsi="Arial" w:cs="Arial"/>
        </w:rPr>
        <w:t>l’A</w:t>
      </w:r>
      <w:r w:rsidRPr="0089375F">
        <w:rPr>
          <w:rFonts w:ascii="Arial" w:eastAsia="Calibri" w:hAnsi="Arial" w:cs="Arial"/>
        </w:rPr>
        <w:t>vviso ed, in particolare, che il fatturato specifico riferito all’annualità 2017 è p</w:t>
      </w:r>
      <w:r>
        <w:rPr>
          <w:rFonts w:ascii="Arial" w:eastAsia="Calibri" w:hAnsi="Arial" w:cs="Arial"/>
        </w:rPr>
        <w:t>ari ad euro _________________ e</w:t>
      </w:r>
      <w:r w:rsidRPr="0089375F">
        <w:rPr>
          <w:rFonts w:ascii="Arial" w:eastAsia="Calibri" w:hAnsi="Arial" w:cs="Arial"/>
        </w:rPr>
        <w:t xml:space="preserve"> pertanto almeno pari all’importo a base d’asta, comprensivo dell’opzione;</w:t>
      </w:r>
    </w:p>
    <w:p w14:paraId="1E0704CB" w14:textId="5EBD8F8F" w:rsidR="0089375F" w:rsidRPr="0089375F" w:rsidRDefault="0089375F" w:rsidP="0089375F">
      <w:pPr>
        <w:pStyle w:val="Paragrafoelenco"/>
        <w:numPr>
          <w:ilvl w:val="0"/>
          <w:numId w:val="25"/>
        </w:numPr>
        <w:tabs>
          <w:tab w:val="left" w:pos="9781"/>
        </w:tabs>
        <w:spacing w:line="360" w:lineRule="auto"/>
        <w:ind w:right="142"/>
        <w:jc w:val="both"/>
        <w:rPr>
          <w:rFonts w:ascii="Arial" w:hAnsi="Arial" w:cs="Arial"/>
        </w:rPr>
      </w:pPr>
      <w:r w:rsidRPr="0089375F">
        <w:rPr>
          <w:rFonts w:ascii="Arial" w:eastAsia="Calibri" w:hAnsi="Arial" w:cs="Arial"/>
        </w:rPr>
        <w:lastRenderedPageBreak/>
        <w:t xml:space="preserve">che in capo all’operatore che rappresento/tano sussistono i requisiti </w:t>
      </w:r>
      <w:r w:rsidRPr="0089375F">
        <w:rPr>
          <w:rFonts w:ascii="Arial" w:hAnsi="Arial" w:cs="Arial"/>
        </w:rPr>
        <w:t>tecnico economici di cui al punto 5 lettera b.2), dell’avviso ed, in particolare, di aver espletato negli ultimi cinque anni dalla data di pubblicazione del presente avviso (2013-2014-2015-2016-2017) la progettazione di almeno 1 allestimento museale, come meglio specificato all’allegata Tabella A;</w:t>
      </w:r>
    </w:p>
    <w:p w14:paraId="0E4FB1B9" w14:textId="1814B512" w:rsidR="0089375F" w:rsidRPr="008A5F3D" w:rsidRDefault="0089375F" w:rsidP="008A5F3D">
      <w:pPr>
        <w:pStyle w:val="Paragrafoelenco"/>
        <w:numPr>
          <w:ilvl w:val="0"/>
          <w:numId w:val="25"/>
        </w:numPr>
        <w:tabs>
          <w:tab w:val="left" w:pos="9781"/>
        </w:tabs>
        <w:spacing w:line="360" w:lineRule="auto"/>
        <w:ind w:right="142"/>
        <w:jc w:val="both"/>
        <w:rPr>
          <w:rFonts w:ascii="Arial" w:eastAsia="Calibri" w:hAnsi="Arial" w:cs="Arial"/>
        </w:rPr>
      </w:pPr>
      <w:r w:rsidRPr="008A5F3D">
        <w:rPr>
          <w:rFonts w:ascii="Arial" w:eastAsia="Calibri" w:hAnsi="Arial" w:cs="Arial"/>
        </w:rPr>
        <w:t>che in capo all’operatore che rappresento/tano sussistono i requisiti tecnico economici di cui al punto 5 lettera b.2), punto i) dell’avviso ed, in particolare, aver espletato negli ultimi cinque anni dalla data di pubblicazione del presente avviso (2013-2014-2015-2016-2017) la direzione dell’esecuzione di almeno n.1 allestimento museale, d come meglio specificato all’allegata Tabella B;</w:t>
      </w:r>
    </w:p>
    <w:p w14:paraId="2261AEBF" w14:textId="7CB16464" w:rsidR="0089375F" w:rsidRPr="00856257" w:rsidRDefault="0089375F" w:rsidP="008A5F3D">
      <w:pPr>
        <w:pStyle w:val="Paragrafoelenco"/>
        <w:numPr>
          <w:ilvl w:val="0"/>
          <w:numId w:val="25"/>
        </w:numPr>
        <w:tabs>
          <w:tab w:val="left" w:pos="9781"/>
        </w:tabs>
        <w:spacing w:line="360" w:lineRule="auto"/>
        <w:ind w:right="142"/>
        <w:jc w:val="both"/>
        <w:rPr>
          <w:rFonts w:ascii="Arial" w:eastAsia="Calibri" w:hAnsi="Arial" w:cs="Arial"/>
        </w:rPr>
      </w:pPr>
      <w:r w:rsidRPr="00676DDF">
        <w:rPr>
          <w:rFonts w:ascii="Arial" w:eastAsia="Calibri" w:hAnsi="Arial" w:cs="Arial"/>
        </w:rPr>
        <w:t>che la persona fisica che svolgerà il servizio</w:t>
      </w:r>
      <w:r w:rsidR="000D2066" w:rsidRPr="00676DDF">
        <w:rPr>
          <w:rFonts w:ascii="Arial" w:eastAsia="Calibri" w:hAnsi="Arial" w:cs="Arial"/>
        </w:rPr>
        <w:t xml:space="preserve"> (anche quale eventuale capofila del team di progetto)</w:t>
      </w:r>
      <w:r w:rsidRPr="00676DDF">
        <w:rPr>
          <w:rFonts w:ascii="Arial" w:eastAsia="Calibri" w:hAnsi="Arial" w:cs="Arial"/>
        </w:rPr>
        <w:t xml:space="preserve"> è in possesso dei requisiti di cui all’avviso in oggetto ed, in particolare, risulta iscritto all’Albo __________________________________________, al n. _____ dalla data del </w:t>
      </w:r>
      <w:r w:rsidRPr="00856257">
        <w:rPr>
          <w:rFonts w:ascii="Arial" w:eastAsia="Calibri" w:hAnsi="Arial" w:cs="Arial"/>
        </w:rPr>
        <w:t>_____________;</w:t>
      </w:r>
      <w:r w:rsidR="005206F1" w:rsidRPr="00856257">
        <w:rPr>
          <w:rFonts w:ascii="Arial" w:eastAsia="Calibri" w:hAnsi="Arial" w:cs="Arial"/>
        </w:rPr>
        <w:t xml:space="preserve"> (</w:t>
      </w:r>
      <w:r w:rsidR="005206F1" w:rsidRPr="00856257">
        <w:rPr>
          <w:rFonts w:ascii="Arial" w:eastAsia="Calibri" w:hAnsi="Arial" w:cs="Arial"/>
          <w:i/>
        </w:rPr>
        <w:t>in caso di nominativo diverso per le attività opzionali ripetere i dati</w:t>
      </w:r>
      <w:r w:rsidR="005206F1" w:rsidRPr="00856257">
        <w:rPr>
          <w:rFonts w:ascii="Arial" w:eastAsia="Calibri" w:hAnsi="Arial" w:cs="Arial"/>
        </w:rPr>
        <w:t>);</w:t>
      </w:r>
    </w:p>
    <w:p w14:paraId="18799321" w14:textId="2044EFC7" w:rsidR="0089375F" w:rsidRPr="008A5F3D" w:rsidRDefault="0089375F" w:rsidP="00856257">
      <w:pPr>
        <w:pStyle w:val="Paragrafoelenco"/>
        <w:numPr>
          <w:ilvl w:val="0"/>
          <w:numId w:val="25"/>
        </w:numPr>
        <w:tabs>
          <w:tab w:val="num" w:pos="1134"/>
          <w:tab w:val="left" w:pos="9781"/>
        </w:tabs>
        <w:spacing w:line="360" w:lineRule="auto"/>
        <w:ind w:right="142"/>
        <w:jc w:val="both"/>
        <w:rPr>
          <w:rFonts w:ascii="Arial" w:eastAsia="Calibri" w:hAnsi="Arial" w:cs="Arial"/>
        </w:rPr>
      </w:pPr>
      <w:r w:rsidRPr="008A5F3D">
        <w:rPr>
          <w:rFonts w:ascii="Arial" w:eastAsia="Calibri" w:hAnsi="Arial" w:cs="Arial"/>
        </w:rPr>
        <w:t>in base all’informativa sulla tutela dei dati personali (Legge 196/2003), di acconsentire al trattamento degli stessi, limitatamente agli scopi per cui vengono forniti; di aver preso visione dell’allegata “Informativa agli interessati” resa ai sensi dell'art. 13 del Regolamento UE 679/2016 – Regolamento Generale sulla Protezione dei Dati allegata ed acconsentire al trattamento dei dati personali per quanto ivi indicato;</w:t>
      </w:r>
    </w:p>
    <w:p w14:paraId="0B0E263E" w14:textId="34623141" w:rsidR="0089375F" w:rsidRPr="008A5F3D" w:rsidRDefault="0089375F" w:rsidP="008A5F3D">
      <w:pPr>
        <w:pStyle w:val="Paragrafoelenco"/>
        <w:numPr>
          <w:ilvl w:val="0"/>
          <w:numId w:val="25"/>
        </w:numPr>
        <w:tabs>
          <w:tab w:val="left" w:pos="9781"/>
        </w:tabs>
        <w:spacing w:line="360" w:lineRule="auto"/>
        <w:ind w:right="142"/>
        <w:jc w:val="both"/>
        <w:rPr>
          <w:rFonts w:ascii="Arial" w:eastAsia="Calibri" w:hAnsi="Arial" w:cs="Arial"/>
        </w:rPr>
      </w:pPr>
      <w:r w:rsidRPr="008A5F3D">
        <w:rPr>
          <w:rFonts w:ascii="Arial" w:eastAsia="Calibri" w:hAnsi="Arial" w:cs="Arial"/>
        </w:rPr>
        <w:t>che l’indirizzo PEC, al quale potranno esse fatte tutte le comunicazioni inerenti alla procedura senza successivo invio postale, è il seguente (</w:t>
      </w:r>
      <w:r w:rsidRPr="005206F1">
        <w:rPr>
          <w:rFonts w:ascii="Arial" w:eastAsia="Calibri" w:hAnsi="Arial" w:cs="Arial"/>
        </w:rPr>
        <w:t>in caso di RTI, indicare l’indirizzo PEC del mandatario</w:t>
      </w:r>
      <w:r w:rsidRPr="008A5F3D">
        <w:rPr>
          <w:rFonts w:ascii="Arial" w:eastAsia="Calibri" w:hAnsi="Arial" w:cs="Arial"/>
        </w:rPr>
        <w:t>): ______________________________</w:t>
      </w:r>
    </w:p>
    <w:p w14:paraId="6B647016" w14:textId="77777777" w:rsidR="005C537F" w:rsidRPr="000A167D" w:rsidRDefault="005C537F" w:rsidP="005C537F">
      <w:pPr>
        <w:tabs>
          <w:tab w:val="left" w:pos="2410"/>
        </w:tabs>
        <w:spacing w:after="120" w:line="360" w:lineRule="auto"/>
        <w:jc w:val="center"/>
        <w:rPr>
          <w:rFonts w:ascii="Arial" w:hAnsi="Arial" w:cs="Arial"/>
          <w:b/>
          <w:highlight w:val="yellow"/>
        </w:rPr>
      </w:pPr>
    </w:p>
    <w:p w14:paraId="072CE412" w14:textId="77777777" w:rsidR="005C537F" w:rsidRPr="00792209" w:rsidRDefault="005C537F" w:rsidP="005C537F">
      <w:pPr>
        <w:tabs>
          <w:tab w:val="left" w:pos="2410"/>
        </w:tabs>
        <w:spacing w:after="120" w:line="360" w:lineRule="auto"/>
        <w:jc w:val="both"/>
        <w:rPr>
          <w:rFonts w:ascii="Arial" w:hAnsi="Arial" w:cs="Arial"/>
        </w:rPr>
      </w:pPr>
      <w:r w:rsidRPr="00792209">
        <w:rPr>
          <w:rFonts w:ascii="Arial" w:hAnsi="Arial" w:cs="Arial"/>
        </w:rPr>
        <w:t>___________________, lì ____________________ (data)</w:t>
      </w:r>
    </w:p>
    <w:p w14:paraId="6036458D" w14:textId="77777777" w:rsidR="005C537F" w:rsidRPr="00792209" w:rsidRDefault="005C537F" w:rsidP="005C537F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</w:rPr>
      </w:pPr>
      <w:r w:rsidRPr="00792209">
        <w:rPr>
          <w:rFonts w:ascii="Arial" w:hAnsi="Arial" w:cs="Arial"/>
        </w:rPr>
        <w:t>Timbro della Società e firma del titolate/legale rappresentante/procuratore (</w:t>
      </w:r>
      <w:r w:rsidRPr="00792209">
        <w:rPr>
          <w:rStyle w:val="Rimandonotaapidipagina"/>
          <w:rFonts w:ascii="Arial" w:hAnsi="Arial" w:cs="Arial"/>
        </w:rPr>
        <w:footnoteReference w:id="2"/>
      </w:r>
      <w:r w:rsidRPr="00792209">
        <w:rPr>
          <w:rFonts w:ascii="Arial" w:hAnsi="Arial" w:cs="Arial"/>
        </w:rPr>
        <w:t>)</w:t>
      </w:r>
      <w:r w:rsidRPr="00792209">
        <w:rPr>
          <w:rFonts w:ascii="Arial" w:hAnsi="Arial" w:cs="Arial"/>
        </w:rPr>
        <w:tab/>
      </w:r>
      <w:r w:rsidRPr="00792209">
        <w:rPr>
          <w:rFonts w:ascii="Arial" w:hAnsi="Arial" w:cs="Arial"/>
        </w:rPr>
        <w:tab/>
        <w:t>_________________________________</w:t>
      </w:r>
    </w:p>
    <w:p w14:paraId="1D172936" w14:textId="77777777" w:rsidR="005C537F" w:rsidRPr="00792209" w:rsidRDefault="005C537F" w:rsidP="005C537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792209">
        <w:rPr>
          <w:rFonts w:ascii="Arial" w:hAnsi="Arial" w:cs="Arial"/>
          <w:b/>
          <w:color w:val="000000"/>
        </w:rPr>
        <w:t>N.B.:</w:t>
      </w:r>
      <w:r w:rsidRPr="00792209">
        <w:rPr>
          <w:rFonts w:ascii="Arial" w:hAnsi="Arial" w:cs="Arial"/>
          <w:color w:val="000000"/>
        </w:rPr>
        <w:t xml:space="preserve"> In caso di raggruppamento temporaneo di concorrenti o consorzio ordinario di concorrenti o aggregazione di imprese di rete o GEIE, </w:t>
      </w:r>
      <w:r w:rsidRPr="00792209">
        <w:rPr>
          <w:rFonts w:ascii="Arial" w:hAnsi="Arial" w:cs="Arial"/>
          <w:color w:val="000000"/>
          <w:u w:val="single"/>
        </w:rPr>
        <w:t>non ancora costituiti</w:t>
      </w:r>
      <w:r w:rsidRPr="00792209">
        <w:rPr>
          <w:rFonts w:ascii="Arial" w:hAnsi="Arial" w:cs="Arial"/>
          <w:color w:val="000000"/>
        </w:rPr>
        <w:t>, la presente istanza e le relative dichiarazioni dovranno essere sottoscritte dai rappresentanti di ciascun soggetto del RTI/consorzio/aggregazione di imprese/GEIE</w:t>
      </w:r>
    </w:p>
    <w:p w14:paraId="1C94C12E" w14:textId="77777777" w:rsidR="005C537F" w:rsidRPr="00792209" w:rsidRDefault="005C537F" w:rsidP="005C537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1C3BCE8" w14:textId="77777777" w:rsidR="005C537F" w:rsidRPr="00792209" w:rsidRDefault="005C537F" w:rsidP="005C537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D32D6CB" w14:textId="77777777" w:rsidR="005C537F" w:rsidRPr="00792209" w:rsidRDefault="005C537F" w:rsidP="005C537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792209">
        <w:rPr>
          <w:rFonts w:ascii="Arial" w:hAnsi="Arial" w:cs="Arial"/>
          <w:color w:val="000000"/>
        </w:rPr>
        <w:lastRenderedPageBreak/>
        <w:t>firma _____________________________ per lo/la studio/società _________________________________________</w:t>
      </w:r>
    </w:p>
    <w:p w14:paraId="4266DA4D" w14:textId="77777777" w:rsidR="005C537F" w:rsidRPr="00792209" w:rsidRDefault="005C537F" w:rsidP="005C537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</w:rPr>
      </w:pPr>
      <w:r w:rsidRPr="00792209">
        <w:rPr>
          <w:rFonts w:ascii="Arial" w:hAnsi="Arial" w:cs="Arial"/>
          <w:iCs/>
          <w:color w:val="000000"/>
        </w:rPr>
        <w:t>(timbro e firma leggibile)</w:t>
      </w:r>
    </w:p>
    <w:p w14:paraId="7ED18A6B" w14:textId="77777777" w:rsidR="005C537F" w:rsidRPr="00792209" w:rsidRDefault="005C537F" w:rsidP="005C537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</w:rPr>
      </w:pPr>
    </w:p>
    <w:p w14:paraId="47B831E4" w14:textId="77777777" w:rsidR="005C537F" w:rsidRPr="00792209" w:rsidRDefault="005C537F" w:rsidP="005C537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792209">
        <w:rPr>
          <w:rFonts w:ascii="Arial" w:hAnsi="Arial" w:cs="Arial"/>
          <w:color w:val="000000"/>
        </w:rPr>
        <w:t>firma _____________________________ per lo/la studio/società _________________________________________</w:t>
      </w:r>
    </w:p>
    <w:p w14:paraId="005EDDF6" w14:textId="77777777" w:rsidR="005C537F" w:rsidRPr="00792209" w:rsidRDefault="005C537F" w:rsidP="005C537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</w:rPr>
      </w:pPr>
      <w:r w:rsidRPr="00792209">
        <w:rPr>
          <w:rFonts w:ascii="Arial" w:hAnsi="Arial" w:cs="Arial"/>
          <w:iCs/>
          <w:color w:val="000000"/>
        </w:rPr>
        <w:t>(timbro e firma leggibile)</w:t>
      </w:r>
    </w:p>
    <w:p w14:paraId="47053556" w14:textId="77777777" w:rsidR="00514ECC" w:rsidRPr="00565F3A" w:rsidRDefault="00514ECC" w:rsidP="001F143E">
      <w:pPr>
        <w:spacing w:after="120"/>
        <w:jc w:val="both"/>
        <w:rPr>
          <w:rFonts w:ascii="Arial" w:hAnsi="Arial" w:cs="Arial"/>
        </w:rPr>
      </w:pPr>
    </w:p>
    <w:p w14:paraId="2DDBF2D8" w14:textId="3F684CFC" w:rsidR="00514ECC" w:rsidRPr="00565F3A" w:rsidRDefault="00514ECC" w:rsidP="001F143E">
      <w:pPr>
        <w:spacing w:after="120"/>
        <w:jc w:val="both"/>
        <w:rPr>
          <w:rFonts w:ascii="Arial" w:hAnsi="Arial" w:cs="Arial"/>
          <w:i/>
          <w:sz w:val="20"/>
          <w:szCs w:val="20"/>
        </w:rPr>
      </w:pPr>
    </w:p>
    <w:p w14:paraId="5E4C8FDD" w14:textId="77777777" w:rsidR="009E2019" w:rsidRDefault="009E2019" w:rsidP="001F143E">
      <w:pPr>
        <w:spacing w:after="120"/>
        <w:jc w:val="both"/>
        <w:rPr>
          <w:rFonts w:ascii="Arial" w:hAnsi="Arial" w:cs="Arial"/>
        </w:rPr>
        <w:sectPr w:rsidR="009E2019" w:rsidSect="00482EC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568" w:right="1134" w:bottom="1134" w:left="1134" w:header="567" w:footer="982" w:gutter="0"/>
          <w:cols w:space="708"/>
          <w:docGrid w:linePitch="360"/>
        </w:sectPr>
      </w:pPr>
    </w:p>
    <w:p w14:paraId="2E57FEDC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Informativa agli interessati</w:t>
      </w:r>
    </w:p>
    <w:p w14:paraId="00D916A4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23464774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Questa informativa è resa ai sensi dell’art. 13 del Regolamento 679/2016 (RGPD) che si applica dal 25/05/2018.</w:t>
      </w:r>
    </w:p>
    <w:p w14:paraId="5A2FF79F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7D3B62DE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TITOLARE DEL TRATTAMENTO</w:t>
      </w:r>
      <w:r>
        <w:rPr>
          <w:rFonts w:ascii="Arial" w:hAnsi="Arial" w:cs="Arial"/>
        </w:rPr>
        <w:t>:</w:t>
      </w:r>
    </w:p>
    <w:p w14:paraId="6A4CC78C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Titolare del trattamento è il soggetto nei cui confronti l’interessato può esercitare i suoi diritti e cui sono imputabili le scelte di fondo sulle finalità e modalità del trattamento: </w:t>
      </w:r>
      <w:r>
        <w:rPr>
          <w:rFonts w:ascii="Arial" w:hAnsi="Arial" w:cs="Arial"/>
          <w:bCs/>
        </w:rPr>
        <w:t>Infrastrutture Recupero Energia Agenzia Regionale Ligure – I.R.E. S.p.A.</w:t>
      </w:r>
      <w:r>
        <w:rPr>
          <w:rFonts w:ascii="Arial" w:hAnsi="Arial" w:cs="Arial"/>
        </w:rPr>
        <w:t>, via Peschiera, 16 - 16122 Genova, tel. centralino +39.010.548.8446, posta elettronica certificata</w:t>
      </w:r>
      <w:r>
        <w:rPr>
          <w:rFonts w:ascii="Arial" w:hAnsi="Arial" w:cs="Arial"/>
          <w:bCs/>
        </w:rPr>
        <w:t>:</w:t>
      </w:r>
      <w:r w:rsidRPr="00676DDF">
        <w:rPr>
          <w:rFonts w:ascii="Arial" w:hAnsi="Arial" w:cs="Arial"/>
        </w:rPr>
        <w:t xml:space="preserve"> </w:t>
      </w:r>
      <w:hyperlink r:id="rId13" w:history="1">
        <w:r>
          <w:rPr>
            <w:rStyle w:val="Collegamentoipertestuale"/>
            <w:rFonts w:ascii="Arial" w:hAnsi="Arial" w:cs="Arial"/>
            <w:bCs/>
            <w:iCs/>
          </w:rPr>
          <w:t>irespa@legalmail.it</w:t>
        </w:r>
      </w:hyperlink>
      <w:r>
        <w:rPr>
          <w:rFonts w:ascii="Arial" w:hAnsi="Arial" w:cs="Arial"/>
          <w:b/>
          <w:bCs/>
        </w:rPr>
        <w:t xml:space="preserve">, </w:t>
      </w:r>
      <w:r>
        <w:rPr>
          <w:rFonts w:ascii="Arial" w:hAnsi="Arial" w:cs="Arial"/>
        </w:rPr>
        <w:t xml:space="preserve">sito web: </w:t>
      </w:r>
      <w:hyperlink r:id="rId14" w:history="1">
        <w:r>
          <w:rPr>
            <w:rStyle w:val="Collegamentoipertestuale"/>
            <w:rFonts w:ascii="Arial" w:hAnsi="Arial" w:cs="Arial"/>
            <w:bCs/>
            <w:iCs/>
          </w:rPr>
          <w:t>www.ireliguria.it</w:t>
        </w:r>
      </w:hyperlink>
      <w:r>
        <w:rPr>
          <w:rFonts w:ascii="Arial" w:hAnsi="Arial" w:cs="Arial"/>
          <w:bCs/>
          <w:iCs/>
          <w:u w:val="single"/>
        </w:rPr>
        <w:t>.</w:t>
      </w:r>
    </w:p>
    <w:p w14:paraId="1E902B17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u w:val="single"/>
        </w:rPr>
      </w:pPr>
    </w:p>
    <w:p w14:paraId="1BD1D40B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5BC076CC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RESPONSABILE DELLA PROTEZIONE DEI DATI</w:t>
      </w:r>
    </w:p>
    <w:p w14:paraId="019A50EC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Responsabile per la protezione dei dati personali è Liguria Digitale S.p.A. Parco Scientifico e Tecnologico di Genova – Via </w:t>
      </w:r>
      <w:proofErr w:type="spellStart"/>
      <w:r>
        <w:rPr>
          <w:rFonts w:ascii="Arial" w:hAnsi="Arial" w:cs="Arial"/>
        </w:rPr>
        <w:t>Melen</w:t>
      </w:r>
      <w:proofErr w:type="spellEnd"/>
      <w:r>
        <w:rPr>
          <w:rFonts w:ascii="Arial" w:hAnsi="Arial" w:cs="Arial"/>
        </w:rPr>
        <w:t xml:space="preserve"> 77, 16152 Genova, a cui è possibile fare riferimento per avere informazioni rispetto al trattamento dei propri dati personali e al rispetto della propria privacy, come indicato all’interno del Regolamento europeo nei Diritti dell’interessato, ai seguenti recapiti: </w:t>
      </w:r>
    </w:p>
    <w:p w14:paraId="181F14ED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centralino: +39 01065451 </w:t>
      </w:r>
    </w:p>
    <w:p w14:paraId="7B727B7F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e-mail: </w:t>
      </w:r>
      <w:hyperlink r:id="rId15" w:history="1">
        <w:r>
          <w:rPr>
            <w:rStyle w:val="Collegamentoipertestuale"/>
            <w:rFonts w:ascii="Arial" w:hAnsi="Arial" w:cs="Arial"/>
          </w:rPr>
          <w:t>privacyweb@liguriadigitale.it</w:t>
        </w:r>
      </w:hyperlink>
      <w:r>
        <w:rPr>
          <w:rFonts w:ascii="Arial" w:hAnsi="Arial" w:cs="Arial"/>
        </w:rPr>
        <w:t xml:space="preserve"> </w:t>
      </w:r>
    </w:p>
    <w:p w14:paraId="71F8B3B4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posta certificata (PEC): </w:t>
      </w:r>
      <w:hyperlink r:id="rId16" w:history="1">
        <w:r>
          <w:rPr>
            <w:rStyle w:val="Collegamentoipertestuale"/>
            <w:rFonts w:ascii="Arial" w:hAnsi="Arial" w:cs="Arial"/>
          </w:rPr>
          <w:t>protocollo@pec.liguriadigitale.it</w:t>
        </w:r>
      </w:hyperlink>
    </w:p>
    <w:p w14:paraId="6D12ECA9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u w:val="single"/>
        </w:rPr>
      </w:pPr>
    </w:p>
    <w:p w14:paraId="0A0DFB5F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FINALITA’ DEL TRATTAMENTO DEI DATI</w:t>
      </w:r>
    </w:p>
    <w:p w14:paraId="5571153F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I dati personali sono raccolti in funzione e per le finalità delle seguenti procedure:</w:t>
      </w:r>
    </w:p>
    <w:p w14:paraId="6E48F264" w14:textId="77777777" w:rsidR="009E2019" w:rsidRDefault="009E2019" w:rsidP="009E2019">
      <w:pPr>
        <w:numPr>
          <w:ilvl w:val="0"/>
          <w:numId w:val="26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per l’affidamento dell’appalto, di cui alla determinazione di apertura del procedimento, nonché, con riferimento all’aggiudicatario;</w:t>
      </w:r>
    </w:p>
    <w:p w14:paraId="7F87E4BB" w14:textId="77777777" w:rsidR="009E2019" w:rsidRDefault="009E2019" w:rsidP="009E2019">
      <w:pPr>
        <w:numPr>
          <w:ilvl w:val="0"/>
          <w:numId w:val="26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per l’affidamento dell’incarico di prestazione professionale;</w:t>
      </w:r>
    </w:p>
    <w:p w14:paraId="1B5EC442" w14:textId="77777777" w:rsidR="009E2019" w:rsidRDefault="009E2019" w:rsidP="009E2019">
      <w:pPr>
        <w:numPr>
          <w:ilvl w:val="0"/>
          <w:numId w:val="26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per la stipula e l’esecuzione del contratto di appalto o di prestazione professionale, con i connessi adempimenti amministrativi e contabili.</w:t>
      </w:r>
    </w:p>
    <w:p w14:paraId="1D9BE83A" w14:textId="77777777" w:rsidR="009E2019" w:rsidRDefault="009E2019" w:rsidP="009E2019">
      <w:pPr>
        <w:numPr>
          <w:ilvl w:val="0"/>
          <w:numId w:val="26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0128C128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BASE GIURIDICA DEL TRATTAMENTO</w:t>
      </w:r>
    </w:p>
    <w:p w14:paraId="1386C4F8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ll</w:t>
      </w:r>
      <w:proofErr w:type="spellEnd"/>
      <w:r>
        <w:rPr>
          <w:rFonts w:ascii="Arial" w:hAnsi="Arial" w:cs="Arial"/>
        </w:rPr>
        <w:t xml:space="preserve"> trattamento dei dati personali si fonda sulle seguenti basi giuridiche:</w:t>
      </w:r>
    </w:p>
    <w:p w14:paraId="343F22BB" w14:textId="77777777" w:rsidR="009E2019" w:rsidRDefault="009E2019" w:rsidP="009E2019">
      <w:pPr>
        <w:numPr>
          <w:ilvl w:val="0"/>
          <w:numId w:val="27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necessità del trattamento ai fini della stipula e dell'esecuzione del contratto, ovvero ai fini dell'esecuzione di misure precontrattuali adottate su richiesta dell’interessato (art. 6 par. 1 </w:t>
      </w:r>
      <w:proofErr w:type="spellStart"/>
      <w:r>
        <w:rPr>
          <w:rFonts w:ascii="Arial" w:hAnsi="Arial" w:cs="Arial"/>
        </w:rPr>
        <w:t>lett</w:t>
      </w:r>
      <w:proofErr w:type="spellEnd"/>
      <w:r>
        <w:rPr>
          <w:rFonts w:ascii="Arial" w:hAnsi="Arial" w:cs="Arial"/>
        </w:rPr>
        <w:t>. b GDPR);</w:t>
      </w:r>
    </w:p>
    <w:p w14:paraId="75242D98" w14:textId="77777777" w:rsidR="009E2019" w:rsidRDefault="009E2019" w:rsidP="009E2019">
      <w:pPr>
        <w:numPr>
          <w:ilvl w:val="0"/>
          <w:numId w:val="27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necessità del trattamento per adempiere obblighi giuridici a cui è soggetto il titolare del trattamento (art. 6 par. 1 </w:t>
      </w:r>
      <w:proofErr w:type="spellStart"/>
      <w:r>
        <w:rPr>
          <w:rFonts w:ascii="Arial" w:hAnsi="Arial" w:cs="Arial"/>
        </w:rPr>
        <w:t>lett</w:t>
      </w:r>
      <w:proofErr w:type="spellEnd"/>
      <w:r>
        <w:rPr>
          <w:rFonts w:ascii="Arial" w:hAnsi="Arial" w:cs="Arial"/>
        </w:rPr>
        <w:t>. c GDPR); ad esempio, adempimento di obblighi di legge, regolamento o contratto, esecuzione di provvedimenti dell’autorità giudiziaria o amministrativa;</w:t>
      </w:r>
    </w:p>
    <w:p w14:paraId="07F6179F" w14:textId="77777777" w:rsidR="009E2019" w:rsidRDefault="009E2019" w:rsidP="009E2019">
      <w:pPr>
        <w:numPr>
          <w:ilvl w:val="0"/>
          <w:numId w:val="27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necessità del trattamento per l'esecuzione di un compito di interesse pubblico o connesso all'esercizio di pubblici poteri di cui è investito il titolare del trattamento; in particolare per la gestione della procedura ad evidenza pubblica finalizzata alla selezione del contraente (art. 6 par. 1 </w:t>
      </w:r>
      <w:proofErr w:type="spellStart"/>
      <w:r>
        <w:rPr>
          <w:rFonts w:ascii="Arial" w:hAnsi="Arial" w:cs="Arial"/>
        </w:rPr>
        <w:t>lett</w:t>
      </w:r>
      <w:proofErr w:type="spellEnd"/>
      <w:r>
        <w:rPr>
          <w:rFonts w:ascii="Arial" w:hAnsi="Arial" w:cs="Arial"/>
        </w:rPr>
        <w:t>. e GDPR).</w:t>
      </w:r>
    </w:p>
    <w:p w14:paraId="06F4E025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I dati giudiziari sono oggetto di trattamento ai fini della verifica dell’assenza di cause di esclusione ex art. 80 D.Lgs. n. 50/2016, in conformità alle previsioni di cui al codice appalti (D.Lgs. n. 50/2016) e al D.P.R. n. 445/2000.</w:t>
      </w:r>
    </w:p>
    <w:p w14:paraId="7B479373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</w:p>
    <w:p w14:paraId="03F0A2D5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</w:p>
    <w:p w14:paraId="41A38930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DESTINATARI DEI DATI</w:t>
      </w:r>
    </w:p>
    <w:p w14:paraId="39D2DF0A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seguenti soggetti riceveranno i dati personali in qualità di destinatari (art. 4 punto 9): </w:t>
      </w:r>
    </w:p>
    <w:p w14:paraId="69C34BFC" w14:textId="77777777" w:rsidR="009E2019" w:rsidRDefault="009E2019" w:rsidP="009E2019">
      <w:pPr>
        <w:numPr>
          <w:ilvl w:val="0"/>
          <w:numId w:val="2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Liguria Digitale S.p.A., Parco Scientifico e Tecnologico di Genova - Via </w:t>
      </w:r>
      <w:proofErr w:type="spellStart"/>
      <w:r>
        <w:rPr>
          <w:rFonts w:ascii="Arial" w:hAnsi="Arial" w:cs="Arial"/>
        </w:rPr>
        <w:t>Melen</w:t>
      </w:r>
      <w:proofErr w:type="spellEnd"/>
      <w:r>
        <w:rPr>
          <w:rFonts w:ascii="Arial" w:hAnsi="Arial" w:cs="Arial"/>
        </w:rPr>
        <w:t xml:space="preserve"> 77, 16152 Genova, Telefono: 010 - 65451 Fax: 010 – 6545422 e-mail: </w:t>
      </w:r>
      <w:hyperlink r:id="rId17" w:history="1">
        <w:r>
          <w:rPr>
            <w:rStyle w:val="Collegamentoipertestuale"/>
            <w:rFonts w:ascii="Arial" w:hAnsi="Arial" w:cs="Arial"/>
          </w:rPr>
          <w:t>info@liguriadigitale.it</w:t>
        </w:r>
      </w:hyperlink>
      <w:r>
        <w:rPr>
          <w:rFonts w:ascii="Arial" w:hAnsi="Arial" w:cs="Arial"/>
        </w:rPr>
        <w:t xml:space="preserve">; posta certificata </w:t>
      </w:r>
      <w:hyperlink r:id="rId18" w:history="1">
        <w:r>
          <w:rPr>
            <w:rStyle w:val="Collegamentoipertestuale"/>
            <w:rFonts w:ascii="Arial" w:hAnsi="Arial" w:cs="Arial"/>
          </w:rPr>
          <w:t>protocollo@pec.liguriadigitale.it</w:t>
        </w:r>
      </w:hyperlink>
      <w:r>
        <w:rPr>
          <w:rFonts w:ascii="Arial" w:hAnsi="Arial" w:cs="Arial"/>
        </w:rPr>
        <w:t>, quale Responsabile del Trattamento incaricato della manutenzione del sistema informative;</w:t>
      </w:r>
    </w:p>
    <w:p w14:paraId="0446FC16" w14:textId="77777777" w:rsidR="009E2019" w:rsidRDefault="009E2019" w:rsidP="009E2019">
      <w:pPr>
        <w:numPr>
          <w:ilvl w:val="0"/>
          <w:numId w:val="2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Autorità Nazionale Anticorruzione (A.N.AC.) per ottemperare ad obblighi normativi;</w:t>
      </w:r>
    </w:p>
    <w:p w14:paraId="32417CEF" w14:textId="77777777" w:rsidR="009E2019" w:rsidRDefault="009E2019" w:rsidP="009E2019">
      <w:pPr>
        <w:numPr>
          <w:ilvl w:val="0"/>
          <w:numId w:val="2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Autorità preposte alle attività ispettive e di verifica fiscale ed amministrativa; </w:t>
      </w:r>
    </w:p>
    <w:p w14:paraId="1562A55C" w14:textId="77777777" w:rsidR="009E2019" w:rsidRDefault="009E2019" w:rsidP="009E2019">
      <w:pPr>
        <w:numPr>
          <w:ilvl w:val="0"/>
          <w:numId w:val="2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Autorità giudiziaria o polizia giudiziaria, nei casi previsti dalla legge;</w:t>
      </w:r>
    </w:p>
    <w:p w14:paraId="046E674F" w14:textId="77777777" w:rsidR="009E2019" w:rsidRDefault="009E2019" w:rsidP="009E2019">
      <w:pPr>
        <w:numPr>
          <w:ilvl w:val="0"/>
          <w:numId w:val="2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Enti previdenziali ed assistenziali per ottemperare ad obblighi normativi;</w:t>
      </w:r>
    </w:p>
    <w:p w14:paraId="1A7DED9C" w14:textId="77777777" w:rsidR="009E2019" w:rsidRDefault="009E2019" w:rsidP="009E2019">
      <w:pPr>
        <w:numPr>
          <w:ilvl w:val="0"/>
          <w:numId w:val="2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Organi di controllo (a titolo esemplificativo: Agenzia delle Entrate, Revisore Legale dei conti, collegio sindacale ecc..) per ottemperare agli obblighi normativi;</w:t>
      </w:r>
    </w:p>
    <w:p w14:paraId="6C113E14" w14:textId="77777777" w:rsidR="009E2019" w:rsidRDefault="009E2019" w:rsidP="009E2019">
      <w:pPr>
        <w:numPr>
          <w:ilvl w:val="0"/>
          <w:numId w:val="2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Banche ed istituti di credito per il pagamento tramite accredito;</w:t>
      </w:r>
    </w:p>
    <w:p w14:paraId="6C877F3F" w14:textId="77777777" w:rsidR="009E2019" w:rsidRDefault="009E2019" w:rsidP="009E2019">
      <w:pPr>
        <w:numPr>
          <w:ilvl w:val="0"/>
          <w:numId w:val="2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Professionisti incaricati da IRE per adempiere alla normativa vigente e agli obblighi contrattuali con l’interessato;</w:t>
      </w:r>
    </w:p>
    <w:p w14:paraId="25298900" w14:textId="77777777" w:rsidR="009E2019" w:rsidRDefault="009E2019" w:rsidP="009E2019">
      <w:pPr>
        <w:numPr>
          <w:ilvl w:val="0"/>
          <w:numId w:val="2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Gli incaricati di IRE;</w:t>
      </w:r>
    </w:p>
    <w:p w14:paraId="45799B3E" w14:textId="77777777" w:rsidR="009E2019" w:rsidRDefault="009E2019" w:rsidP="009E2019">
      <w:pPr>
        <w:numPr>
          <w:ilvl w:val="0"/>
          <w:numId w:val="2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Ogni altro soggetto pubblico o privato nei casi previsti dal diritto dell’Unione o dello Stato italiano.</w:t>
      </w:r>
    </w:p>
    <w:p w14:paraId="654575FC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34CC23EE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ULTERIORI INFORMAZIONI FORNITE AGLI INTERESSATI</w:t>
      </w:r>
    </w:p>
    <w:p w14:paraId="168B4412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Ulteriori informazioni fornite all’interessato (riferimento comma 2, articolo 13 del Regolamento 679/2016)</w:t>
      </w:r>
    </w:p>
    <w:p w14:paraId="77BF1B83" w14:textId="77777777" w:rsidR="009E2019" w:rsidRDefault="009E2019" w:rsidP="009E2019">
      <w:pPr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Con riferimento all’appaltatore, i dati personali sono conservati per tutta la durata del contratto di appalto e per i successivi dieci anni dalla data della cessazione del rapporto contrattuale. I dati personali possono essere conservati per un periodo maggiore, qualora se ne ponga la necessità per una legittima finalità, quale la difesa, anche giudiziale, dei diritti del Titolare; in tal caso i dati personali saranno conservati per tutto il tempo necessario al conseguimento di tale finalità.</w:t>
      </w:r>
    </w:p>
    <w:p w14:paraId="798F5A89" w14:textId="77777777" w:rsidR="009E2019" w:rsidRDefault="009E2019" w:rsidP="009E2019">
      <w:pPr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La diffusione dei dati si limita alla pubblicazione sul sito web del Titolare nella sezione "Società trasparente", dei dati richiesti dalla normativa in materia di Trasparenza ed Anticorruzione.</w:t>
      </w:r>
    </w:p>
    <w:p w14:paraId="0B9133FB" w14:textId="77777777" w:rsidR="009E2019" w:rsidRDefault="009E2019" w:rsidP="009E2019">
      <w:pPr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L’interessato può esercitare il proprio diritto di richiedere al titolare del trattamento l'accesso ai dati personali e la rettifica o la cancellazione degli stessi o la limitazione del trattamento che lo riguardano o di opporsi al loro trattamento, oltre al diritto alla portabilità dei dati, rivolgendosi al Titolare agli indirizzi sopra riportati.</w:t>
      </w:r>
    </w:p>
    <w:p w14:paraId="5C83E18C" w14:textId="77777777" w:rsidR="009E2019" w:rsidRDefault="009E2019" w:rsidP="009E2019">
      <w:pPr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L’interessato non ha diritto di revocare il consenso in quanto la liceità del trattamento è dovuta in base alla vigente normativa, ed è altresì necessario ai fini della partecipazione alla procedura ad evidenza pubblica o di attribuzione dell’incarico nonché, eventualmente, ai fini della stipula, gestione ed esecuzione del contratto con l’interessato.</w:t>
      </w:r>
    </w:p>
    <w:p w14:paraId="4A70AEFF" w14:textId="77777777" w:rsidR="009E2019" w:rsidRDefault="009E2019" w:rsidP="009E2019">
      <w:pPr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L’interessato può proporre reclamo ad un’autorità di controllo. Per l’Italia si può rivolgere al Garante per la protezione dei dati personali, che ha sede in Roma (Italia), Piazza di Monte </w:t>
      </w:r>
      <w:proofErr w:type="spellStart"/>
      <w:r>
        <w:rPr>
          <w:rFonts w:ascii="Arial" w:hAnsi="Arial" w:cs="Arial"/>
        </w:rPr>
        <w:t>Citorio</w:t>
      </w:r>
      <w:proofErr w:type="spellEnd"/>
      <w:r>
        <w:rPr>
          <w:rFonts w:ascii="Arial" w:hAnsi="Arial" w:cs="Arial"/>
        </w:rPr>
        <w:t xml:space="preserve"> n. 121, 00186</w:t>
      </w:r>
    </w:p>
    <w:p w14:paraId="5FF63F22" w14:textId="77777777" w:rsidR="009E2019" w:rsidRDefault="009E2019" w:rsidP="009E2019">
      <w:pPr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La comunicazione di dati è prevista in base alla vigente normativa, pertanto il rifiuto di fornire i dati richiesti non consentirà la partecipazione alla procedura ad evidenza pubblica o di attribuzione dell’incarico, la stipula, gestione ed esecuzione del contratto, l’adempimento degli obblighi normativi gravanti sul Titolare.</w:t>
      </w:r>
    </w:p>
    <w:p w14:paraId="04E0D4AC" w14:textId="77777777" w:rsidR="009E2019" w:rsidRDefault="009E2019" w:rsidP="009E2019">
      <w:pPr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L’interessato non è soggetto ad un processo di decisione automatizzato o a logiche di profilazione.</w:t>
      </w:r>
    </w:p>
    <w:p w14:paraId="404B6B61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2863381D" w14:textId="77777777" w:rsidR="009E2019" w:rsidRDefault="009E2019" w:rsidP="009E201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6A0010B3" w14:textId="3DA0D65D" w:rsidR="00514ECC" w:rsidRPr="00565F3A" w:rsidRDefault="00514ECC" w:rsidP="001F143E">
      <w:pPr>
        <w:spacing w:after="120"/>
        <w:jc w:val="both"/>
        <w:rPr>
          <w:rFonts w:ascii="Arial" w:hAnsi="Arial" w:cs="Arial"/>
        </w:rPr>
      </w:pPr>
    </w:p>
    <w:p w14:paraId="506E930B" w14:textId="77777777" w:rsidR="001F143E" w:rsidRPr="00565F3A" w:rsidRDefault="001F143E" w:rsidP="001F143E">
      <w:pPr>
        <w:spacing w:after="120"/>
        <w:jc w:val="both"/>
        <w:rPr>
          <w:rFonts w:ascii="Arial" w:hAnsi="Arial" w:cs="Arial"/>
        </w:rPr>
      </w:pPr>
      <w:r w:rsidRPr="00565F3A">
        <w:rPr>
          <w:rFonts w:ascii="Arial" w:hAnsi="Arial" w:cs="Arial"/>
        </w:rPr>
        <w:t xml:space="preserve"> </w:t>
      </w:r>
    </w:p>
    <w:p w14:paraId="623BCD27" w14:textId="77777777" w:rsidR="00514ECC" w:rsidRPr="00565F3A" w:rsidRDefault="00514ECC" w:rsidP="001F143E">
      <w:pPr>
        <w:spacing w:after="120"/>
        <w:jc w:val="both"/>
        <w:rPr>
          <w:rFonts w:ascii="Arial" w:hAnsi="Arial" w:cs="Arial"/>
        </w:rPr>
        <w:sectPr w:rsidR="00514ECC" w:rsidRPr="00565F3A" w:rsidSect="00482EC3">
          <w:pgSz w:w="11906" w:h="16838" w:code="9"/>
          <w:pgMar w:top="568" w:right="1134" w:bottom="1134" w:left="1134" w:header="567" w:footer="982" w:gutter="0"/>
          <w:cols w:space="708"/>
          <w:docGrid w:linePitch="360"/>
        </w:sectPr>
      </w:pPr>
    </w:p>
    <w:p w14:paraId="2DD0F4FD" w14:textId="77777777" w:rsidR="00514ECC" w:rsidRPr="00565F3A" w:rsidRDefault="00514ECC" w:rsidP="001F143E">
      <w:pPr>
        <w:spacing w:after="120"/>
        <w:jc w:val="both"/>
        <w:rPr>
          <w:rFonts w:ascii="Arial" w:hAnsi="Arial" w:cs="Arial"/>
        </w:rPr>
      </w:pPr>
    </w:p>
    <w:p w14:paraId="5DBAA236" w14:textId="71F9D32E" w:rsidR="00514ECC" w:rsidRPr="00565F3A" w:rsidRDefault="00250975" w:rsidP="00514ECC">
      <w:pPr>
        <w:spacing w:after="120"/>
        <w:jc w:val="both"/>
        <w:rPr>
          <w:rFonts w:ascii="Arial" w:hAnsi="Arial" w:cs="Arial"/>
          <w:u w:val="single"/>
        </w:rPr>
      </w:pPr>
      <w:r w:rsidRPr="00565F3A">
        <w:rPr>
          <w:rFonts w:ascii="Arial" w:hAnsi="Arial" w:cs="Arial"/>
          <w:b/>
          <w:u w:val="single"/>
        </w:rPr>
        <w:t>TABELLA A</w:t>
      </w:r>
      <w:r w:rsidR="00514ECC" w:rsidRPr="00565F3A">
        <w:rPr>
          <w:rFonts w:ascii="Arial" w:hAnsi="Arial" w:cs="Arial"/>
          <w:u w:val="single"/>
        </w:rPr>
        <w:t xml:space="preserve"> SERVIZI</w:t>
      </w:r>
      <w:r w:rsidR="009F7E42">
        <w:rPr>
          <w:rFonts w:ascii="Arial" w:hAnsi="Arial" w:cs="Arial"/>
          <w:u w:val="single"/>
        </w:rPr>
        <w:t>O</w:t>
      </w:r>
      <w:r w:rsidR="00514ECC" w:rsidRPr="00565F3A">
        <w:rPr>
          <w:rFonts w:ascii="Arial" w:hAnsi="Arial" w:cs="Arial"/>
          <w:u w:val="single"/>
        </w:rPr>
        <w:t xml:space="preserve"> DI </w:t>
      </w:r>
      <w:r w:rsidRPr="00565F3A">
        <w:rPr>
          <w:rFonts w:ascii="Arial" w:hAnsi="Arial" w:cs="Arial"/>
          <w:u w:val="single"/>
        </w:rPr>
        <w:t>PROGETTAZIONE REALIZZAT</w:t>
      </w:r>
      <w:r w:rsidR="000B0482">
        <w:rPr>
          <w:rFonts w:ascii="Arial" w:hAnsi="Arial" w:cs="Arial"/>
          <w:u w:val="single"/>
        </w:rPr>
        <w:t>O</w:t>
      </w:r>
      <w:bookmarkStart w:id="0" w:name="_GoBack"/>
      <w:bookmarkEnd w:id="0"/>
      <w:r w:rsidR="00514ECC" w:rsidRPr="00565F3A">
        <w:rPr>
          <w:rFonts w:ascii="Arial" w:hAnsi="Arial" w:cs="Arial"/>
          <w:u w:val="single"/>
        </w:rPr>
        <w:t>, DI CUI ALLA LETTERA B.2 DELL’AVVISO</w:t>
      </w:r>
    </w:p>
    <w:p w14:paraId="44535877" w14:textId="77777777" w:rsidR="00514ECC" w:rsidRPr="00565F3A" w:rsidRDefault="00514ECC" w:rsidP="00514ECC">
      <w:pPr>
        <w:spacing w:after="120"/>
        <w:jc w:val="both"/>
        <w:rPr>
          <w:rFonts w:ascii="Arial" w:hAnsi="Arial" w:cs="Arial"/>
        </w:rPr>
      </w:pPr>
    </w:p>
    <w:tbl>
      <w:tblPr>
        <w:tblStyle w:val="Grigliatabella1"/>
        <w:tblpPr w:leftFromText="141" w:rightFromText="141" w:horzAnchor="margin" w:tblpXSpec="center" w:tblpY="1620"/>
        <w:tblW w:w="4446" w:type="pct"/>
        <w:tblLook w:val="04A0" w:firstRow="1" w:lastRow="0" w:firstColumn="1" w:lastColumn="0" w:noHBand="0" w:noVBand="1"/>
      </w:tblPr>
      <w:tblGrid>
        <w:gridCol w:w="1221"/>
        <w:gridCol w:w="2162"/>
        <w:gridCol w:w="1966"/>
        <w:gridCol w:w="2303"/>
        <w:gridCol w:w="2185"/>
        <w:gridCol w:w="1592"/>
        <w:gridCol w:w="1624"/>
      </w:tblGrid>
      <w:tr w:rsidR="00565F3A" w:rsidRPr="00565F3A" w14:paraId="08F3F7F3" w14:textId="77777777" w:rsidTr="00335602">
        <w:trPr>
          <w:trHeight w:val="1543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0BD9" w14:textId="77777777" w:rsidR="00335602" w:rsidRPr="00565F3A" w:rsidRDefault="00335602" w:rsidP="00514ECC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5F3A">
              <w:rPr>
                <w:rFonts w:ascii="Arial" w:hAnsi="Arial" w:cs="Arial"/>
              </w:rPr>
              <w:t>Anno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86012" w14:textId="77777777" w:rsidR="00335602" w:rsidRPr="00565F3A" w:rsidRDefault="00335602" w:rsidP="00514ECC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 w:rsidRPr="00565F3A">
              <w:rPr>
                <w:rFonts w:ascii="Arial" w:eastAsia="Times New Roman" w:hAnsi="Arial" w:cs="Arial"/>
              </w:rPr>
              <w:t>Committente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5D05" w14:textId="34FD2779" w:rsidR="00335602" w:rsidRPr="00565F3A" w:rsidRDefault="00335602" w:rsidP="00514ECC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 w:rsidRPr="00565F3A">
              <w:rPr>
                <w:rFonts w:ascii="Arial" w:eastAsia="Times New Roman" w:hAnsi="Arial" w:cs="Arial"/>
              </w:rPr>
              <w:t>Importo opere di allestimento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F516C" w14:textId="24DBF8B6" w:rsidR="00335602" w:rsidRPr="000D2066" w:rsidRDefault="00335602" w:rsidP="00250975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 w:rsidRPr="000D2066">
              <w:rPr>
                <w:rFonts w:ascii="Arial" w:eastAsia="Times New Roman" w:hAnsi="Arial" w:cs="Arial"/>
              </w:rPr>
              <w:t>Esecutore (indicare in caso di operatore in RTI a chi si riferiscono i servizi realizzati)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7672" w14:textId="77777777" w:rsidR="00335602" w:rsidRPr="00565F3A" w:rsidRDefault="00335602" w:rsidP="00514ECC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  <w:highlight w:val="yellow"/>
              </w:rPr>
            </w:pPr>
            <w:r w:rsidRPr="000D2066">
              <w:rPr>
                <w:rFonts w:ascii="Arial" w:eastAsia="Times New Roman" w:hAnsi="Arial" w:cs="Arial"/>
              </w:rPr>
              <w:t>% RTI (in caso di servizi prestati con soggetti diversi da quelli costituenti l’operatore)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E7ED" w14:textId="77777777" w:rsidR="00335602" w:rsidRPr="00565F3A" w:rsidRDefault="00335602" w:rsidP="00514ECC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 w:rsidRPr="00565F3A">
              <w:rPr>
                <w:rFonts w:ascii="Arial" w:eastAsia="Times New Roman" w:hAnsi="Arial" w:cs="Arial"/>
              </w:rPr>
              <w:t>Data inizio incarico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55A51" w14:textId="77777777" w:rsidR="00335602" w:rsidRPr="00565F3A" w:rsidRDefault="00335602" w:rsidP="00514ECC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 w:rsidRPr="00565F3A">
              <w:rPr>
                <w:rFonts w:ascii="Arial" w:eastAsia="Times New Roman" w:hAnsi="Arial" w:cs="Arial"/>
              </w:rPr>
              <w:t>Data fine incarico</w:t>
            </w:r>
          </w:p>
        </w:tc>
      </w:tr>
      <w:tr w:rsidR="00565F3A" w:rsidRPr="00565F3A" w14:paraId="7804DFA4" w14:textId="77777777" w:rsidTr="00335602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D755" w14:textId="77777777" w:rsidR="00335602" w:rsidRPr="00565F3A" w:rsidRDefault="00335602" w:rsidP="00514ECC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highlight w:val="yellow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83E" w14:textId="77777777" w:rsidR="00335602" w:rsidRPr="00565F3A" w:rsidRDefault="00335602" w:rsidP="00514ECC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highlight w:val="yellow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5D7D" w14:textId="77777777" w:rsidR="00335602" w:rsidRPr="00565F3A" w:rsidRDefault="00335602" w:rsidP="00514ECC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highlight w:val="yellow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4B84" w14:textId="77777777" w:rsidR="00335602" w:rsidRPr="000D2066" w:rsidRDefault="00335602" w:rsidP="00514ECC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EF41" w14:textId="77777777" w:rsidR="00335602" w:rsidRPr="00565F3A" w:rsidRDefault="00335602" w:rsidP="00514ECC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highlight w:val="yellow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6475" w14:textId="77777777" w:rsidR="00335602" w:rsidRPr="00565F3A" w:rsidRDefault="00335602" w:rsidP="00514ECC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highlight w:val="yellow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8FD8" w14:textId="77777777" w:rsidR="00335602" w:rsidRDefault="00335602" w:rsidP="00514ECC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highlight w:val="yellow"/>
              </w:rPr>
            </w:pPr>
          </w:p>
          <w:p w14:paraId="5FC2C028" w14:textId="77777777" w:rsidR="009F7E42" w:rsidRPr="00565F3A" w:rsidRDefault="009F7E42" w:rsidP="00514ECC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highlight w:val="yellow"/>
              </w:rPr>
            </w:pPr>
          </w:p>
        </w:tc>
      </w:tr>
      <w:tr w:rsidR="009F7E42" w:rsidRPr="00565F3A" w14:paraId="17C6295C" w14:textId="77777777" w:rsidTr="009F7E42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1A61" w14:textId="77777777" w:rsidR="009F7E42" w:rsidRPr="000D2066" w:rsidRDefault="009F7E42" w:rsidP="009F7E4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</w:rPr>
            </w:pPr>
            <w:r w:rsidRPr="000D2066">
              <w:rPr>
                <w:rFonts w:ascii="Arial" w:eastAsia="Times New Roman" w:hAnsi="Arial" w:cs="Arial"/>
              </w:rPr>
              <w:t>Descrizione sintetica della struttura allestita:</w:t>
            </w:r>
          </w:p>
          <w:p w14:paraId="5D33A499" w14:textId="77777777" w:rsidR="009F7E42" w:rsidRPr="000D2066" w:rsidRDefault="009F7E42" w:rsidP="009F7E4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</w:rPr>
            </w:pPr>
          </w:p>
          <w:p w14:paraId="54BDFE00" w14:textId="50E522F6" w:rsidR="009F7E42" w:rsidRPr="000D2066" w:rsidRDefault="009F7E42" w:rsidP="009F7E4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3CB4E44D" w14:textId="77777777" w:rsidR="00250975" w:rsidRPr="00565F3A" w:rsidRDefault="00250975" w:rsidP="00250975">
      <w:pPr>
        <w:spacing w:after="120"/>
        <w:jc w:val="both"/>
        <w:rPr>
          <w:rFonts w:ascii="Arial" w:hAnsi="Arial" w:cs="Arial"/>
        </w:rPr>
      </w:pPr>
    </w:p>
    <w:p w14:paraId="17D97FDC" w14:textId="77777777" w:rsidR="00250975" w:rsidRPr="00565F3A" w:rsidRDefault="00250975">
      <w:pPr>
        <w:spacing w:after="0" w:line="240" w:lineRule="auto"/>
        <w:rPr>
          <w:rFonts w:ascii="Arial" w:hAnsi="Arial" w:cs="Arial"/>
          <w:b/>
          <w:u w:val="single"/>
        </w:rPr>
      </w:pPr>
      <w:r w:rsidRPr="00565F3A">
        <w:rPr>
          <w:rFonts w:ascii="Arial" w:hAnsi="Arial" w:cs="Arial"/>
          <w:b/>
          <w:u w:val="single"/>
        </w:rPr>
        <w:br w:type="page"/>
      </w:r>
    </w:p>
    <w:p w14:paraId="02A744B4" w14:textId="5EDEBEAF" w:rsidR="00250975" w:rsidRPr="00565F3A" w:rsidRDefault="00250975" w:rsidP="00250975">
      <w:pPr>
        <w:spacing w:after="120"/>
        <w:jc w:val="both"/>
        <w:rPr>
          <w:rFonts w:ascii="Arial" w:hAnsi="Arial" w:cs="Arial"/>
          <w:u w:val="single"/>
        </w:rPr>
      </w:pPr>
      <w:r w:rsidRPr="00565F3A">
        <w:rPr>
          <w:rFonts w:ascii="Arial" w:hAnsi="Arial" w:cs="Arial"/>
          <w:b/>
          <w:u w:val="single"/>
        </w:rPr>
        <w:lastRenderedPageBreak/>
        <w:t>TABELLA B</w:t>
      </w:r>
      <w:r w:rsidRPr="00565F3A">
        <w:rPr>
          <w:rFonts w:ascii="Arial" w:hAnsi="Arial" w:cs="Arial"/>
          <w:u w:val="single"/>
        </w:rPr>
        <w:t xml:space="preserve"> SERVIZI</w:t>
      </w:r>
      <w:r w:rsidR="009F7E42">
        <w:rPr>
          <w:rFonts w:ascii="Arial" w:hAnsi="Arial" w:cs="Arial"/>
          <w:u w:val="single"/>
        </w:rPr>
        <w:t>O</w:t>
      </w:r>
      <w:r w:rsidRPr="00565F3A">
        <w:rPr>
          <w:rFonts w:ascii="Arial" w:hAnsi="Arial" w:cs="Arial"/>
          <w:u w:val="single"/>
        </w:rPr>
        <w:t xml:space="preserve"> DI DIREZIONE DELL’ESECUZIONE PRESTAT</w:t>
      </w:r>
      <w:r w:rsidR="009F7E42">
        <w:rPr>
          <w:rFonts w:ascii="Arial" w:hAnsi="Arial" w:cs="Arial"/>
          <w:u w:val="single"/>
        </w:rPr>
        <w:t>O</w:t>
      </w:r>
      <w:r w:rsidRPr="00565F3A">
        <w:rPr>
          <w:rFonts w:ascii="Arial" w:hAnsi="Arial" w:cs="Arial"/>
          <w:u w:val="single"/>
        </w:rPr>
        <w:t>, DI CUI ALLA LETTERA B.3 DELL’AVVISO</w:t>
      </w:r>
    </w:p>
    <w:p w14:paraId="660361FD" w14:textId="77777777" w:rsidR="00250975" w:rsidRPr="00565F3A" w:rsidRDefault="00250975" w:rsidP="00250975">
      <w:pPr>
        <w:spacing w:after="120"/>
        <w:jc w:val="both"/>
        <w:rPr>
          <w:rFonts w:ascii="Arial" w:hAnsi="Arial" w:cs="Arial"/>
        </w:rPr>
      </w:pPr>
    </w:p>
    <w:tbl>
      <w:tblPr>
        <w:tblStyle w:val="Grigliatabella1"/>
        <w:tblpPr w:leftFromText="141" w:rightFromText="141" w:horzAnchor="margin" w:tblpXSpec="center" w:tblpY="1620"/>
        <w:tblW w:w="4446" w:type="pct"/>
        <w:tblLook w:val="04A0" w:firstRow="1" w:lastRow="0" w:firstColumn="1" w:lastColumn="0" w:noHBand="0" w:noVBand="1"/>
      </w:tblPr>
      <w:tblGrid>
        <w:gridCol w:w="1221"/>
        <w:gridCol w:w="2162"/>
        <w:gridCol w:w="1966"/>
        <w:gridCol w:w="2303"/>
        <w:gridCol w:w="2185"/>
        <w:gridCol w:w="1592"/>
        <w:gridCol w:w="1624"/>
      </w:tblGrid>
      <w:tr w:rsidR="00565F3A" w:rsidRPr="00565F3A" w14:paraId="726D28C7" w14:textId="77777777" w:rsidTr="00335602">
        <w:trPr>
          <w:trHeight w:val="1543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31462" w14:textId="77777777" w:rsidR="00335602" w:rsidRPr="00565F3A" w:rsidRDefault="00335602" w:rsidP="00233739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5F3A">
              <w:rPr>
                <w:rFonts w:ascii="Arial" w:hAnsi="Arial" w:cs="Arial"/>
              </w:rPr>
              <w:t>Anno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1CC8A" w14:textId="77777777" w:rsidR="00335602" w:rsidRPr="00565F3A" w:rsidRDefault="00335602" w:rsidP="00233739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 w:rsidRPr="00565F3A">
              <w:rPr>
                <w:rFonts w:ascii="Arial" w:eastAsia="Times New Roman" w:hAnsi="Arial" w:cs="Arial"/>
              </w:rPr>
              <w:t>Committente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BB46" w14:textId="77777777" w:rsidR="00335602" w:rsidRPr="00565F3A" w:rsidRDefault="00335602" w:rsidP="00233739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 w:rsidRPr="00565F3A">
              <w:rPr>
                <w:rFonts w:ascii="Arial" w:eastAsia="Times New Roman" w:hAnsi="Arial" w:cs="Arial"/>
              </w:rPr>
              <w:t>Importo opere di allestimento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D510F" w14:textId="77777777" w:rsidR="00335602" w:rsidRPr="000D2066" w:rsidRDefault="00335602" w:rsidP="00233739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 w:rsidRPr="000D2066">
              <w:rPr>
                <w:rFonts w:ascii="Arial" w:eastAsia="Times New Roman" w:hAnsi="Arial" w:cs="Arial"/>
              </w:rPr>
              <w:t>Esecutore (indicare in caso di operatore in RTI a chi si riferiscono i servizi realizzati)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8431" w14:textId="77777777" w:rsidR="00335602" w:rsidRPr="00565F3A" w:rsidRDefault="00335602" w:rsidP="00233739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  <w:highlight w:val="yellow"/>
              </w:rPr>
            </w:pPr>
            <w:r w:rsidRPr="000D2066">
              <w:rPr>
                <w:rFonts w:ascii="Arial" w:eastAsia="Times New Roman" w:hAnsi="Arial" w:cs="Arial"/>
              </w:rPr>
              <w:t>% RTI (in caso di servizi prestati con soggetti diversi da quelli costituenti l’operatore)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B1A2E" w14:textId="77777777" w:rsidR="00335602" w:rsidRPr="00565F3A" w:rsidRDefault="00335602" w:rsidP="00233739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 w:rsidRPr="00565F3A">
              <w:rPr>
                <w:rFonts w:ascii="Arial" w:eastAsia="Times New Roman" w:hAnsi="Arial" w:cs="Arial"/>
              </w:rPr>
              <w:t>Data inizio incarico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80A09" w14:textId="77777777" w:rsidR="00335602" w:rsidRPr="00565F3A" w:rsidRDefault="00335602" w:rsidP="00233739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</w:rPr>
            </w:pPr>
            <w:r w:rsidRPr="00565F3A">
              <w:rPr>
                <w:rFonts w:ascii="Arial" w:eastAsia="Times New Roman" w:hAnsi="Arial" w:cs="Arial"/>
              </w:rPr>
              <w:t>Data fine incarico</w:t>
            </w:r>
          </w:p>
        </w:tc>
      </w:tr>
      <w:tr w:rsidR="00565F3A" w:rsidRPr="00565F3A" w14:paraId="7E071392" w14:textId="77777777" w:rsidTr="00335602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4E21" w14:textId="77777777" w:rsidR="00335602" w:rsidRPr="00565F3A" w:rsidRDefault="00335602" w:rsidP="00233739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highlight w:val="yellow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414D" w14:textId="77777777" w:rsidR="00335602" w:rsidRPr="00565F3A" w:rsidRDefault="00335602" w:rsidP="00233739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highlight w:val="yellow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DD5F" w14:textId="77777777" w:rsidR="00335602" w:rsidRPr="00565F3A" w:rsidRDefault="00335602" w:rsidP="00233739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highlight w:val="yellow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5A68" w14:textId="77777777" w:rsidR="00335602" w:rsidRPr="000D2066" w:rsidRDefault="00335602" w:rsidP="00233739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19E8" w14:textId="77777777" w:rsidR="00335602" w:rsidRPr="00565F3A" w:rsidRDefault="00335602" w:rsidP="00233739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highlight w:val="yellow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659D" w14:textId="77777777" w:rsidR="00335602" w:rsidRDefault="00335602" w:rsidP="00233739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highlight w:val="yellow"/>
              </w:rPr>
            </w:pPr>
          </w:p>
          <w:p w14:paraId="50698FC1" w14:textId="77777777" w:rsidR="009F7E42" w:rsidRPr="00565F3A" w:rsidRDefault="009F7E42" w:rsidP="00233739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highlight w:val="yellow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BAF9" w14:textId="77777777" w:rsidR="00335602" w:rsidRPr="00565F3A" w:rsidRDefault="00335602" w:rsidP="00233739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highlight w:val="yellow"/>
              </w:rPr>
            </w:pPr>
          </w:p>
        </w:tc>
      </w:tr>
      <w:tr w:rsidR="009F7E42" w:rsidRPr="00565F3A" w14:paraId="19B2A869" w14:textId="77777777" w:rsidTr="009F7E42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FE51" w14:textId="77777777" w:rsidR="009F7E42" w:rsidRPr="000D2066" w:rsidRDefault="009F7E42" w:rsidP="00233739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</w:rPr>
            </w:pPr>
            <w:r w:rsidRPr="000D2066">
              <w:rPr>
                <w:rFonts w:ascii="Arial" w:eastAsia="Times New Roman" w:hAnsi="Arial" w:cs="Arial"/>
              </w:rPr>
              <w:t>Descrizione sintetica della struttura allestita:</w:t>
            </w:r>
          </w:p>
          <w:p w14:paraId="604551CD" w14:textId="77777777" w:rsidR="009F7E42" w:rsidRPr="000D2066" w:rsidRDefault="009F7E42" w:rsidP="00233739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</w:rPr>
            </w:pPr>
          </w:p>
          <w:p w14:paraId="1C6CEC51" w14:textId="6C410E0A" w:rsidR="009F7E42" w:rsidRPr="000D2066" w:rsidRDefault="009F7E42" w:rsidP="00233739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3A89033A" w14:textId="77777777" w:rsidR="00514ECC" w:rsidRPr="00565F3A" w:rsidRDefault="00514ECC" w:rsidP="00514ECC">
      <w:pPr>
        <w:spacing w:after="120"/>
        <w:jc w:val="both"/>
        <w:rPr>
          <w:rFonts w:ascii="Arial" w:hAnsi="Arial" w:cs="Arial"/>
        </w:rPr>
      </w:pPr>
    </w:p>
    <w:sectPr w:rsidR="00514ECC" w:rsidRPr="00565F3A" w:rsidSect="00482EC3">
      <w:pgSz w:w="16838" w:h="11906" w:orient="landscape" w:code="9"/>
      <w:pgMar w:top="1134" w:right="1241" w:bottom="1134" w:left="1134" w:header="567" w:footer="9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CC76C" w14:textId="77777777" w:rsidR="0073243B" w:rsidRDefault="0073243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08469950" w14:textId="77777777" w:rsidR="0073243B" w:rsidRDefault="0073243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7F01E4" w14:textId="191535EF" w:rsidR="00467EC4" w:rsidRPr="0025225C" w:rsidRDefault="00080CC6" w:rsidP="00080CC6">
    <w:pPr>
      <w:pStyle w:val="Pidipagina"/>
      <w:jc w:val="right"/>
      <w:rPr>
        <w:rFonts w:ascii="Arial" w:hAnsi="Arial" w:cs="Arial"/>
        <w:sz w:val="18"/>
        <w:szCs w:val="18"/>
      </w:rPr>
    </w:pPr>
    <w:r w:rsidRPr="00080CC6">
      <w:rPr>
        <w:rFonts w:ascii="Arial" w:hAnsi="Arial" w:cs="Arial"/>
        <w:sz w:val="18"/>
        <w:szCs w:val="18"/>
      </w:rPr>
      <w:t xml:space="preserve">Pag. </w:t>
    </w:r>
    <w:r w:rsidRPr="00080CC6">
      <w:rPr>
        <w:rFonts w:ascii="Arial" w:hAnsi="Arial" w:cs="Arial"/>
        <w:b/>
        <w:bCs/>
        <w:sz w:val="18"/>
        <w:szCs w:val="18"/>
      </w:rPr>
      <w:fldChar w:fldCharType="begin"/>
    </w:r>
    <w:r w:rsidRPr="00080CC6">
      <w:rPr>
        <w:rFonts w:ascii="Arial" w:hAnsi="Arial" w:cs="Arial"/>
        <w:b/>
        <w:bCs/>
        <w:sz w:val="18"/>
        <w:szCs w:val="18"/>
      </w:rPr>
      <w:instrText>PAGE  \* Arabic  \* MERGEFORMAT</w:instrText>
    </w:r>
    <w:r w:rsidRPr="00080CC6">
      <w:rPr>
        <w:rFonts w:ascii="Arial" w:hAnsi="Arial" w:cs="Arial"/>
        <w:b/>
        <w:bCs/>
        <w:sz w:val="18"/>
        <w:szCs w:val="18"/>
      </w:rPr>
      <w:fldChar w:fldCharType="separate"/>
    </w:r>
    <w:r w:rsidR="000B0482">
      <w:rPr>
        <w:rFonts w:ascii="Arial" w:hAnsi="Arial" w:cs="Arial"/>
        <w:b/>
        <w:bCs/>
        <w:noProof/>
        <w:sz w:val="18"/>
        <w:szCs w:val="18"/>
      </w:rPr>
      <w:t>10</w:t>
    </w:r>
    <w:r w:rsidRPr="00080CC6">
      <w:rPr>
        <w:rFonts w:ascii="Arial" w:hAnsi="Arial" w:cs="Arial"/>
        <w:b/>
        <w:bCs/>
        <w:sz w:val="18"/>
        <w:szCs w:val="18"/>
      </w:rPr>
      <w:fldChar w:fldCharType="end"/>
    </w:r>
    <w:r w:rsidRPr="00080CC6">
      <w:rPr>
        <w:rFonts w:ascii="Arial" w:hAnsi="Arial" w:cs="Arial"/>
        <w:sz w:val="18"/>
        <w:szCs w:val="18"/>
      </w:rPr>
      <w:t xml:space="preserve"> a </w:t>
    </w:r>
    <w:r w:rsidRPr="00080CC6">
      <w:rPr>
        <w:rFonts w:ascii="Arial" w:hAnsi="Arial" w:cs="Arial"/>
        <w:b/>
        <w:bCs/>
        <w:sz w:val="18"/>
        <w:szCs w:val="18"/>
      </w:rPr>
      <w:fldChar w:fldCharType="begin"/>
    </w:r>
    <w:r w:rsidRPr="00080CC6">
      <w:rPr>
        <w:rFonts w:ascii="Arial" w:hAnsi="Arial" w:cs="Arial"/>
        <w:b/>
        <w:bCs/>
        <w:sz w:val="18"/>
        <w:szCs w:val="18"/>
      </w:rPr>
      <w:instrText>NUMPAGES  \* Arabic  \* MERGEFORMAT</w:instrText>
    </w:r>
    <w:r w:rsidRPr="00080CC6">
      <w:rPr>
        <w:rFonts w:ascii="Arial" w:hAnsi="Arial" w:cs="Arial"/>
        <w:b/>
        <w:bCs/>
        <w:sz w:val="18"/>
        <w:szCs w:val="18"/>
      </w:rPr>
      <w:fldChar w:fldCharType="separate"/>
    </w:r>
    <w:r w:rsidR="000B0482">
      <w:rPr>
        <w:rFonts w:ascii="Arial" w:hAnsi="Arial" w:cs="Arial"/>
        <w:b/>
        <w:bCs/>
        <w:noProof/>
        <w:sz w:val="18"/>
        <w:szCs w:val="18"/>
      </w:rPr>
      <w:t>10</w:t>
    </w:r>
    <w:r w:rsidRPr="00080CC6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3CC085" w14:textId="6572FECE" w:rsidR="00467EC4" w:rsidRPr="0089512E" w:rsidRDefault="00467EC4" w:rsidP="00087E69">
    <w:pPr>
      <w:pStyle w:val="Pidipagina"/>
      <w:jc w:val="right"/>
    </w:pPr>
    <w:r w:rsidRPr="0089512E">
      <w:t xml:space="preserve">Pag. </w:t>
    </w:r>
    <w:r w:rsidR="00115C79" w:rsidRPr="00BA1F85">
      <w:rPr>
        <w:b/>
        <w:bCs/>
        <w:color w:val="FF0000"/>
      </w:rPr>
      <w:fldChar w:fldCharType="begin"/>
    </w:r>
    <w:r w:rsidRPr="00BA1F85">
      <w:rPr>
        <w:b/>
        <w:bCs/>
        <w:color w:val="FF0000"/>
      </w:rPr>
      <w:instrText>PAGE  \* Arabic  \* MERGEFORMAT</w:instrText>
    </w:r>
    <w:r w:rsidR="00115C79" w:rsidRPr="00BA1F85">
      <w:rPr>
        <w:b/>
        <w:bCs/>
        <w:color w:val="FF0000"/>
      </w:rPr>
      <w:fldChar w:fldCharType="separate"/>
    </w:r>
    <w:r w:rsidR="00482EC3">
      <w:rPr>
        <w:b/>
        <w:bCs/>
        <w:noProof/>
        <w:color w:val="FF0000"/>
      </w:rPr>
      <w:t>13</w:t>
    </w:r>
    <w:r w:rsidR="00115C79" w:rsidRPr="00BA1F85">
      <w:rPr>
        <w:b/>
        <w:bCs/>
        <w:color w:val="FF0000"/>
      </w:rPr>
      <w:fldChar w:fldCharType="end"/>
    </w:r>
    <w:r w:rsidRPr="00BA1F85">
      <w:rPr>
        <w:color w:val="FF0000"/>
      </w:rPr>
      <w:t xml:space="preserve"> </w:t>
    </w:r>
    <w:r w:rsidRPr="0089512E">
      <w:t xml:space="preserve">a </w:t>
    </w:r>
    <w:r w:rsidR="00AE6935" w:rsidRPr="00BA1F85">
      <w:rPr>
        <w:color w:val="FF0000"/>
      </w:rPr>
      <w:fldChar w:fldCharType="begin"/>
    </w:r>
    <w:r w:rsidR="00AE6935" w:rsidRPr="00BA1F85">
      <w:rPr>
        <w:color w:val="FF0000"/>
      </w:rPr>
      <w:instrText>NUMPAGES  \* Arabic  \* MERGEFORMAT</w:instrText>
    </w:r>
    <w:r w:rsidR="00AE6935" w:rsidRPr="00BA1F85">
      <w:rPr>
        <w:color w:val="FF0000"/>
      </w:rPr>
      <w:fldChar w:fldCharType="separate"/>
    </w:r>
    <w:r w:rsidR="00B509B3" w:rsidRPr="00B509B3">
      <w:rPr>
        <w:b/>
        <w:bCs/>
        <w:noProof/>
        <w:color w:val="FF0000"/>
      </w:rPr>
      <w:t>19</w:t>
    </w:r>
    <w:r w:rsidR="00AE6935" w:rsidRPr="00BA1F85">
      <w:rPr>
        <w:b/>
        <w:bCs/>
        <w:noProof/>
        <w:color w:val="FF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B04D96" w14:textId="77777777" w:rsidR="0073243B" w:rsidRDefault="0073243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2F14856D" w14:textId="77777777" w:rsidR="0073243B" w:rsidRDefault="0073243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14:paraId="0BC34136" w14:textId="77777777" w:rsidR="005C537F" w:rsidRDefault="005C537F" w:rsidP="005C537F">
      <w:pPr>
        <w:pStyle w:val="Testonotaapidipagina"/>
        <w:rPr>
          <w:rFonts w:ascii="Calibri" w:hAnsi="Calibri"/>
          <w:lang w:eastAsia="en-US"/>
        </w:rPr>
      </w:pPr>
      <w:r>
        <w:rPr>
          <w:rStyle w:val="Rimandonotaapidipagina"/>
          <w:rFonts w:ascii="Calibri" w:hAnsi="Calibri"/>
        </w:rPr>
        <w:footnoteRef/>
      </w:r>
      <w:r>
        <w:t xml:space="preserve"> </w:t>
      </w:r>
      <w:r w:rsidRPr="00235ED5">
        <w:rPr>
          <w:rFonts w:ascii="Arial" w:hAnsi="Arial" w:cs="Arial"/>
          <w:sz w:val="18"/>
          <w:szCs w:val="18"/>
        </w:rPr>
        <w:t>Inserire tante voci quante sono le Società/studi ecc. che compongono il Raggruppamento Temporaneo</w:t>
      </w:r>
      <w:r>
        <w:t>.</w:t>
      </w:r>
    </w:p>
  </w:footnote>
  <w:footnote w:id="2">
    <w:p w14:paraId="5CA95B94" w14:textId="77777777" w:rsidR="005C537F" w:rsidRPr="00F9796A" w:rsidRDefault="005C537F" w:rsidP="005C537F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133A12">
        <w:rPr>
          <w:rStyle w:val="Rimandonotaapidipagina"/>
          <w:rFonts w:ascii="Arial" w:hAnsi="Arial" w:cs="Arial"/>
        </w:rPr>
        <w:footnoteRef/>
      </w:r>
      <w:r w:rsidRPr="00133A12">
        <w:rPr>
          <w:rFonts w:ascii="Arial" w:hAnsi="Arial" w:cs="Arial"/>
          <w:sz w:val="18"/>
          <w:szCs w:val="18"/>
        </w:rPr>
        <w:t xml:space="preserve"> </w:t>
      </w:r>
      <w:r w:rsidRPr="00F9796A">
        <w:rPr>
          <w:rFonts w:ascii="Arial" w:hAnsi="Arial" w:cs="Arial"/>
          <w:sz w:val="16"/>
          <w:szCs w:val="16"/>
        </w:rPr>
        <w:t>Al presente modello deve essere allegata copia fotostatica del documento di identità in corso di validità del soggetto sottoscrittore</w:t>
      </w:r>
      <w:r w:rsidRPr="00F9796A">
        <w:rPr>
          <w:rFonts w:ascii="Arial" w:hAnsi="Arial" w:cs="Arial"/>
          <w:b/>
          <w:sz w:val="16"/>
          <w:szCs w:val="16"/>
        </w:rPr>
        <w:t xml:space="preserve">; </w:t>
      </w:r>
      <w:r w:rsidRPr="00F9796A">
        <w:rPr>
          <w:rFonts w:ascii="Arial" w:hAnsi="Arial" w:cs="Arial"/>
          <w:sz w:val="16"/>
          <w:szCs w:val="16"/>
        </w:rPr>
        <w:t>qualora la documentazione venga sottoscritta dal procuratore della società dovrà essere allegata copia della relativa procura notarile o altro documento da cui evincere i poteri di rappresentanza. E’ comunque sufficiente una copia unica del documento di identità nel caso di pluralità di dichiarazioni rese dalla medesima persona fisica.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E5FE5B" w14:textId="661851F9" w:rsidR="009307AD" w:rsidRDefault="00482EC3" w:rsidP="00482EC3">
    <w:pPr>
      <w:pStyle w:val="Intestazione"/>
      <w:tabs>
        <w:tab w:val="clear" w:pos="4819"/>
        <w:tab w:val="clear" w:pos="9638"/>
        <w:tab w:val="left" w:pos="297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0EC30" w14:textId="06A829A0" w:rsidR="00467EC4" w:rsidRDefault="00467EC4" w:rsidP="00AC7456">
    <w:pPr>
      <w:pStyle w:val="Intestazione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color w:val="auto"/>
        <w:szCs w:val="24"/>
        <w:lang w:val="it-IT"/>
      </w:r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bullet"/>
      <w:lvlText w:val="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color w:val="auto"/>
      </w:rPr>
    </w:lvl>
  </w:abstractNum>
  <w:abstractNum w:abstractNumId="2">
    <w:nsid w:val="03434F47"/>
    <w:multiLevelType w:val="multilevel"/>
    <w:tmpl w:val="39F60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770A42"/>
    <w:multiLevelType w:val="multilevel"/>
    <w:tmpl w:val="6B82B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2617D8"/>
    <w:multiLevelType w:val="hybridMultilevel"/>
    <w:tmpl w:val="94585A52"/>
    <w:lvl w:ilvl="0" w:tplc="5E321046">
      <w:start w:val="1"/>
      <w:numFmt w:val="lowerLetter"/>
      <w:pStyle w:val="elencolettera"/>
      <w:lvlText w:val="%1)"/>
      <w:lvlJc w:val="left"/>
      <w:pPr>
        <w:tabs>
          <w:tab w:val="num" w:pos="567"/>
        </w:tabs>
        <w:ind w:left="567" w:hanging="283"/>
      </w:pPr>
    </w:lvl>
    <w:lvl w:ilvl="1" w:tplc="0410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>
    <w:nsid w:val="0A215590"/>
    <w:multiLevelType w:val="hybridMultilevel"/>
    <w:tmpl w:val="9ACCFB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2D0930"/>
    <w:multiLevelType w:val="hybridMultilevel"/>
    <w:tmpl w:val="74C2D636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A7009"/>
    <w:multiLevelType w:val="hybridMultilevel"/>
    <w:tmpl w:val="C4BCD4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CC5A04"/>
    <w:multiLevelType w:val="hybridMultilevel"/>
    <w:tmpl w:val="17F0AE5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80546"/>
    <w:multiLevelType w:val="hybridMultilevel"/>
    <w:tmpl w:val="EA80C3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CB420E"/>
    <w:multiLevelType w:val="hybridMultilevel"/>
    <w:tmpl w:val="782E0C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B80FE5"/>
    <w:multiLevelType w:val="hybridMultilevel"/>
    <w:tmpl w:val="F00464CE"/>
    <w:lvl w:ilvl="0" w:tplc="04100011">
      <w:start w:val="1"/>
      <w:numFmt w:val="decimal"/>
      <w:lvlText w:val="%1)"/>
      <w:lvlJc w:val="left"/>
      <w:pPr>
        <w:ind w:left="5606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1626F6"/>
    <w:multiLevelType w:val="hybridMultilevel"/>
    <w:tmpl w:val="ABCE7456"/>
    <w:lvl w:ilvl="0" w:tplc="7B4A6D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4A16F1"/>
    <w:multiLevelType w:val="hybridMultilevel"/>
    <w:tmpl w:val="98A8F2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B702FF"/>
    <w:multiLevelType w:val="hybridMultilevel"/>
    <w:tmpl w:val="A1C0AC6C"/>
    <w:lvl w:ilvl="0" w:tplc="B1C68E90">
      <w:start w:val="1"/>
      <w:numFmt w:val="decimal"/>
      <w:lvlText w:val="%1."/>
      <w:lvlJc w:val="left"/>
      <w:pPr>
        <w:ind w:left="4046" w:hanging="360"/>
      </w:pPr>
    </w:lvl>
    <w:lvl w:ilvl="1" w:tplc="04100019">
      <w:start w:val="1"/>
      <w:numFmt w:val="lowerLetter"/>
      <w:lvlText w:val="%2."/>
      <w:lvlJc w:val="left"/>
      <w:pPr>
        <w:ind w:left="4766" w:hanging="360"/>
      </w:pPr>
    </w:lvl>
    <w:lvl w:ilvl="2" w:tplc="0410001B">
      <w:start w:val="1"/>
      <w:numFmt w:val="lowerRoman"/>
      <w:lvlText w:val="%3."/>
      <w:lvlJc w:val="right"/>
      <w:pPr>
        <w:ind w:left="5486" w:hanging="180"/>
      </w:pPr>
    </w:lvl>
    <w:lvl w:ilvl="3" w:tplc="0410000F">
      <w:start w:val="1"/>
      <w:numFmt w:val="decimal"/>
      <w:lvlText w:val="%4."/>
      <w:lvlJc w:val="left"/>
      <w:pPr>
        <w:ind w:left="6206" w:hanging="360"/>
      </w:pPr>
    </w:lvl>
    <w:lvl w:ilvl="4" w:tplc="04100019">
      <w:start w:val="1"/>
      <w:numFmt w:val="lowerLetter"/>
      <w:lvlText w:val="%5."/>
      <w:lvlJc w:val="left"/>
      <w:pPr>
        <w:ind w:left="6926" w:hanging="360"/>
      </w:pPr>
    </w:lvl>
    <w:lvl w:ilvl="5" w:tplc="0410001B">
      <w:start w:val="1"/>
      <w:numFmt w:val="lowerRoman"/>
      <w:lvlText w:val="%6."/>
      <w:lvlJc w:val="right"/>
      <w:pPr>
        <w:ind w:left="7646" w:hanging="180"/>
      </w:pPr>
    </w:lvl>
    <w:lvl w:ilvl="6" w:tplc="0410000F">
      <w:start w:val="1"/>
      <w:numFmt w:val="decimal"/>
      <w:lvlText w:val="%7."/>
      <w:lvlJc w:val="left"/>
      <w:pPr>
        <w:ind w:left="8366" w:hanging="360"/>
      </w:pPr>
    </w:lvl>
    <w:lvl w:ilvl="7" w:tplc="04100019">
      <w:start w:val="1"/>
      <w:numFmt w:val="lowerLetter"/>
      <w:lvlText w:val="%8."/>
      <w:lvlJc w:val="left"/>
      <w:pPr>
        <w:ind w:left="9086" w:hanging="360"/>
      </w:pPr>
    </w:lvl>
    <w:lvl w:ilvl="8" w:tplc="0410001B">
      <w:start w:val="1"/>
      <w:numFmt w:val="lowerRoman"/>
      <w:lvlText w:val="%9."/>
      <w:lvlJc w:val="right"/>
      <w:pPr>
        <w:ind w:left="9806" w:hanging="180"/>
      </w:pPr>
    </w:lvl>
  </w:abstractNum>
  <w:abstractNum w:abstractNumId="15">
    <w:nsid w:val="39273F4E"/>
    <w:multiLevelType w:val="hybridMultilevel"/>
    <w:tmpl w:val="835CEBD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9616DC"/>
    <w:multiLevelType w:val="hybridMultilevel"/>
    <w:tmpl w:val="3D7AC6F6"/>
    <w:lvl w:ilvl="0" w:tplc="0410001B">
      <w:start w:val="1"/>
      <w:numFmt w:val="lowerRoman"/>
      <w:lvlText w:val="%1."/>
      <w:lvlJc w:val="righ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476A7C40"/>
    <w:multiLevelType w:val="hybridMultilevel"/>
    <w:tmpl w:val="CE2A9EDA"/>
    <w:lvl w:ilvl="0" w:tplc="FFFFFFFF">
      <w:numFmt w:val="non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392B41"/>
    <w:multiLevelType w:val="hybridMultilevel"/>
    <w:tmpl w:val="2C1EE718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3A779DF"/>
    <w:multiLevelType w:val="hybridMultilevel"/>
    <w:tmpl w:val="5A4206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A60718"/>
    <w:multiLevelType w:val="hybridMultilevel"/>
    <w:tmpl w:val="B49EBC76"/>
    <w:lvl w:ilvl="0" w:tplc="1CCAE084">
      <w:start w:val="8"/>
      <w:numFmt w:val="bullet"/>
      <w:lvlText w:val=""/>
      <w:lvlJc w:val="left"/>
      <w:pPr>
        <w:tabs>
          <w:tab w:val="num" w:pos="928"/>
        </w:tabs>
        <w:ind w:left="928" w:hanging="360"/>
      </w:pPr>
      <w:rPr>
        <w:rFonts w:ascii="Wingdings 2" w:eastAsia="Times New Roman" w:hAnsi="Wingdings 2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1">
    <w:nsid w:val="63FF7E3A"/>
    <w:multiLevelType w:val="hybridMultilevel"/>
    <w:tmpl w:val="318C4A60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DFD505E"/>
    <w:multiLevelType w:val="hybridMultilevel"/>
    <w:tmpl w:val="C2524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C71256"/>
    <w:multiLevelType w:val="hybridMultilevel"/>
    <w:tmpl w:val="3738BD5C"/>
    <w:lvl w:ilvl="0" w:tplc="92ECDF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11D3B3A"/>
    <w:multiLevelType w:val="hybridMultilevel"/>
    <w:tmpl w:val="E5BC10B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147288"/>
    <w:multiLevelType w:val="hybridMultilevel"/>
    <w:tmpl w:val="9DBCD5C6"/>
    <w:lvl w:ilvl="0" w:tplc="7068A27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5450B0"/>
    <w:multiLevelType w:val="hybridMultilevel"/>
    <w:tmpl w:val="FB1279D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6B7816"/>
    <w:multiLevelType w:val="hybridMultilevel"/>
    <w:tmpl w:val="66462008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7"/>
  </w:num>
  <w:num w:numId="4">
    <w:abstractNumId w:val="2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6"/>
  </w:num>
  <w:num w:numId="9">
    <w:abstractNumId w:val="9"/>
  </w:num>
  <w:num w:numId="10">
    <w:abstractNumId w:val="4"/>
  </w:num>
  <w:num w:numId="11">
    <w:abstractNumId w:val="26"/>
  </w:num>
  <w:num w:numId="12">
    <w:abstractNumId w:val="16"/>
  </w:num>
  <w:num w:numId="13">
    <w:abstractNumId w:val="23"/>
  </w:num>
  <w:num w:numId="14">
    <w:abstractNumId w:val="11"/>
  </w:num>
  <w:num w:numId="15">
    <w:abstractNumId w:val="5"/>
  </w:num>
  <w:num w:numId="16">
    <w:abstractNumId w:val="20"/>
  </w:num>
  <w:num w:numId="17">
    <w:abstractNumId w:val="10"/>
  </w:num>
  <w:num w:numId="18">
    <w:abstractNumId w:val="22"/>
  </w:num>
  <w:num w:numId="19">
    <w:abstractNumId w:val="18"/>
  </w:num>
  <w:num w:numId="20">
    <w:abstractNumId w:val="21"/>
  </w:num>
  <w:num w:numId="21">
    <w:abstractNumId w:val="17"/>
  </w:num>
  <w:num w:numId="22">
    <w:abstractNumId w:val="1"/>
  </w:num>
  <w:num w:numId="23">
    <w:abstractNumId w:val="0"/>
  </w:num>
  <w:num w:numId="24">
    <w:abstractNumId w:val="8"/>
  </w:num>
  <w:num w:numId="25">
    <w:abstractNumId w:val="15"/>
  </w:num>
  <w:num w:numId="26">
    <w:abstractNumId w:val="3"/>
  </w:num>
  <w:num w:numId="27">
    <w:abstractNumId w:val="2"/>
  </w:num>
  <w:num w:numId="28">
    <w:abstractNumId w:val="13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101"/>
    <w:rsid w:val="0000047A"/>
    <w:rsid w:val="0001356C"/>
    <w:rsid w:val="00016AA0"/>
    <w:rsid w:val="000243A7"/>
    <w:rsid w:val="00027576"/>
    <w:rsid w:val="000309D8"/>
    <w:rsid w:val="00030B0E"/>
    <w:rsid w:val="00036DBA"/>
    <w:rsid w:val="00075A05"/>
    <w:rsid w:val="00075BD1"/>
    <w:rsid w:val="00080CC6"/>
    <w:rsid w:val="00082BF4"/>
    <w:rsid w:val="00086101"/>
    <w:rsid w:val="00087E69"/>
    <w:rsid w:val="000A58F2"/>
    <w:rsid w:val="000B0482"/>
    <w:rsid w:val="000B50D9"/>
    <w:rsid w:val="000C2487"/>
    <w:rsid w:val="000C6305"/>
    <w:rsid w:val="000D2066"/>
    <w:rsid w:val="000D396F"/>
    <w:rsid w:val="000D7048"/>
    <w:rsid w:val="000D7E9C"/>
    <w:rsid w:val="000F526C"/>
    <w:rsid w:val="00115C79"/>
    <w:rsid w:val="0012158A"/>
    <w:rsid w:val="00122365"/>
    <w:rsid w:val="001226D9"/>
    <w:rsid w:val="00132539"/>
    <w:rsid w:val="00132C7B"/>
    <w:rsid w:val="00161E91"/>
    <w:rsid w:val="001644B3"/>
    <w:rsid w:val="00173670"/>
    <w:rsid w:val="00181C5C"/>
    <w:rsid w:val="001879EC"/>
    <w:rsid w:val="001913AB"/>
    <w:rsid w:val="001937E9"/>
    <w:rsid w:val="001A288A"/>
    <w:rsid w:val="001B7CB7"/>
    <w:rsid w:val="001C1C96"/>
    <w:rsid w:val="001C39AE"/>
    <w:rsid w:val="001C7146"/>
    <w:rsid w:val="001F143E"/>
    <w:rsid w:val="001F6967"/>
    <w:rsid w:val="00213F5A"/>
    <w:rsid w:val="002222D2"/>
    <w:rsid w:val="002453C5"/>
    <w:rsid w:val="00246BD6"/>
    <w:rsid w:val="00250975"/>
    <w:rsid w:val="0025225C"/>
    <w:rsid w:val="00257A5A"/>
    <w:rsid w:val="002614EF"/>
    <w:rsid w:val="002638D1"/>
    <w:rsid w:val="0027356F"/>
    <w:rsid w:val="002772C8"/>
    <w:rsid w:val="002B13E3"/>
    <w:rsid w:val="002C5277"/>
    <w:rsid w:val="002D52EB"/>
    <w:rsid w:val="002E0C91"/>
    <w:rsid w:val="002F04BD"/>
    <w:rsid w:val="002F06AC"/>
    <w:rsid w:val="002F1F13"/>
    <w:rsid w:val="00301A06"/>
    <w:rsid w:val="0031053D"/>
    <w:rsid w:val="003125D2"/>
    <w:rsid w:val="003126B8"/>
    <w:rsid w:val="0031343C"/>
    <w:rsid w:val="003149B3"/>
    <w:rsid w:val="00314E2F"/>
    <w:rsid w:val="00335602"/>
    <w:rsid w:val="00335906"/>
    <w:rsid w:val="00340BD3"/>
    <w:rsid w:val="003421FA"/>
    <w:rsid w:val="0034302A"/>
    <w:rsid w:val="00343FC4"/>
    <w:rsid w:val="00351311"/>
    <w:rsid w:val="00360644"/>
    <w:rsid w:val="00366FD5"/>
    <w:rsid w:val="003673C4"/>
    <w:rsid w:val="00372452"/>
    <w:rsid w:val="003749A6"/>
    <w:rsid w:val="003804F1"/>
    <w:rsid w:val="00381ACD"/>
    <w:rsid w:val="00386033"/>
    <w:rsid w:val="003B2889"/>
    <w:rsid w:val="003E6FEE"/>
    <w:rsid w:val="00430053"/>
    <w:rsid w:val="00430765"/>
    <w:rsid w:val="00436FA8"/>
    <w:rsid w:val="0044178B"/>
    <w:rsid w:val="00463066"/>
    <w:rsid w:val="0046356C"/>
    <w:rsid w:val="00467EC4"/>
    <w:rsid w:val="00474D54"/>
    <w:rsid w:val="00482EC3"/>
    <w:rsid w:val="004877E1"/>
    <w:rsid w:val="004A445C"/>
    <w:rsid w:val="004A69DA"/>
    <w:rsid w:val="004A760E"/>
    <w:rsid w:val="004C5D8F"/>
    <w:rsid w:val="004D1925"/>
    <w:rsid w:val="004D2BC5"/>
    <w:rsid w:val="004E2789"/>
    <w:rsid w:val="00503250"/>
    <w:rsid w:val="00503514"/>
    <w:rsid w:val="0050496C"/>
    <w:rsid w:val="00504AA9"/>
    <w:rsid w:val="00514ECC"/>
    <w:rsid w:val="005171E2"/>
    <w:rsid w:val="005206F1"/>
    <w:rsid w:val="0053064D"/>
    <w:rsid w:val="00534CA5"/>
    <w:rsid w:val="00535E5E"/>
    <w:rsid w:val="00547335"/>
    <w:rsid w:val="00555D44"/>
    <w:rsid w:val="0056155B"/>
    <w:rsid w:val="00563D81"/>
    <w:rsid w:val="005650D9"/>
    <w:rsid w:val="00565F3A"/>
    <w:rsid w:val="0057587A"/>
    <w:rsid w:val="0057617E"/>
    <w:rsid w:val="005904AB"/>
    <w:rsid w:val="00590CA6"/>
    <w:rsid w:val="00594386"/>
    <w:rsid w:val="005962E6"/>
    <w:rsid w:val="005A1180"/>
    <w:rsid w:val="005A26CC"/>
    <w:rsid w:val="005A6C5D"/>
    <w:rsid w:val="005B293F"/>
    <w:rsid w:val="005C537F"/>
    <w:rsid w:val="005C7CAB"/>
    <w:rsid w:val="005D52DD"/>
    <w:rsid w:val="005E126E"/>
    <w:rsid w:val="005E2411"/>
    <w:rsid w:val="005E35F6"/>
    <w:rsid w:val="00601A58"/>
    <w:rsid w:val="00606AE6"/>
    <w:rsid w:val="00612451"/>
    <w:rsid w:val="006412F8"/>
    <w:rsid w:val="00642915"/>
    <w:rsid w:val="0065003C"/>
    <w:rsid w:val="0067328B"/>
    <w:rsid w:val="006733AB"/>
    <w:rsid w:val="00676DDF"/>
    <w:rsid w:val="0068148B"/>
    <w:rsid w:val="00683FB0"/>
    <w:rsid w:val="00691593"/>
    <w:rsid w:val="00692C92"/>
    <w:rsid w:val="00694D5E"/>
    <w:rsid w:val="006A5C64"/>
    <w:rsid w:val="006A7927"/>
    <w:rsid w:val="006B583E"/>
    <w:rsid w:val="006E092D"/>
    <w:rsid w:val="006F6834"/>
    <w:rsid w:val="00706617"/>
    <w:rsid w:val="007124DF"/>
    <w:rsid w:val="0073243B"/>
    <w:rsid w:val="0074176B"/>
    <w:rsid w:val="0075110B"/>
    <w:rsid w:val="00762807"/>
    <w:rsid w:val="0077575D"/>
    <w:rsid w:val="007B0BF8"/>
    <w:rsid w:val="007C14C0"/>
    <w:rsid w:val="007C2296"/>
    <w:rsid w:val="007D7B91"/>
    <w:rsid w:val="007E6055"/>
    <w:rsid w:val="007E7897"/>
    <w:rsid w:val="007F2C0F"/>
    <w:rsid w:val="007F5830"/>
    <w:rsid w:val="008025D9"/>
    <w:rsid w:val="00805235"/>
    <w:rsid w:val="00817E0E"/>
    <w:rsid w:val="00821FDC"/>
    <w:rsid w:val="00822A63"/>
    <w:rsid w:val="00824306"/>
    <w:rsid w:val="00824577"/>
    <w:rsid w:val="00832963"/>
    <w:rsid w:val="00834BDF"/>
    <w:rsid w:val="00856257"/>
    <w:rsid w:val="00857BB1"/>
    <w:rsid w:val="00866D3F"/>
    <w:rsid w:val="00866E63"/>
    <w:rsid w:val="00870EF2"/>
    <w:rsid w:val="0087316E"/>
    <w:rsid w:val="00880175"/>
    <w:rsid w:val="008859F2"/>
    <w:rsid w:val="0089375F"/>
    <w:rsid w:val="0089512E"/>
    <w:rsid w:val="008A14CB"/>
    <w:rsid w:val="008A3CAF"/>
    <w:rsid w:val="008A5F3D"/>
    <w:rsid w:val="008B0713"/>
    <w:rsid w:val="008C095D"/>
    <w:rsid w:val="008C6C66"/>
    <w:rsid w:val="00901685"/>
    <w:rsid w:val="00910631"/>
    <w:rsid w:val="009154F4"/>
    <w:rsid w:val="00915D88"/>
    <w:rsid w:val="00926AB1"/>
    <w:rsid w:val="009307AD"/>
    <w:rsid w:val="00930B3B"/>
    <w:rsid w:val="009429E0"/>
    <w:rsid w:val="00944EFA"/>
    <w:rsid w:val="00945F73"/>
    <w:rsid w:val="00946672"/>
    <w:rsid w:val="00993C12"/>
    <w:rsid w:val="00994255"/>
    <w:rsid w:val="009B21B8"/>
    <w:rsid w:val="009B2200"/>
    <w:rsid w:val="009E1C21"/>
    <w:rsid w:val="009E2019"/>
    <w:rsid w:val="009E2025"/>
    <w:rsid w:val="009F7E42"/>
    <w:rsid w:val="00A03D1F"/>
    <w:rsid w:val="00A07934"/>
    <w:rsid w:val="00A24993"/>
    <w:rsid w:val="00A27D50"/>
    <w:rsid w:val="00A37B0C"/>
    <w:rsid w:val="00A4373C"/>
    <w:rsid w:val="00A47553"/>
    <w:rsid w:val="00A57CD3"/>
    <w:rsid w:val="00A66689"/>
    <w:rsid w:val="00A771FB"/>
    <w:rsid w:val="00A846B1"/>
    <w:rsid w:val="00A90CC1"/>
    <w:rsid w:val="00A973C3"/>
    <w:rsid w:val="00AA4198"/>
    <w:rsid w:val="00AB5B2F"/>
    <w:rsid w:val="00AC7456"/>
    <w:rsid w:val="00AD5336"/>
    <w:rsid w:val="00AE37AC"/>
    <w:rsid w:val="00AE6935"/>
    <w:rsid w:val="00AE7537"/>
    <w:rsid w:val="00AF08E2"/>
    <w:rsid w:val="00AF48D8"/>
    <w:rsid w:val="00B072FF"/>
    <w:rsid w:val="00B1248E"/>
    <w:rsid w:val="00B509B3"/>
    <w:rsid w:val="00B50F99"/>
    <w:rsid w:val="00B525CB"/>
    <w:rsid w:val="00B5475E"/>
    <w:rsid w:val="00B6656D"/>
    <w:rsid w:val="00B67C48"/>
    <w:rsid w:val="00B74C29"/>
    <w:rsid w:val="00B762D5"/>
    <w:rsid w:val="00B770A8"/>
    <w:rsid w:val="00B80129"/>
    <w:rsid w:val="00B86957"/>
    <w:rsid w:val="00B9499F"/>
    <w:rsid w:val="00B97DC0"/>
    <w:rsid w:val="00BA1F85"/>
    <w:rsid w:val="00BB1B4F"/>
    <w:rsid w:val="00BB62B9"/>
    <w:rsid w:val="00BC0E24"/>
    <w:rsid w:val="00BF0319"/>
    <w:rsid w:val="00BF5B3F"/>
    <w:rsid w:val="00BF75D9"/>
    <w:rsid w:val="00C0063E"/>
    <w:rsid w:val="00C072D4"/>
    <w:rsid w:val="00C073DD"/>
    <w:rsid w:val="00C209EC"/>
    <w:rsid w:val="00C217C0"/>
    <w:rsid w:val="00C218E6"/>
    <w:rsid w:val="00C22E1A"/>
    <w:rsid w:val="00C276DD"/>
    <w:rsid w:val="00C31233"/>
    <w:rsid w:val="00C34858"/>
    <w:rsid w:val="00C37657"/>
    <w:rsid w:val="00C42825"/>
    <w:rsid w:val="00C506BD"/>
    <w:rsid w:val="00C661CB"/>
    <w:rsid w:val="00C74CA8"/>
    <w:rsid w:val="00C83763"/>
    <w:rsid w:val="00C85FAE"/>
    <w:rsid w:val="00C9521C"/>
    <w:rsid w:val="00CA4F9E"/>
    <w:rsid w:val="00CA5753"/>
    <w:rsid w:val="00CB4512"/>
    <w:rsid w:val="00CB6E83"/>
    <w:rsid w:val="00CD1DC0"/>
    <w:rsid w:val="00D033A4"/>
    <w:rsid w:val="00D03AA6"/>
    <w:rsid w:val="00D13D1C"/>
    <w:rsid w:val="00D21B83"/>
    <w:rsid w:val="00D26D74"/>
    <w:rsid w:val="00D27F50"/>
    <w:rsid w:val="00D365C9"/>
    <w:rsid w:val="00D52F6E"/>
    <w:rsid w:val="00D74E50"/>
    <w:rsid w:val="00D756D2"/>
    <w:rsid w:val="00D76983"/>
    <w:rsid w:val="00D8184E"/>
    <w:rsid w:val="00DA574E"/>
    <w:rsid w:val="00DB7BDF"/>
    <w:rsid w:val="00DD18CA"/>
    <w:rsid w:val="00E01940"/>
    <w:rsid w:val="00E03F29"/>
    <w:rsid w:val="00E15254"/>
    <w:rsid w:val="00E20AE6"/>
    <w:rsid w:val="00E32444"/>
    <w:rsid w:val="00E415D7"/>
    <w:rsid w:val="00E45E7E"/>
    <w:rsid w:val="00E47753"/>
    <w:rsid w:val="00E51101"/>
    <w:rsid w:val="00E57727"/>
    <w:rsid w:val="00E636EF"/>
    <w:rsid w:val="00E6468D"/>
    <w:rsid w:val="00E65FA6"/>
    <w:rsid w:val="00E731F8"/>
    <w:rsid w:val="00E75EA8"/>
    <w:rsid w:val="00E769D6"/>
    <w:rsid w:val="00E8489B"/>
    <w:rsid w:val="00EB0B66"/>
    <w:rsid w:val="00EB37B6"/>
    <w:rsid w:val="00EC4D37"/>
    <w:rsid w:val="00ED0AA1"/>
    <w:rsid w:val="00ED60C5"/>
    <w:rsid w:val="00EE24F5"/>
    <w:rsid w:val="00EE2C62"/>
    <w:rsid w:val="00EE433B"/>
    <w:rsid w:val="00EE64A4"/>
    <w:rsid w:val="00EE75A7"/>
    <w:rsid w:val="00EF0CFC"/>
    <w:rsid w:val="00EF375F"/>
    <w:rsid w:val="00EF68AA"/>
    <w:rsid w:val="00F10B2A"/>
    <w:rsid w:val="00F32E51"/>
    <w:rsid w:val="00F34051"/>
    <w:rsid w:val="00F371F9"/>
    <w:rsid w:val="00F403F7"/>
    <w:rsid w:val="00F41B45"/>
    <w:rsid w:val="00F41EE7"/>
    <w:rsid w:val="00F44270"/>
    <w:rsid w:val="00F506D6"/>
    <w:rsid w:val="00F61542"/>
    <w:rsid w:val="00F71B0F"/>
    <w:rsid w:val="00F7538A"/>
    <w:rsid w:val="00F91D36"/>
    <w:rsid w:val="00F95FD8"/>
    <w:rsid w:val="00F96B93"/>
    <w:rsid w:val="00FC141C"/>
    <w:rsid w:val="00FD3F34"/>
    <w:rsid w:val="00FE1D72"/>
    <w:rsid w:val="00FE7DF4"/>
    <w:rsid w:val="00FF384A"/>
    <w:rsid w:val="00FF6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1B689F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967"/>
    <w:pPr>
      <w:spacing w:after="160" w:line="259" w:lineRule="auto"/>
    </w:pPr>
    <w:rPr>
      <w:rFonts w:ascii="Calibri" w:hAnsi="Calibri" w:cs="Calibri"/>
      <w:lang w:eastAsia="en-US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086101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8610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1F69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967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rsid w:val="001F69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967"/>
    <w:rPr>
      <w:rFonts w:ascii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rsid w:val="001F6967"/>
    <w:rPr>
      <w:rFonts w:ascii="Times New Roman" w:hAnsi="Times New Roman"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rsid w:val="001F6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1F6967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link w:val="ParagrafoelencoCarattere"/>
    <w:uiPriority w:val="99"/>
    <w:qFormat/>
    <w:rsid w:val="005904AB"/>
    <w:pPr>
      <w:spacing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Stile1">
    <w:name w:val="Stile1"/>
    <w:basedOn w:val="Normale"/>
    <w:autoRedefine/>
    <w:rsid w:val="00EC4D37"/>
    <w:pPr>
      <w:widowControl w:val="0"/>
      <w:tabs>
        <w:tab w:val="right" w:pos="7920"/>
      </w:tabs>
      <w:spacing w:after="0" w:line="240" w:lineRule="auto"/>
      <w:jc w:val="right"/>
    </w:pPr>
    <w:rPr>
      <w:rFonts w:ascii="Arial" w:eastAsiaTheme="minorHAnsi" w:hAnsi="Arial" w:cs="Arial"/>
      <w:b/>
    </w:rPr>
  </w:style>
  <w:style w:type="paragraph" w:styleId="Corpotesto">
    <w:name w:val="Body Text"/>
    <w:basedOn w:val="Normale"/>
    <w:link w:val="CorpotestoCarattere"/>
    <w:rsid w:val="0001356C"/>
    <w:pPr>
      <w:autoSpaceDE w:val="0"/>
      <w:autoSpaceDN w:val="0"/>
      <w:spacing w:after="0" w:line="260" w:lineRule="exact"/>
    </w:pPr>
    <w:rPr>
      <w:rFonts w:ascii="Arial" w:eastAsia="Times New Roman" w:hAnsi="Arial" w:cs="Arial"/>
      <w:color w:val="000000"/>
      <w:sz w:val="18"/>
      <w:szCs w:val="1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01356C"/>
    <w:rPr>
      <w:rFonts w:ascii="Arial" w:eastAsia="Times New Roman" w:hAnsi="Arial" w:cs="Arial"/>
      <w:color w:val="000000"/>
      <w:sz w:val="18"/>
      <w:szCs w:val="18"/>
    </w:rPr>
  </w:style>
  <w:style w:type="table" w:styleId="Grigliatabella">
    <w:name w:val="Table Grid"/>
    <w:basedOn w:val="Tabellanormale"/>
    <w:uiPriority w:val="39"/>
    <w:rsid w:val="00E6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AC7456"/>
    <w:rPr>
      <w:color w:val="800080" w:themeColor="followedHyperlink"/>
      <w:u w:val="single"/>
    </w:rPr>
  </w:style>
  <w:style w:type="character" w:customStyle="1" w:styleId="Titolo2Carattere">
    <w:name w:val="Titolo 2 Carattere"/>
    <w:basedOn w:val="Carpredefinitoparagrafo"/>
    <w:link w:val="Titolo2"/>
    <w:semiHidden/>
    <w:rsid w:val="00086101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8610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locked/>
    <w:rsid w:val="00086101"/>
    <w:rPr>
      <w:rFonts w:eastAsiaTheme="minorHAnsi"/>
      <w:lang w:eastAsia="en-US"/>
    </w:rPr>
  </w:style>
  <w:style w:type="paragraph" w:customStyle="1" w:styleId="Style1">
    <w:name w:val="Style 1"/>
    <w:basedOn w:val="Normale"/>
    <w:uiPriority w:val="99"/>
    <w:rsid w:val="000861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haracterStyle1">
    <w:name w:val="Character Style 1"/>
    <w:uiPriority w:val="99"/>
    <w:rsid w:val="00086101"/>
    <w:rPr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343FC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43F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43FC4"/>
    <w:rPr>
      <w:rFonts w:ascii="Calibri" w:hAnsi="Calibri" w:cs="Calibri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3FC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43FC4"/>
    <w:rPr>
      <w:rFonts w:ascii="Calibri" w:hAnsi="Calibri" w:cs="Calibri"/>
      <w:b/>
      <w:bCs/>
      <w:sz w:val="20"/>
      <w:szCs w:val="20"/>
      <w:lang w:eastAsia="en-US"/>
    </w:rPr>
  </w:style>
  <w:style w:type="paragraph" w:styleId="Revisione">
    <w:name w:val="Revision"/>
    <w:hidden/>
    <w:uiPriority w:val="99"/>
    <w:semiHidden/>
    <w:rsid w:val="0089512E"/>
    <w:rPr>
      <w:rFonts w:ascii="Calibri" w:hAnsi="Calibri" w:cs="Calibri"/>
      <w:lang w:eastAsia="en-US"/>
    </w:rPr>
  </w:style>
  <w:style w:type="paragraph" w:customStyle="1" w:styleId="elencolettera">
    <w:name w:val="elenco lettera"/>
    <w:basedOn w:val="Normale"/>
    <w:rsid w:val="00944EFA"/>
    <w:pPr>
      <w:numPr>
        <w:numId w:val="10"/>
      </w:numPr>
      <w:spacing w:before="60" w:after="60" w:line="240" w:lineRule="auto"/>
      <w:jc w:val="both"/>
    </w:pPr>
    <w:rPr>
      <w:rFonts w:ascii="Arial" w:eastAsia="Times New Roman" w:hAnsi="Arial" w:cs="Times New Roman"/>
      <w:color w:val="000000"/>
      <w:sz w:val="24"/>
      <w:szCs w:val="18"/>
      <w:lang w:eastAsia="it-IT"/>
    </w:rPr>
  </w:style>
  <w:style w:type="character" w:styleId="Enfasicorsivo">
    <w:name w:val="Emphasis"/>
    <w:basedOn w:val="Carpredefinitoparagrafo"/>
    <w:uiPriority w:val="20"/>
    <w:qFormat/>
    <w:rsid w:val="00C0063E"/>
    <w:rPr>
      <w:i/>
      <w:iCs/>
    </w:rPr>
  </w:style>
  <w:style w:type="character" w:customStyle="1" w:styleId="linkcontainer">
    <w:name w:val="linkcontainer"/>
    <w:basedOn w:val="Carpredefinitoparagrafo"/>
    <w:rsid w:val="00C0063E"/>
  </w:style>
  <w:style w:type="paragraph" w:customStyle="1" w:styleId="provvr1">
    <w:name w:val="provv_r1"/>
    <w:basedOn w:val="Normale"/>
    <w:rsid w:val="00514ECC"/>
    <w:pPr>
      <w:spacing w:before="100" w:beforeAutospacing="1" w:after="100" w:afterAutospacing="1" w:line="240" w:lineRule="auto"/>
      <w:ind w:firstLine="400"/>
      <w:jc w:val="both"/>
    </w:pPr>
    <w:rPr>
      <w:rFonts w:ascii="Times New Roman" w:eastAsia="Calibri" w:hAnsi="Times New Roman" w:cs="Times New Roman"/>
      <w:sz w:val="24"/>
      <w:szCs w:val="24"/>
      <w:lang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514ECC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5C537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C537F"/>
    <w:rPr>
      <w:rFonts w:ascii="Calibri" w:hAnsi="Calibri" w:cs="Calibri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C5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C537F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5C537F"/>
    <w:rPr>
      <w:vertAlign w:val="superscript"/>
    </w:rPr>
  </w:style>
  <w:style w:type="paragraph" w:customStyle="1" w:styleId="sche3">
    <w:name w:val="sche_3"/>
    <w:rsid w:val="005C537F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WW-Corpotesto">
    <w:name w:val="WW-Corpo testo"/>
    <w:basedOn w:val="Normale"/>
    <w:rsid w:val="005C537F"/>
    <w:pPr>
      <w:tabs>
        <w:tab w:val="left" w:pos="0"/>
      </w:tabs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967"/>
    <w:pPr>
      <w:spacing w:after="160" w:line="259" w:lineRule="auto"/>
    </w:pPr>
    <w:rPr>
      <w:rFonts w:ascii="Calibri" w:hAnsi="Calibri" w:cs="Calibri"/>
      <w:lang w:eastAsia="en-US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086101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8610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1F69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967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rsid w:val="001F69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967"/>
    <w:rPr>
      <w:rFonts w:ascii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rsid w:val="001F6967"/>
    <w:rPr>
      <w:rFonts w:ascii="Times New Roman" w:hAnsi="Times New Roman"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rsid w:val="001F6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1F6967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link w:val="ParagrafoelencoCarattere"/>
    <w:uiPriority w:val="99"/>
    <w:qFormat/>
    <w:rsid w:val="005904AB"/>
    <w:pPr>
      <w:spacing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Stile1">
    <w:name w:val="Stile1"/>
    <w:basedOn w:val="Normale"/>
    <w:autoRedefine/>
    <w:rsid w:val="00EC4D37"/>
    <w:pPr>
      <w:widowControl w:val="0"/>
      <w:tabs>
        <w:tab w:val="right" w:pos="7920"/>
      </w:tabs>
      <w:spacing w:after="0" w:line="240" w:lineRule="auto"/>
      <w:jc w:val="right"/>
    </w:pPr>
    <w:rPr>
      <w:rFonts w:ascii="Arial" w:eastAsiaTheme="minorHAnsi" w:hAnsi="Arial" w:cs="Arial"/>
      <w:b/>
    </w:rPr>
  </w:style>
  <w:style w:type="paragraph" w:styleId="Corpotesto">
    <w:name w:val="Body Text"/>
    <w:basedOn w:val="Normale"/>
    <w:link w:val="CorpotestoCarattere"/>
    <w:rsid w:val="0001356C"/>
    <w:pPr>
      <w:autoSpaceDE w:val="0"/>
      <w:autoSpaceDN w:val="0"/>
      <w:spacing w:after="0" w:line="260" w:lineRule="exact"/>
    </w:pPr>
    <w:rPr>
      <w:rFonts w:ascii="Arial" w:eastAsia="Times New Roman" w:hAnsi="Arial" w:cs="Arial"/>
      <w:color w:val="000000"/>
      <w:sz w:val="18"/>
      <w:szCs w:val="1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01356C"/>
    <w:rPr>
      <w:rFonts w:ascii="Arial" w:eastAsia="Times New Roman" w:hAnsi="Arial" w:cs="Arial"/>
      <w:color w:val="000000"/>
      <w:sz w:val="18"/>
      <w:szCs w:val="18"/>
    </w:rPr>
  </w:style>
  <w:style w:type="table" w:styleId="Grigliatabella">
    <w:name w:val="Table Grid"/>
    <w:basedOn w:val="Tabellanormale"/>
    <w:uiPriority w:val="39"/>
    <w:rsid w:val="00E6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AC7456"/>
    <w:rPr>
      <w:color w:val="800080" w:themeColor="followedHyperlink"/>
      <w:u w:val="single"/>
    </w:rPr>
  </w:style>
  <w:style w:type="character" w:customStyle="1" w:styleId="Titolo2Carattere">
    <w:name w:val="Titolo 2 Carattere"/>
    <w:basedOn w:val="Carpredefinitoparagrafo"/>
    <w:link w:val="Titolo2"/>
    <w:semiHidden/>
    <w:rsid w:val="00086101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8610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locked/>
    <w:rsid w:val="00086101"/>
    <w:rPr>
      <w:rFonts w:eastAsiaTheme="minorHAnsi"/>
      <w:lang w:eastAsia="en-US"/>
    </w:rPr>
  </w:style>
  <w:style w:type="paragraph" w:customStyle="1" w:styleId="Style1">
    <w:name w:val="Style 1"/>
    <w:basedOn w:val="Normale"/>
    <w:uiPriority w:val="99"/>
    <w:rsid w:val="000861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haracterStyle1">
    <w:name w:val="Character Style 1"/>
    <w:uiPriority w:val="99"/>
    <w:rsid w:val="00086101"/>
    <w:rPr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343FC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43F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43FC4"/>
    <w:rPr>
      <w:rFonts w:ascii="Calibri" w:hAnsi="Calibri" w:cs="Calibri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3FC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43FC4"/>
    <w:rPr>
      <w:rFonts w:ascii="Calibri" w:hAnsi="Calibri" w:cs="Calibri"/>
      <w:b/>
      <w:bCs/>
      <w:sz w:val="20"/>
      <w:szCs w:val="20"/>
      <w:lang w:eastAsia="en-US"/>
    </w:rPr>
  </w:style>
  <w:style w:type="paragraph" w:styleId="Revisione">
    <w:name w:val="Revision"/>
    <w:hidden/>
    <w:uiPriority w:val="99"/>
    <w:semiHidden/>
    <w:rsid w:val="0089512E"/>
    <w:rPr>
      <w:rFonts w:ascii="Calibri" w:hAnsi="Calibri" w:cs="Calibri"/>
      <w:lang w:eastAsia="en-US"/>
    </w:rPr>
  </w:style>
  <w:style w:type="paragraph" w:customStyle="1" w:styleId="elencolettera">
    <w:name w:val="elenco lettera"/>
    <w:basedOn w:val="Normale"/>
    <w:rsid w:val="00944EFA"/>
    <w:pPr>
      <w:numPr>
        <w:numId w:val="10"/>
      </w:numPr>
      <w:spacing w:before="60" w:after="60" w:line="240" w:lineRule="auto"/>
      <w:jc w:val="both"/>
    </w:pPr>
    <w:rPr>
      <w:rFonts w:ascii="Arial" w:eastAsia="Times New Roman" w:hAnsi="Arial" w:cs="Times New Roman"/>
      <w:color w:val="000000"/>
      <w:sz w:val="24"/>
      <w:szCs w:val="18"/>
      <w:lang w:eastAsia="it-IT"/>
    </w:rPr>
  </w:style>
  <w:style w:type="character" w:styleId="Enfasicorsivo">
    <w:name w:val="Emphasis"/>
    <w:basedOn w:val="Carpredefinitoparagrafo"/>
    <w:uiPriority w:val="20"/>
    <w:qFormat/>
    <w:rsid w:val="00C0063E"/>
    <w:rPr>
      <w:i/>
      <w:iCs/>
    </w:rPr>
  </w:style>
  <w:style w:type="character" w:customStyle="1" w:styleId="linkcontainer">
    <w:name w:val="linkcontainer"/>
    <w:basedOn w:val="Carpredefinitoparagrafo"/>
    <w:rsid w:val="00C0063E"/>
  </w:style>
  <w:style w:type="paragraph" w:customStyle="1" w:styleId="provvr1">
    <w:name w:val="provv_r1"/>
    <w:basedOn w:val="Normale"/>
    <w:rsid w:val="00514ECC"/>
    <w:pPr>
      <w:spacing w:before="100" w:beforeAutospacing="1" w:after="100" w:afterAutospacing="1" w:line="240" w:lineRule="auto"/>
      <w:ind w:firstLine="400"/>
      <w:jc w:val="both"/>
    </w:pPr>
    <w:rPr>
      <w:rFonts w:ascii="Times New Roman" w:eastAsia="Calibri" w:hAnsi="Times New Roman" w:cs="Times New Roman"/>
      <w:sz w:val="24"/>
      <w:szCs w:val="24"/>
      <w:lang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514ECC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5C537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C537F"/>
    <w:rPr>
      <w:rFonts w:ascii="Calibri" w:hAnsi="Calibri" w:cs="Calibri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C5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C537F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5C537F"/>
    <w:rPr>
      <w:vertAlign w:val="superscript"/>
    </w:rPr>
  </w:style>
  <w:style w:type="paragraph" w:customStyle="1" w:styleId="sche3">
    <w:name w:val="sche_3"/>
    <w:rsid w:val="005C537F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WW-Corpotesto">
    <w:name w:val="WW-Corpo testo"/>
    <w:basedOn w:val="Normale"/>
    <w:rsid w:val="005C537F"/>
    <w:pPr>
      <w:tabs>
        <w:tab w:val="left" w:pos="0"/>
      </w:tabs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respa@legalmail.it" TargetMode="External"/><Relationship Id="rId18" Type="http://schemas.openxmlformats.org/officeDocument/2006/relationships/hyperlink" Target="mailto:protocollo@pec.liguriadigitale.i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mailto:info@liguriadigitale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rotocollo@pec.liguriadigitale.i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mailto:privacyweb@liguriadigitale.it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ireliguria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o.REGIONE\Desktop\DLV-%20ROBERTA\MODELLI\LETTERA%201&#176;%20e%20%202&#176;%20FOGLI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D646D-D78C-4A09-A7ED-5C646C388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 1° e  2° FOGLIO</Template>
  <TotalTime>44</TotalTime>
  <Pages>10</Pages>
  <Words>2217</Words>
  <Characters>16014</Characters>
  <Application>Microsoft Office Word</Application>
  <DocSecurity>0</DocSecurity>
  <Lines>133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Cao Roberta</dc:creator>
  <cp:lastModifiedBy>Pontello Federica</cp:lastModifiedBy>
  <cp:revision>13</cp:revision>
  <cp:lastPrinted>2018-08-07T12:39:00Z</cp:lastPrinted>
  <dcterms:created xsi:type="dcterms:W3CDTF">2018-08-03T15:30:00Z</dcterms:created>
  <dcterms:modified xsi:type="dcterms:W3CDTF">2018-08-07T12:48:00Z</dcterms:modified>
</cp:coreProperties>
</file>