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8B887" w14:textId="42471478" w:rsidR="00CE76B8" w:rsidRPr="00206941" w:rsidRDefault="00CE76B8" w:rsidP="00115186">
      <w:pPr>
        <w:tabs>
          <w:tab w:val="left" w:pos="2175"/>
          <w:tab w:val="left" w:pos="2400"/>
          <w:tab w:val="center" w:pos="4819"/>
          <w:tab w:val="left" w:pos="9781"/>
        </w:tabs>
        <w:spacing w:line="360" w:lineRule="auto"/>
        <w:ind w:right="142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115186">
        <w:rPr>
          <w:rFonts w:ascii="Arial" w:eastAsia="Calibri" w:hAnsi="Arial" w:cs="Arial"/>
          <w:b/>
        </w:rPr>
        <w:tab/>
      </w:r>
      <w:r w:rsidRPr="00206941">
        <w:rPr>
          <w:rFonts w:ascii="Arial" w:eastAsia="Calibri" w:hAnsi="Arial" w:cs="Arial"/>
          <w:b/>
        </w:rPr>
        <w:t>MANIFESTAZIONE DI INTERESSE</w:t>
      </w:r>
    </w:p>
    <w:p w14:paraId="617BC95D" w14:textId="20B4B66C" w:rsidR="00CE76B8" w:rsidRPr="00206941" w:rsidRDefault="00CE76B8" w:rsidP="00B35C7A">
      <w:pPr>
        <w:tabs>
          <w:tab w:val="left" w:pos="9781"/>
        </w:tabs>
        <w:spacing w:after="120" w:line="360" w:lineRule="auto"/>
        <w:ind w:right="142"/>
        <w:jc w:val="center"/>
        <w:rPr>
          <w:rFonts w:ascii="Arial" w:hAnsi="Arial" w:cs="Arial"/>
          <w:b/>
        </w:rPr>
      </w:pPr>
      <w:r w:rsidRPr="00206941">
        <w:rPr>
          <w:rFonts w:ascii="Arial" w:hAnsi="Arial" w:cs="Arial"/>
          <w:b/>
        </w:rPr>
        <w:t>AVVISO DI INDAGINE DI MERCATO ESPLORATIV</w:t>
      </w:r>
      <w:r w:rsidR="00206941" w:rsidRPr="00206941">
        <w:rPr>
          <w:rFonts w:ascii="Arial" w:hAnsi="Arial" w:cs="Arial"/>
          <w:b/>
        </w:rPr>
        <w:t>A PER L’AFFIDAMENTO, AI SENSI DELL’ART. 36, COMMA 2, LETTERA B) DEL D.LGS. 50/2016, DEI SERVIZI CONCERNENTI IL PIANO DI ASSISTENZA SANITARIA DEI DIPENDENTI DI FI.L.S.E. S.P.A. ANNI 2019-2021</w:t>
      </w:r>
    </w:p>
    <w:p w14:paraId="124A7B26" w14:textId="77777777" w:rsidR="00CB5156" w:rsidRPr="00E67BF2" w:rsidRDefault="00CB5156" w:rsidP="00CB5156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</w:rPr>
      </w:pPr>
      <w:r w:rsidRPr="00E67BF2">
        <w:rPr>
          <w:rFonts w:ascii="Arial" w:hAnsi="Arial" w:cs="Arial"/>
          <w:b/>
          <w:smallCaps/>
        </w:rPr>
        <w:t>AD IRE SPA</w:t>
      </w:r>
    </w:p>
    <w:p w14:paraId="4E630AD7" w14:textId="77777777" w:rsidR="00CB5156" w:rsidRPr="00E67BF2" w:rsidRDefault="00CB5156" w:rsidP="00CB5156">
      <w:pPr>
        <w:spacing w:after="120" w:line="360" w:lineRule="auto"/>
        <w:jc w:val="center"/>
        <w:rPr>
          <w:rFonts w:ascii="Arial" w:hAnsi="Arial" w:cs="Arial"/>
          <w:i/>
        </w:rPr>
      </w:pPr>
      <w:r w:rsidRPr="00E67BF2">
        <w:rPr>
          <w:rFonts w:ascii="Arial" w:hAnsi="Arial" w:cs="Arial"/>
          <w:i/>
        </w:rPr>
        <w:t>sede operativa Via XX Settembre, 41  – 16121 Genova</w:t>
      </w:r>
    </w:p>
    <w:p w14:paraId="48A3B01F" w14:textId="77777777" w:rsidR="00CB5156" w:rsidRPr="00E67BF2" w:rsidRDefault="00CB5156" w:rsidP="00CB5156">
      <w:pPr>
        <w:spacing w:after="120" w:line="360" w:lineRule="auto"/>
        <w:jc w:val="center"/>
        <w:rPr>
          <w:rFonts w:ascii="Arial" w:hAnsi="Arial" w:cs="Arial"/>
          <w:b/>
          <w:smallCaps/>
          <w:highlight w:val="yellow"/>
        </w:rPr>
      </w:pPr>
    </w:p>
    <w:p w14:paraId="1338C6A3" w14:textId="04291E94" w:rsidR="006B0989" w:rsidRPr="00A51766" w:rsidRDefault="00CB5156" w:rsidP="006B0989">
      <w:pPr>
        <w:spacing w:before="240"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Presentata da_______________________________________________________</w:t>
      </w:r>
      <w:r>
        <w:rPr>
          <w:rFonts w:ascii="Arial" w:hAnsi="Arial" w:cs="Arial"/>
        </w:rPr>
        <w:t xml:space="preserve"> (</w:t>
      </w:r>
      <w:r w:rsidRPr="00CB5156">
        <w:rPr>
          <w:rFonts w:ascii="Arial" w:hAnsi="Arial" w:cs="Arial"/>
          <w:i/>
        </w:rPr>
        <w:t>indicare la ragione sociale del/degli operatori economici che presentano la manifestazione di interesse</w:t>
      </w:r>
      <w:r>
        <w:rPr>
          <w:rFonts w:ascii="Arial" w:hAnsi="Arial" w:cs="Arial"/>
        </w:rPr>
        <w:t>)</w:t>
      </w:r>
      <w:r w:rsidRPr="00E67BF2">
        <w:rPr>
          <w:rFonts w:ascii="Arial" w:hAnsi="Arial" w:cs="Arial"/>
        </w:rPr>
        <w:t xml:space="preserve"> </w:t>
      </w:r>
      <w:r w:rsidR="006B0989" w:rsidRPr="00A51766">
        <w:rPr>
          <w:rFonts w:ascii="Arial" w:hAnsi="Arial" w:cs="Arial"/>
        </w:rPr>
        <w:t xml:space="preserve">di seguito </w:t>
      </w:r>
      <w:r w:rsidR="006B0989" w:rsidRPr="00A47E75">
        <w:rPr>
          <w:rFonts w:ascii="Arial" w:hAnsi="Arial" w:cs="Arial"/>
        </w:rPr>
        <w:t>anche l’</w:t>
      </w:r>
      <w:r w:rsidR="006B0989">
        <w:rPr>
          <w:rFonts w:ascii="Arial" w:hAnsi="Arial" w:cs="Arial"/>
        </w:rPr>
        <w:t xml:space="preserve"> </w:t>
      </w:r>
      <w:r w:rsidR="006B0989" w:rsidRPr="00A47E75">
        <w:rPr>
          <w:rFonts w:ascii="Arial" w:hAnsi="Arial" w:cs="Arial"/>
        </w:rPr>
        <w:t>”operatore”:</w:t>
      </w:r>
    </w:p>
    <w:p w14:paraId="3DBD6775" w14:textId="77777777" w:rsidR="00CB5156" w:rsidRDefault="00CB5156" w:rsidP="00CB5156">
      <w:pPr>
        <w:spacing w:after="120" w:line="360" w:lineRule="auto"/>
        <w:jc w:val="both"/>
        <w:rPr>
          <w:rFonts w:ascii="Arial" w:hAnsi="Arial" w:cs="Arial"/>
        </w:rPr>
      </w:pPr>
    </w:p>
    <w:p w14:paraId="2636D4FD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Il sottoscritto ____________________________ nato a __________________ il _________ residente in via ______________________________ CF_____________________________</w:t>
      </w:r>
      <w:r w:rsidRPr="00E67BF2">
        <w:rPr>
          <w:rFonts w:ascii="Arial" w:eastAsia="Calibri" w:hAnsi="Arial" w:cs="Arial"/>
        </w:rPr>
        <w:t xml:space="preserve"> nella sua qualità di (</w:t>
      </w:r>
      <w:r w:rsidRPr="00E67BF2">
        <w:rPr>
          <w:rFonts w:ascii="Arial" w:eastAsia="Calibri" w:hAnsi="Arial" w:cs="Arial"/>
          <w:i/>
        </w:rPr>
        <w:t>carica sociale in caso di procuratore allegare copia della procura</w:t>
      </w:r>
      <w:r w:rsidRPr="00E67BF2">
        <w:rPr>
          <w:rFonts w:ascii="Arial" w:eastAsia="Calibri" w:hAnsi="Arial" w:cs="Arial"/>
        </w:rPr>
        <w:t xml:space="preserve">) </w:t>
      </w:r>
      <w:r w:rsidRPr="00E67BF2">
        <w:rPr>
          <w:rFonts w:ascii="Arial" w:hAnsi="Arial" w:cs="Arial"/>
        </w:rPr>
        <w:t xml:space="preserve">____________________________ </w:t>
      </w:r>
      <w:r w:rsidRPr="00E67BF2">
        <w:rPr>
          <w:rFonts w:ascii="Arial" w:eastAsia="Calibri" w:hAnsi="Arial" w:cs="Arial"/>
        </w:rPr>
        <w:t>dell’impresa</w:t>
      </w:r>
      <w:r>
        <w:rPr>
          <w:rFonts w:ascii="Arial" w:eastAsia="Calibri" w:hAnsi="Arial" w:cs="Arial"/>
        </w:rPr>
        <w:t>/società</w:t>
      </w:r>
      <w:r w:rsidRPr="00E67BF2">
        <w:rPr>
          <w:rFonts w:ascii="Arial" w:eastAsia="Calibri" w:hAnsi="Arial" w:cs="Arial"/>
        </w:rPr>
        <w:t xml:space="preserve"> ___________________________________________ (</w:t>
      </w:r>
      <w:r w:rsidRPr="00E67BF2">
        <w:rPr>
          <w:rFonts w:ascii="Arial" w:eastAsia="Calibri" w:hAnsi="Arial" w:cs="Arial"/>
          <w:i/>
        </w:rPr>
        <w:t>specificare denominazione e forma sociale</w:t>
      </w:r>
      <w:r w:rsidRPr="00E67BF2">
        <w:rPr>
          <w:rFonts w:ascii="Arial" w:eastAsia="Calibri" w:hAnsi="Arial" w:cs="Arial"/>
        </w:rPr>
        <w:t>)</w:t>
      </w:r>
    </w:p>
    <w:p w14:paraId="2095AD74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 xml:space="preserve">con sede legale in ____________________________ </w:t>
      </w:r>
      <w:proofErr w:type="spellStart"/>
      <w:r w:rsidRPr="00E67BF2">
        <w:rPr>
          <w:rFonts w:ascii="Arial" w:hAnsi="Arial" w:cs="Arial"/>
        </w:rPr>
        <w:t>prov</w:t>
      </w:r>
      <w:proofErr w:type="spellEnd"/>
      <w:r w:rsidRPr="00E67BF2">
        <w:rPr>
          <w:rFonts w:ascii="Arial" w:hAnsi="Arial" w:cs="Arial"/>
        </w:rPr>
        <w:t xml:space="preserve"> (___) CAP _______________ via/Piazza _______________ P.IVA _______________________ tel. _______________________</w:t>
      </w:r>
    </w:p>
    <w:p w14:paraId="292BEFD1" w14:textId="4EBC2622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 _____________________ PEC (</w:t>
      </w:r>
      <w:r w:rsidRPr="00B73DF1">
        <w:rPr>
          <w:rFonts w:ascii="Arial" w:hAnsi="Arial" w:cs="Arial"/>
          <w:i/>
        </w:rPr>
        <w:t>obbligatorio</w:t>
      </w:r>
      <w:r>
        <w:rPr>
          <w:rFonts w:ascii="Arial" w:hAnsi="Arial" w:cs="Arial"/>
        </w:rPr>
        <w:t>)</w:t>
      </w:r>
      <w:r w:rsidRPr="00E67B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</w:t>
      </w:r>
    </w:p>
    <w:p w14:paraId="159BF301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iscritta al Registro Imprese presso la C.C.I.A.A. di _____________ al n. d’iscrizione ____________</w:t>
      </w:r>
    </w:p>
    <w:p w14:paraId="1AC62B2F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in data ___________</w:t>
      </w:r>
    </w:p>
    <w:p w14:paraId="3F7357EE" w14:textId="77777777" w:rsidR="00CB515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 xml:space="preserve">quale: </w:t>
      </w:r>
    </w:p>
    <w:p w14:paraId="47012598" w14:textId="643B93EC" w:rsidR="00CB5156" w:rsidRDefault="00CB5156" w:rsidP="00CB5156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E8D569" wp14:editId="5FCA0556">
                <wp:simplePos x="0" y="0"/>
                <wp:positionH relativeFrom="column">
                  <wp:posOffset>213360</wp:posOffset>
                </wp:positionH>
                <wp:positionV relativeFrom="paragraph">
                  <wp:posOffset>121285</wp:posOffset>
                </wp:positionV>
                <wp:extent cx="133350" cy="95250"/>
                <wp:effectExtent l="13335" t="6985" r="5715" b="1206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FB3560" id="Rettangolo 7" o:spid="_x0000_s1026" style="position:absolute;margin-left:16.8pt;margin-top:9.55pt;width:10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"/>
            </w:pict>
          </mc:Fallback>
        </mc:AlternateContent>
      </w:r>
      <w:r>
        <w:rPr>
          <w:rFonts w:ascii="Arial" w:hAnsi="Arial" w:cs="Arial"/>
        </w:rPr>
        <w:t>I</w:t>
      </w:r>
      <w:r w:rsidRPr="00E67BF2">
        <w:rPr>
          <w:rFonts w:ascii="Arial" w:hAnsi="Arial" w:cs="Arial"/>
        </w:rPr>
        <w:t xml:space="preserve">mpresa </w:t>
      </w:r>
      <w:r>
        <w:rPr>
          <w:rFonts w:ascii="Arial" w:hAnsi="Arial" w:cs="Arial"/>
        </w:rPr>
        <w:t>individuale</w:t>
      </w:r>
      <w:r w:rsidRPr="00E67BF2">
        <w:rPr>
          <w:rFonts w:ascii="Arial" w:hAnsi="Arial" w:cs="Arial"/>
        </w:rPr>
        <w:t>;</w:t>
      </w:r>
    </w:p>
    <w:p w14:paraId="120C13C9" w14:textId="233FBC68" w:rsidR="00CB5156" w:rsidRPr="00E67BF2" w:rsidRDefault="00CB5156" w:rsidP="00CB5156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FE1C8" wp14:editId="340AF402">
                <wp:simplePos x="0" y="0"/>
                <wp:positionH relativeFrom="column">
                  <wp:posOffset>222885</wp:posOffset>
                </wp:positionH>
                <wp:positionV relativeFrom="paragraph">
                  <wp:posOffset>178435</wp:posOffset>
                </wp:positionV>
                <wp:extent cx="133350" cy="95250"/>
                <wp:effectExtent l="13335" t="6985" r="5715" b="1206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1F79A28" id="Rettangolo 6" o:spid="_x0000_s1026" style="position:absolute;margin-left:17.55pt;margin-top:14.05pt;width:10.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"/>
            </w:pict>
          </mc:Fallback>
        </mc:AlternateContent>
      </w:r>
      <w:r w:rsidRPr="00C55CD3">
        <w:rPr>
          <w:rFonts w:ascii="Arial" w:hAnsi="Arial" w:cs="Arial"/>
        </w:rPr>
        <w:t>Società, specificare tipo _______________________________;</w:t>
      </w:r>
    </w:p>
    <w:p w14:paraId="745FB825" w14:textId="7A04AB8D" w:rsidR="00CB5156" w:rsidRPr="00E67BF2" w:rsidRDefault="00CB5156" w:rsidP="00CB5156">
      <w:p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577D2" wp14:editId="10BE9271">
                <wp:simplePos x="0" y="0"/>
                <wp:positionH relativeFrom="column">
                  <wp:posOffset>213360</wp:posOffset>
                </wp:positionH>
                <wp:positionV relativeFrom="paragraph">
                  <wp:posOffset>184150</wp:posOffset>
                </wp:positionV>
                <wp:extent cx="133350" cy="95250"/>
                <wp:effectExtent l="13335" t="12700" r="5715" b="635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14A2ECB" id="Rettangolo 5" o:spid="_x0000_s1026" style="position:absolute;margin-left:16.8pt;margin-top:14.5pt;width:10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"/>
            </w:pict>
          </mc:Fallback>
        </mc:AlternateContent>
      </w:r>
      <w:r w:rsidRPr="00E67BF2">
        <w:rPr>
          <w:rFonts w:ascii="Arial" w:hAnsi="Arial" w:cs="Arial"/>
        </w:rPr>
        <w:t>altra forma (</w:t>
      </w:r>
      <w:r w:rsidRPr="00E67BF2">
        <w:rPr>
          <w:rFonts w:ascii="Arial" w:hAnsi="Arial" w:cs="Arial"/>
          <w:i/>
        </w:rPr>
        <w:t>indicare es. consorzio</w:t>
      </w:r>
      <w:r>
        <w:rPr>
          <w:rFonts w:ascii="Arial" w:hAnsi="Arial" w:cs="Arial"/>
          <w:i/>
        </w:rPr>
        <w:t xml:space="preserve"> tra società cooperative, consorzio stabile ecc.)</w:t>
      </w:r>
      <w:r w:rsidRPr="00E67BF2">
        <w:rPr>
          <w:rFonts w:ascii="Arial" w:hAnsi="Arial" w:cs="Arial"/>
          <w:i/>
        </w:rPr>
        <w:t xml:space="preserve">, </w:t>
      </w:r>
      <w:r w:rsidRPr="00E67BF2">
        <w:rPr>
          <w:rFonts w:ascii="Arial" w:hAnsi="Arial" w:cs="Arial"/>
        </w:rPr>
        <w:t>______________________________</w:t>
      </w:r>
    </w:p>
    <w:p w14:paraId="17285124" w14:textId="77777777" w:rsidR="00CB5156" w:rsidRDefault="00CB5156" w:rsidP="00CB5156">
      <w:pPr>
        <w:autoSpaceDE w:val="0"/>
        <w:autoSpaceDN w:val="0"/>
        <w:adjustRightInd w:val="0"/>
        <w:spacing w:after="120"/>
        <w:jc w:val="center"/>
        <w:rPr>
          <w:rFonts w:ascii="Garamond" w:hAnsi="Garamond"/>
          <w:color w:val="000000"/>
        </w:rPr>
      </w:pPr>
      <w:r w:rsidRPr="00C55CD3">
        <w:rPr>
          <w:rFonts w:ascii="Arial" w:hAnsi="Arial" w:cs="Arial"/>
          <w:color w:val="000000"/>
        </w:rPr>
        <w:t>e</w:t>
      </w:r>
      <w:r>
        <w:rPr>
          <w:rFonts w:ascii="Garamond" w:hAnsi="Garamond"/>
          <w:color w:val="000000"/>
        </w:rPr>
        <w:t xml:space="preserve"> (</w:t>
      </w:r>
      <w:r w:rsidRPr="00C55CD3">
        <w:rPr>
          <w:rFonts w:ascii="Arial" w:hAnsi="Arial" w:cs="Arial"/>
          <w:i/>
          <w:color w:val="000000"/>
        </w:rPr>
        <w:t>indicare alternativamente</w:t>
      </w:r>
      <w:r>
        <w:rPr>
          <w:rFonts w:ascii="Garamond" w:hAnsi="Garamond"/>
          <w:color w:val="000000"/>
        </w:rPr>
        <w:t>)</w:t>
      </w:r>
    </w:p>
    <w:p w14:paraId="00BD8290" w14:textId="6F29F084" w:rsidR="00CB5156" w:rsidRPr="00A51766" w:rsidRDefault="00CB5156" w:rsidP="00CB515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>
        <w:rPr>
          <w:rFonts w:ascii="Garamond" w:hAnsi="Garamond" w:cs="Times New Roman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2275AD" wp14:editId="6BC49235">
                <wp:simplePos x="0" y="0"/>
                <wp:positionH relativeFrom="column">
                  <wp:posOffset>156210</wp:posOffset>
                </wp:positionH>
                <wp:positionV relativeFrom="paragraph">
                  <wp:posOffset>18415</wp:posOffset>
                </wp:positionV>
                <wp:extent cx="133350" cy="95250"/>
                <wp:effectExtent l="13335" t="8890" r="5715" b="1016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599355" id="Rettangolo 4" o:spid="_x0000_s1026" style="position:absolute;margin-left:12.3pt;margin-top:1.45pt;width:10.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"/>
            </w:pict>
          </mc:Fallback>
        </mc:AlternateContent>
      </w:r>
      <w:r>
        <w:rPr>
          <w:rFonts w:ascii="Garamond" w:hAnsi="Garamond"/>
          <w:color w:val="000000"/>
        </w:rPr>
        <w:tab/>
      </w:r>
      <w:r w:rsidRPr="00A51766">
        <w:rPr>
          <w:rFonts w:ascii="Arial" w:hAnsi="Arial" w:cs="Arial"/>
          <w:color w:val="000000"/>
        </w:rPr>
        <w:t>M</w:t>
      </w:r>
      <w:r w:rsidRPr="00A51766">
        <w:rPr>
          <w:rFonts w:ascii="Arial" w:hAnsi="Arial" w:cs="Arial"/>
        </w:rPr>
        <w:t>andataria di un raggruppamento temporaneo;</w:t>
      </w:r>
    </w:p>
    <w:p w14:paraId="01466F6F" w14:textId="77777777" w:rsidR="00CB5156" w:rsidRPr="00A51766" w:rsidRDefault="00CB5156" w:rsidP="00CB5156">
      <w:pPr>
        <w:autoSpaceDE w:val="0"/>
        <w:autoSpaceDN w:val="0"/>
        <w:adjustRightInd w:val="0"/>
        <w:spacing w:after="120"/>
        <w:ind w:left="1416" w:firstLine="569"/>
        <w:rPr>
          <w:rFonts w:ascii="Arial" w:hAnsi="Arial" w:cs="Arial"/>
        </w:rPr>
      </w:pPr>
      <w:r w:rsidRPr="00A51766">
        <w:rPr>
          <w:rFonts w:ascii="Arial" w:hAnsi="Arial" w:cs="Arial"/>
        </w:rPr>
        <w:t>□ costituito</w:t>
      </w:r>
    </w:p>
    <w:p w14:paraId="062DB3BF" w14:textId="77777777" w:rsidR="00CB5156" w:rsidRPr="00A51766" w:rsidRDefault="00CB5156" w:rsidP="00CB5156">
      <w:pPr>
        <w:autoSpaceDE w:val="0"/>
        <w:autoSpaceDN w:val="0"/>
        <w:adjustRightInd w:val="0"/>
        <w:spacing w:after="120"/>
        <w:ind w:left="1418" w:firstLine="567"/>
        <w:rPr>
          <w:rFonts w:ascii="Arial" w:hAnsi="Arial" w:cs="Arial"/>
        </w:rPr>
      </w:pPr>
      <w:r w:rsidRPr="00A51766">
        <w:rPr>
          <w:rFonts w:ascii="Arial" w:hAnsi="Arial" w:cs="Arial"/>
        </w:rPr>
        <w:t>□ non costituito;</w:t>
      </w:r>
    </w:p>
    <w:p w14:paraId="22554AC4" w14:textId="4AF61FC2" w:rsidR="00CB5156" w:rsidRPr="00A51766" w:rsidRDefault="00CB5156" w:rsidP="00CB515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>
        <w:rPr>
          <w:rFonts w:ascii="Garamond" w:hAnsi="Garamond" w:cs="Times New Roman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094524" wp14:editId="38A5C7FE">
                <wp:simplePos x="0" y="0"/>
                <wp:positionH relativeFrom="column">
                  <wp:posOffset>137160</wp:posOffset>
                </wp:positionH>
                <wp:positionV relativeFrom="paragraph">
                  <wp:posOffset>31750</wp:posOffset>
                </wp:positionV>
                <wp:extent cx="133350" cy="95250"/>
                <wp:effectExtent l="13335" t="12700" r="5715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451533D" id="Rettangolo 3" o:spid="_x0000_s1026" style="position:absolute;margin-left:10.8pt;margin-top:2.5pt;width:10.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"/>
            </w:pict>
          </mc:Fallback>
        </mc:AlternateContent>
      </w:r>
      <w:r w:rsidRPr="00A5176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 w:rsidRPr="00A51766">
        <w:rPr>
          <w:rFonts w:ascii="Arial" w:hAnsi="Arial" w:cs="Arial"/>
          <w:color w:val="000000"/>
        </w:rPr>
        <w:t>Mandataria di un consorzio ordinario;</w:t>
      </w:r>
    </w:p>
    <w:p w14:paraId="3D21F806" w14:textId="77777777" w:rsidR="00CB5156" w:rsidRPr="00A51766" w:rsidRDefault="00CB5156" w:rsidP="00CB5156">
      <w:pPr>
        <w:autoSpaceDE w:val="0"/>
        <w:autoSpaceDN w:val="0"/>
        <w:adjustRightInd w:val="0"/>
        <w:spacing w:after="120"/>
        <w:ind w:left="1416" w:firstLine="569"/>
        <w:rPr>
          <w:rFonts w:ascii="Arial" w:hAnsi="Arial" w:cs="Arial"/>
        </w:rPr>
      </w:pPr>
      <w:r w:rsidRPr="00A51766">
        <w:rPr>
          <w:rFonts w:ascii="Arial" w:hAnsi="Arial" w:cs="Arial"/>
        </w:rPr>
        <w:t>□ costituito</w:t>
      </w:r>
    </w:p>
    <w:p w14:paraId="5B34CF1A" w14:textId="77777777" w:rsidR="00CB5156" w:rsidRPr="00A51766" w:rsidRDefault="00CB5156" w:rsidP="00CB5156">
      <w:pPr>
        <w:autoSpaceDE w:val="0"/>
        <w:autoSpaceDN w:val="0"/>
        <w:adjustRightInd w:val="0"/>
        <w:spacing w:after="120"/>
        <w:ind w:left="1418" w:firstLine="567"/>
        <w:rPr>
          <w:rFonts w:ascii="Arial" w:hAnsi="Arial" w:cs="Arial"/>
        </w:rPr>
      </w:pPr>
      <w:r w:rsidRPr="00A51766">
        <w:rPr>
          <w:rFonts w:ascii="Arial" w:hAnsi="Arial" w:cs="Arial"/>
        </w:rPr>
        <w:lastRenderedPageBreak/>
        <w:t>□ non costituito;</w:t>
      </w:r>
    </w:p>
    <w:p w14:paraId="13F9F8E2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  <w:highlight w:val="yellow"/>
        </w:rPr>
      </w:pPr>
    </w:p>
    <w:p w14:paraId="77CDA0CF" w14:textId="77777777" w:rsidR="00CB5156" w:rsidRPr="00A51766" w:rsidRDefault="00CB5156" w:rsidP="00CB5156">
      <w:pPr>
        <w:spacing w:after="120" w:line="360" w:lineRule="auto"/>
        <w:jc w:val="center"/>
        <w:rPr>
          <w:rFonts w:ascii="Arial" w:hAnsi="Arial" w:cs="Arial"/>
          <w:i/>
        </w:rPr>
      </w:pPr>
      <w:r w:rsidRPr="00A51766">
        <w:rPr>
          <w:rFonts w:ascii="Arial" w:hAnsi="Arial" w:cs="Arial"/>
          <w:i/>
        </w:rPr>
        <w:t>(in caso di RTI</w:t>
      </w:r>
      <w:r>
        <w:rPr>
          <w:rFonts w:ascii="Arial" w:hAnsi="Arial" w:cs="Arial"/>
          <w:i/>
        </w:rPr>
        <w:t xml:space="preserve">/Consorzi ordinari non ancora costituiti </w:t>
      </w:r>
      <w:r w:rsidRPr="00A51766">
        <w:rPr>
          <w:rFonts w:ascii="Arial" w:hAnsi="Arial" w:cs="Arial"/>
          <w:i/>
        </w:rPr>
        <w:t>occorre inserire di seguito i dati del mandante)</w:t>
      </w:r>
    </w:p>
    <w:p w14:paraId="269F1392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Il sottoscritto ____________________________ nato a __________________ il _________ residente in via ______________________________ CF_____________________________</w:t>
      </w:r>
      <w:r w:rsidRPr="00A51766">
        <w:rPr>
          <w:rFonts w:ascii="Arial" w:eastAsia="Calibri" w:hAnsi="Arial" w:cs="Arial"/>
        </w:rPr>
        <w:t xml:space="preserve"> nella sua qualità di (</w:t>
      </w:r>
      <w:r w:rsidRPr="00A51766">
        <w:rPr>
          <w:rFonts w:ascii="Arial" w:eastAsia="Calibri" w:hAnsi="Arial" w:cs="Arial"/>
          <w:i/>
        </w:rPr>
        <w:t>carica sociale in caso di procuratore allegare copia della procura</w:t>
      </w:r>
      <w:r w:rsidRPr="00A51766">
        <w:rPr>
          <w:rFonts w:ascii="Arial" w:eastAsia="Calibri" w:hAnsi="Arial" w:cs="Arial"/>
        </w:rPr>
        <w:t xml:space="preserve">) </w:t>
      </w:r>
      <w:r w:rsidRPr="00A51766">
        <w:rPr>
          <w:rFonts w:ascii="Arial" w:hAnsi="Arial" w:cs="Arial"/>
        </w:rPr>
        <w:t xml:space="preserve">____________________________ </w:t>
      </w:r>
      <w:r w:rsidRPr="00A51766">
        <w:rPr>
          <w:rFonts w:ascii="Arial" w:eastAsia="Calibri" w:hAnsi="Arial" w:cs="Arial"/>
        </w:rPr>
        <w:t>dell’impresa</w:t>
      </w:r>
      <w:r>
        <w:rPr>
          <w:rFonts w:ascii="Arial" w:eastAsia="Calibri" w:hAnsi="Arial" w:cs="Arial"/>
        </w:rPr>
        <w:t>/società</w:t>
      </w:r>
      <w:r w:rsidRPr="00A51766">
        <w:rPr>
          <w:rFonts w:ascii="Arial" w:eastAsia="Calibri" w:hAnsi="Arial" w:cs="Arial"/>
        </w:rPr>
        <w:t xml:space="preserve"> ___________________________________________ (</w:t>
      </w:r>
      <w:r w:rsidRPr="00A51766">
        <w:rPr>
          <w:rFonts w:ascii="Arial" w:eastAsia="Calibri" w:hAnsi="Arial" w:cs="Arial"/>
          <w:i/>
        </w:rPr>
        <w:t>specificare denominazione e forma sociale</w:t>
      </w:r>
      <w:r w:rsidRPr="00A51766">
        <w:rPr>
          <w:rFonts w:ascii="Arial" w:eastAsia="Calibri" w:hAnsi="Arial" w:cs="Arial"/>
        </w:rPr>
        <w:t>)</w:t>
      </w:r>
    </w:p>
    <w:p w14:paraId="3FBE90F2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 xml:space="preserve">con sede legale in ____________________________ </w:t>
      </w:r>
      <w:proofErr w:type="spellStart"/>
      <w:r w:rsidRPr="00A51766">
        <w:rPr>
          <w:rFonts w:ascii="Arial" w:hAnsi="Arial" w:cs="Arial"/>
        </w:rPr>
        <w:t>prov</w:t>
      </w:r>
      <w:proofErr w:type="spellEnd"/>
      <w:r w:rsidRPr="00A51766">
        <w:rPr>
          <w:rFonts w:ascii="Arial" w:hAnsi="Arial" w:cs="Arial"/>
        </w:rPr>
        <w:t xml:space="preserve"> (___) CAP _______________ via/Piazza _______________ P.IVA _______________________ tel. _______________________</w:t>
      </w:r>
    </w:p>
    <w:p w14:paraId="0CCB63A4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fax ___________ e-mail _______________________ PEC (</w:t>
      </w:r>
      <w:r w:rsidRPr="00B73DF1">
        <w:rPr>
          <w:rFonts w:ascii="Arial" w:hAnsi="Arial" w:cs="Arial"/>
          <w:i/>
        </w:rPr>
        <w:t>obbligatorio</w:t>
      </w:r>
      <w:r>
        <w:rPr>
          <w:rFonts w:ascii="Arial" w:hAnsi="Arial" w:cs="Arial"/>
        </w:rPr>
        <w:t>) ____________________</w:t>
      </w:r>
    </w:p>
    <w:p w14:paraId="71BA483E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iscritta al Registro Imprese presso la C.C.I.A.A. di _____________ al n. d’iscrizione ____________</w:t>
      </w:r>
    </w:p>
    <w:p w14:paraId="12725F2C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in data ___________</w:t>
      </w:r>
    </w:p>
    <w:p w14:paraId="48B9DD25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 xml:space="preserve">quale: </w:t>
      </w:r>
    </w:p>
    <w:p w14:paraId="1D65BD32" w14:textId="43A74C7F" w:rsidR="00CB515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E4101" wp14:editId="70FF0D4C">
                <wp:simplePos x="0" y="0"/>
                <wp:positionH relativeFrom="column">
                  <wp:posOffset>241935</wp:posOffset>
                </wp:positionH>
                <wp:positionV relativeFrom="paragraph">
                  <wp:posOffset>305435</wp:posOffset>
                </wp:positionV>
                <wp:extent cx="133350" cy="952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19.05pt;margin-top:24.05pt;width:10.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"/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00B5C8" wp14:editId="05CBF0CB">
                <wp:simplePos x="0" y="0"/>
                <wp:positionH relativeFrom="column">
                  <wp:posOffset>241935</wp:posOffset>
                </wp:positionH>
                <wp:positionV relativeFrom="paragraph">
                  <wp:posOffset>48260</wp:posOffset>
                </wp:positionV>
                <wp:extent cx="133350" cy="95250"/>
                <wp:effectExtent l="13335" t="10160" r="5715" b="889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ECAC71" id="Rettangolo 1" o:spid="_x0000_s1026" style="position:absolute;margin-left:19.05pt;margin-top:3.8pt;width:10.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"/>
            </w:pict>
          </mc:Fallback>
        </mc:AlternateContent>
      </w:r>
      <w:r w:rsidRPr="00A51766">
        <w:rPr>
          <w:rFonts w:ascii="Arial" w:hAnsi="Arial" w:cs="Arial"/>
        </w:rPr>
        <w:tab/>
        <w:t xml:space="preserve">mandante di RTI </w:t>
      </w:r>
      <w:r w:rsidRPr="00D97ACC">
        <w:rPr>
          <w:rFonts w:ascii="Arial" w:hAnsi="Arial" w:cs="Arial"/>
        </w:rPr>
        <w:t>non ancora costituit</w:t>
      </w:r>
      <w:r>
        <w:rPr>
          <w:rFonts w:ascii="Arial" w:hAnsi="Arial" w:cs="Arial"/>
        </w:rPr>
        <w:t>o</w:t>
      </w:r>
      <w:r w:rsidRPr="00A51766">
        <w:rPr>
          <w:rFonts w:ascii="Arial" w:hAnsi="Arial" w:cs="Arial"/>
        </w:rPr>
        <w:t xml:space="preserve"> ______________</w:t>
      </w:r>
    </w:p>
    <w:p w14:paraId="6317D817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consorziata di consorzio ordinario non ancora costituito ___________</w:t>
      </w:r>
    </w:p>
    <w:p w14:paraId="24C9DBA6" w14:textId="77777777" w:rsidR="00CB5156" w:rsidRPr="00A51766" w:rsidRDefault="00CB5156" w:rsidP="00CB5156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  <w:r w:rsidRPr="00A51766">
        <w:rPr>
          <w:rFonts w:ascii="Arial" w:hAnsi="Arial" w:cs="Arial"/>
          <w:i/>
        </w:rPr>
        <w:t>(ripetere quante volte necessario)</w:t>
      </w:r>
    </w:p>
    <w:p w14:paraId="6EFC3B5B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  <w:highlight w:val="yellow"/>
        </w:rPr>
      </w:pPr>
    </w:p>
    <w:p w14:paraId="6037C310" w14:textId="2CAC1C3A" w:rsidR="00CB5156" w:rsidRPr="00A51766" w:rsidRDefault="00CB5156" w:rsidP="00CB5156">
      <w:pPr>
        <w:spacing w:line="360" w:lineRule="auto"/>
        <w:jc w:val="both"/>
        <w:rPr>
          <w:rFonts w:ascii="Arial" w:hAnsi="Arial" w:cs="Arial"/>
          <w:caps/>
        </w:rPr>
      </w:pPr>
      <w:r w:rsidRPr="00A51766">
        <w:rPr>
          <w:rFonts w:ascii="Arial" w:hAnsi="Arial" w:cs="Arial"/>
        </w:rPr>
        <w:t xml:space="preserve">visti i contenuti dell’avviso in oggetto manifesta/manifestano interesse ad essere invitati alla procedura negoziata ai sensi dell’art. 36, comma 2, lettera b) </w:t>
      </w:r>
      <w:r>
        <w:rPr>
          <w:rFonts w:ascii="Arial" w:hAnsi="Arial" w:cs="Arial"/>
        </w:rPr>
        <w:t xml:space="preserve">del </w:t>
      </w:r>
      <w:proofErr w:type="spellStart"/>
      <w:r>
        <w:rPr>
          <w:rFonts w:ascii="Arial" w:hAnsi="Arial" w:cs="Arial"/>
        </w:rPr>
        <w:t>d.L</w:t>
      </w:r>
      <w:r w:rsidRPr="00A51766">
        <w:rPr>
          <w:rFonts w:ascii="Arial" w:hAnsi="Arial" w:cs="Arial"/>
        </w:rPr>
        <w:t>gs.</w:t>
      </w:r>
      <w:proofErr w:type="spellEnd"/>
      <w:r w:rsidRPr="00A51766">
        <w:rPr>
          <w:rFonts w:ascii="Arial" w:hAnsi="Arial" w:cs="Arial"/>
        </w:rPr>
        <w:t xml:space="preserve"> 50/2016</w:t>
      </w:r>
      <w:r w:rsidR="006B0989">
        <w:rPr>
          <w:rFonts w:ascii="Arial" w:hAnsi="Arial" w:cs="Arial"/>
        </w:rPr>
        <w:t xml:space="preserve"> e ss.mm. e ii. </w:t>
      </w:r>
      <w:r w:rsidRPr="00A51766">
        <w:rPr>
          <w:rFonts w:ascii="Arial" w:hAnsi="Arial" w:cs="Arial"/>
        </w:rPr>
        <w:t xml:space="preserve">per l’affidamento </w:t>
      </w:r>
      <w:r>
        <w:rPr>
          <w:rFonts w:ascii="Arial" w:hAnsi="Arial" w:cs="Arial"/>
        </w:rPr>
        <w:t xml:space="preserve">dei servizi concernenti il Piano di Assistenza Sanitaria dei dipendenti di </w:t>
      </w:r>
      <w:r w:rsidRPr="00A51766">
        <w:rPr>
          <w:rFonts w:ascii="Arial" w:hAnsi="Arial" w:cs="Arial"/>
        </w:rPr>
        <w:t>FILSE S</w:t>
      </w:r>
      <w:r>
        <w:rPr>
          <w:rFonts w:ascii="Arial" w:hAnsi="Arial" w:cs="Arial"/>
        </w:rPr>
        <w:t>.</w:t>
      </w:r>
      <w:r w:rsidRPr="00A51766">
        <w:rPr>
          <w:rFonts w:ascii="Arial" w:hAnsi="Arial" w:cs="Arial"/>
        </w:rPr>
        <w:t>p</w:t>
      </w:r>
      <w:r>
        <w:rPr>
          <w:rFonts w:ascii="Arial" w:hAnsi="Arial" w:cs="Arial"/>
        </w:rPr>
        <w:t>.A per il triennio 2019</w:t>
      </w:r>
      <w:r w:rsidRPr="00A51766">
        <w:rPr>
          <w:rFonts w:ascii="Arial" w:hAnsi="Arial" w:cs="Arial"/>
        </w:rPr>
        <w:t>-20</w:t>
      </w:r>
      <w:r>
        <w:rPr>
          <w:rFonts w:ascii="Arial" w:hAnsi="Arial" w:cs="Arial"/>
        </w:rPr>
        <w:t>21</w:t>
      </w:r>
      <w:r w:rsidRPr="00A51766">
        <w:rPr>
          <w:rFonts w:ascii="Arial" w:hAnsi="Arial" w:cs="Arial"/>
          <w:caps/>
        </w:rPr>
        <w:t>;</w:t>
      </w:r>
    </w:p>
    <w:p w14:paraId="56432350" w14:textId="77777777" w:rsidR="00CB5156" w:rsidRPr="00A51766" w:rsidRDefault="00CB5156" w:rsidP="00CB5156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</w:rPr>
      </w:pPr>
      <w:r w:rsidRPr="00A51766">
        <w:rPr>
          <w:rFonts w:ascii="Arial" w:hAnsi="Arial" w:cs="Arial"/>
          <w:i/>
        </w:rPr>
        <w:t>(nel caso di consorzi di cui all’art. 45, comma 2 lettera e), del D.Lgs n. 50/2016 occorre indicare di seguito i dati dei consorziati</w:t>
      </w:r>
      <w:r w:rsidRPr="00A51766">
        <w:rPr>
          <w:rFonts w:ascii="Arial" w:hAnsi="Arial" w:cs="Arial"/>
        </w:rPr>
        <w:t xml:space="preserve">, </w:t>
      </w:r>
      <w:r w:rsidRPr="00A51766">
        <w:rPr>
          <w:rFonts w:ascii="Arial" w:hAnsi="Arial" w:cs="Arial"/>
          <w:i/>
        </w:rPr>
        <w:t>per i quali il consorzio partecipa</w:t>
      </w:r>
      <w:r w:rsidRPr="00A51766">
        <w:rPr>
          <w:rFonts w:ascii="Arial" w:hAnsi="Arial" w:cs="Arial"/>
        </w:rPr>
        <w:t>)</w:t>
      </w:r>
    </w:p>
    <w:p w14:paraId="68AEA07B" w14:textId="77777777" w:rsidR="00CB5156" w:rsidRPr="00A51766" w:rsidRDefault="00CB5156" w:rsidP="00CB5156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0E4F8885" w14:textId="77777777" w:rsidR="00CB5156" w:rsidRPr="00A51766" w:rsidRDefault="00CB5156" w:rsidP="00CB5156">
      <w:pPr>
        <w:spacing w:after="120" w:line="360" w:lineRule="auto"/>
        <w:jc w:val="both"/>
        <w:rPr>
          <w:rFonts w:ascii="Arial" w:eastAsia="Calibri" w:hAnsi="Arial" w:cs="Arial"/>
        </w:rPr>
      </w:pPr>
      <w:r w:rsidRPr="00A51766">
        <w:rPr>
          <w:rFonts w:ascii="Arial" w:eastAsia="Calibri" w:hAnsi="Arial" w:cs="Arial"/>
        </w:rPr>
        <w:t>che le consorziate per le quali partecipa sono:</w:t>
      </w:r>
    </w:p>
    <w:p w14:paraId="1C351722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eastAsia="Calibri" w:hAnsi="Arial" w:cs="Arial"/>
        </w:rPr>
        <w:t>___________________________________________ (</w:t>
      </w:r>
      <w:r w:rsidRPr="00A51766">
        <w:rPr>
          <w:rFonts w:ascii="Arial" w:eastAsia="Calibri" w:hAnsi="Arial" w:cs="Arial"/>
          <w:i/>
        </w:rPr>
        <w:t>specificare denominazione e forma sociale</w:t>
      </w:r>
      <w:r w:rsidRPr="00A51766">
        <w:rPr>
          <w:rFonts w:ascii="Arial" w:eastAsia="Calibri" w:hAnsi="Arial" w:cs="Arial"/>
        </w:rPr>
        <w:t>)</w:t>
      </w:r>
    </w:p>
    <w:p w14:paraId="3BC52B66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 xml:space="preserve">con sede legale in ____________________________ </w:t>
      </w:r>
      <w:proofErr w:type="spellStart"/>
      <w:r w:rsidRPr="00A51766">
        <w:rPr>
          <w:rFonts w:ascii="Arial" w:hAnsi="Arial" w:cs="Arial"/>
        </w:rPr>
        <w:t>prov</w:t>
      </w:r>
      <w:proofErr w:type="spellEnd"/>
      <w:r w:rsidRPr="00A51766">
        <w:rPr>
          <w:rFonts w:ascii="Arial" w:hAnsi="Arial" w:cs="Arial"/>
        </w:rPr>
        <w:t xml:space="preserve"> (___) CAP _______________ via/Piazza _______________ P.IVA _______________________ tel. _______________________</w:t>
      </w:r>
    </w:p>
    <w:p w14:paraId="161EBCCD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fax ___________________ e-mail /pec _______________________________________________</w:t>
      </w:r>
    </w:p>
    <w:p w14:paraId="343DC8A9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iscritta al Registro Imprese presso la C.C.I.A.A. di _____________ al n. d’iscrizione ____________</w:t>
      </w:r>
    </w:p>
    <w:p w14:paraId="4147BA1C" w14:textId="77777777" w:rsidR="00CB5156" w:rsidRPr="00A51766" w:rsidRDefault="00CB5156" w:rsidP="00CB5156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  <w:r w:rsidRPr="00A51766">
        <w:rPr>
          <w:rFonts w:ascii="Arial" w:hAnsi="Arial" w:cs="Arial"/>
          <w:i/>
        </w:rPr>
        <w:t>(ripetere quante volte necessario)</w:t>
      </w:r>
    </w:p>
    <w:p w14:paraId="75505893" w14:textId="77777777" w:rsidR="00C51BB4" w:rsidRPr="00206941" w:rsidRDefault="00C51BB4" w:rsidP="00B35C7A">
      <w:pPr>
        <w:tabs>
          <w:tab w:val="left" w:pos="9781"/>
        </w:tabs>
        <w:spacing w:line="360" w:lineRule="auto"/>
        <w:ind w:right="142"/>
        <w:jc w:val="center"/>
        <w:rPr>
          <w:rFonts w:ascii="Arial" w:hAnsi="Arial" w:cs="Arial"/>
          <w:caps/>
          <w:highlight w:val="yellow"/>
        </w:rPr>
      </w:pPr>
    </w:p>
    <w:p w14:paraId="2663011B" w14:textId="77777777" w:rsidR="00CE76B8" w:rsidRPr="00CB5156" w:rsidRDefault="00CE76B8" w:rsidP="00B35C7A">
      <w:pPr>
        <w:tabs>
          <w:tab w:val="left" w:pos="0"/>
          <w:tab w:val="left" w:pos="9781"/>
        </w:tabs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eastAsia="Calibri" w:hAnsi="Arial" w:cs="Arial"/>
        </w:rPr>
      </w:pPr>
      <w:r w:rsidRPr="00CB5156">
        <w:rPr>
          <w:rFonts w:ascii="Arial" w:eastAsia="Calibri" w:hAnsi="Arial" w:cs="Arial"/>
        </w:rPr>
        <w:t xml:space="preserve">A tal fine, ai sensi degli artt. 46 e 47 del D.P.R. 445/2000, consapevole della responsabilità penale prevista dall’art. 76 del D.P.R. 445/2000, cui </w:t>
      </w:r>
      <w:r w:rsidR="0047276E" w:rsidRPr="00CB5156">
        <w:rPr>
          <w:rFonts w:ascii="Arial" w:eastAsia="Calibri" w:hAnsi="Arial" w:cs="Arial"/>
        </w:rPr>
        <w:t>può</w:t>
      </w:r>
      <w:r w:rsidRPr="00CB5156">
        <w:rPr>
          <w:rFonts w:ascii="Arial" w:eastAsia="Calibri" w:hAnsi="Arial" w:cs="Arial"/>
        </w:rPr>
        <w:t xml:space="preserve"> andare incontro ne</w:t>
      </w:r>
      <w:r w:rsidR="00B35C7A" w:rsidRPr="00CB5156">
        <w:rPr>
          <w:rFonts w:ascii="Arial" w:eastAsia="Calibri" w:hAnsi="Arial" w:cs="Arial"/>
        </w:rPr>
        <w:t>l caso di affermazioni mendaci</w:t>
      </w:r>
    </w:p>
    <w:p w14:paraId="4EC68615" w14:textId="77777777" w:rsidR="003422D6" w:rsidRPr="009120F7" w:rsidRDefault="003422D6" w:rsidP="003422D6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</w:rPr>
      </w:pPr>
      <w:r w:rsidRPr="009120F7">
        <w:rPr>
          <w:rFonts w:ascii="Arial" w:eastAsia="Calibri" w:hAnsi="Arial" w:cs="Arial"/>
          <w:b/>
        </w:rPr>
        <w:t>DICHIARA/DICHIARANO</w:t>
      </w:r>
    </w:p>
    <w:p w14:paraId="3112BD5B" w14:textId="77777777" w:rsidR="003422D6" w:rsidRPr="00E67BF2" w:rsidRDefault="003422D6" w:rsidP="003422D6">
      <w:pPr>
        <w:pStyle w:val="Paragrafoelenco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36F70AD9" w14:textId="4EFAE0AB" w:rsidR="003422D6" w:rsidRDefault="003422D6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>che,</w:t>
      </w:r>
      <w:r>
        <w:rPr>
          <w:rFonts w:ascii="Arial" w:hAnsi="Arial" w:cs="Arial"/>
          <w:sz w:val="22"/>
          <w:szCs w:val="22"/>
        </w:rPr>
        <w:t xml:space="preserve"> il sottoscritto/i sottoscritti e</w:t>
      </w:r>
      <w:r w:rsidRPr="00742F1A">
        <w:rPr>
          <w:rFonts w:ascii="Arial" w:hAnsi="Arial" w:cs="Arial"/>
          <w:sz w:val="22"/>
          <w:szCs w:val="22"/>
        </w:rPr>
        <w:t xml:space="preserve"> l’operatore che rappresento</w:t>
      </w:r>
      <w:r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è</w:t>
      </w:r>
      <w:r>
        <w:rPr>
          <w:rFonts w:ascii="Arial" w:hAnsi="Arial" w:cs="Arial"/>
          <w:sz w:val="22"/>
          <w:szCs w:val="22"/>
        </w:rPr>
        <w:t>/sono</w:t>
      </w:r>
      <w:r w:rsidRPr="00742F1A">
        <w:rPr>
          <w:rFonts w:ascii="Arial" w:hAnsi="Arial" w:cs="Arial"/>
          <w:sz w:val="22"/>
          <w:szCs w:val="22"/>
        </w:rPr>
        <w:t xml:space="preserve"> in possesso dei requisiti di ordine generale di cui </w:t>
      </w:r>
      <w:r>
        <w:rPr>
          <w:rFonts w:ascii="Arial" w:hAnsi="Arial" w:cs="Arial"/>
          <w:sz w:val="22"/>
          <w:szCs w:val="22"/>
        </w:rPr>
        <w:t xml:space="preserve">all’art. 80 del </w:t>
      </w:r>
      <w:proofErr w:type="spellStart"/>
      <w:r>
        <w:rPr>
          <w:rFonts w:ascii="Arial" w:hAnsi="Arial" w:cs="Arial"/>
          <w:sz w:val="22"/>
          <w:szCs w:val="22"/>
        </w:rPr>
        <w:t>d</w:t>
      </w:r>
      <w:r w:rsidRPr="00742F1A">
        <w:rPr>
          <w:rFonts w:ascii="Arial" w:hAnsi="Arial" w:cs="Arial"/>
          <w:sz w:val="22"/>
          <w:szCs w:val="22"/>
        </w:rPr>
        <w:t>.Lgs.</w:t>
      </w:r>
      <w:proofErr w:type="spellEnd"/>
      <w:r w:rsidRPr="00742F1A">
        <w:rPr>
          <w:rFonts w:ascii="Arial" w:hAnsi="Arial" w:cs="Arial"/>
          <w:sz w:val="22"/>
          <w:szCs w:val="22"/>
        </w:rPr>
        <w:t xml:space="preserve"> 50/2016</w:t>
      </w:r>
      <w:r>
        <w:rPr>
          <w:rFonts w:ascii="Arial" w:hAnsi="Arial" w:cs="Arial"/>
          <w:sz w:val="22"/>
          <w:szCs w:val="22"/>
        </w:rPr>
        <w:t xml:space="preserve"> e ss.mm. e ii.</w:t>
      </w:r>
      <w:r w:rsidRPr="00742F1A">
        <w:rPr>
          <w:rFonts w:ascii="Arial" w:hAnsi="Arial" w:cs="Arial"/>
          <w:sz w:val="22"/>
          <w:szCs w:val="22"/>
        </w:rPr>
        <w:t>;</w:t>
      </w:r>
    </w:p>
    <w:p w14:paraId="28C5A528" w14:textId="639AE914" w:rsidR="00364542" w:rsidRPr="00364542" w:rsidRDefault="00364542" w:rsidP="00364542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>che,</w:t>
      </w:r>
      <w:r w:rsidRPr="00364542">
        <w:rPr>
          <w:rFonts w:ascii="Arial" w:hAnsi="Arial" w:cs="Arial"/>
          <w:sz w:val="22"/>
          <w:szCs w:val="22"/>
        </w:rPr>
        <w:t xml:space="preserve"> in capo al</w:t>
      </w:r>
      <w:r>
        <w:rPr>
          <w:rFonts w:ascii="Arial" w:hAnsi="Arial" w:cs="Arial"/>
          <w:sz w:val="22"/>
          <w:szCs w:val="22"/>
        </w:rPr>
        <w:t xml:space="preserve"> sottoscritto/i sottoscritti e</w:t>
      </w:r>
      <w:r w:rsidRPr="00742F1A">
        <w:rPr>
          <w:rFonts w:ascii="Arial" w:hAnsi="Arial" w:cs="Arial"/>
          <w:sz w:val="22"/>
          <w:szCs w:val="22"/>
        </w:rPr>
        <w:t xml:space="preserve"> l’operatore che rappresento</w:t>
      </w:r>
      <w:r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</w:t>
      </w:r>
      <w:r w:rsidRPr="00364542">
        <w:rPr>
          <w:rFonts w:ascii="Arial" w:hAnsi="Arial" w:cs="Arial"/>
          <w:sz w:val="22"/>
          <w:szCs w:val="22"/>
        </w:rPr>
        <w:t>non sussistono di cause comunque ostative alla partecipazione alle gare d’appalto e a contrarre con la pubblica amministrazione, ai sensi della legislazione vigente</w:t>
      </w:r>
      <w:r>
        <w:rPr>
          <w:rFonts w:ascii="Arial" w:hAnsi="Arial" w:cs="Arial"/>
          <w:sz w:val="22"/>
          <w:szCs w:val="22"/>
        </w:rPr>
        <w:t>;</w:t>
      </w:r>
    </w:p>
    <w:p w14:paraId="150A75C0" w14:textId="15FBCA99" w:rsidR="003422D6" w:rsidRPr="003422D6" w:rsidRDefault="003422D6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</w:t>
      </w:r>
      <w:r w:rsidRPr="003422D6">
        <w:rPr>
          <w:rFonts w:ascii="Arial" w:hAnsi="Arial" w:cs="Arial"/>
          <w:sz w:val="22"/>
          <w:szCs w:val="22"/>
        </w:rPr>
        <w:t>l’operatore che rappresento (</w:t>
      </w:r>
      <w:r w:rsidRPr="003422D6">
        <w:rPr>
          <w:rFonts w:ascii="Arial" w:hAnsi="Arial" w:cs="Arial"/>
          <w:i/>
          <w:sz w:val="22"/>
          <w:szCs w:val="22"/>
        </w:rPr>
        <w:t>in caso di raggruppamento indicare la ragione sociale</w:t>
      </w:r>
      <w:r w:rsidRPr="003422D6">
        <w:rPr>
          <w:rFonts w:ascii="Arial" w:hAnsi="Arial" w:cs="Arial"/>
          <w:sz w:val="22"/>
          <w:szCs w:val="22"/>
        </w:rPr>
        <w:t xml:space="preserve">) _________ </w:t>
      </w:r>
      <w:r>
        <w:rPr>
          <w:rFonts w:ascii="Arial" w:hAnsi="Arial" w:cs="Arial"/>
          <w:sz w:val="22"/>
          <w:szCs w:val="22"/>
        </w:rPr>
        <w:t xml:space="preserve">risulta </w:t>
      </w:r>
      <w:r w:rsidR="00E54DD6">
        <w:rPr>
          <w:rFonts w:ascii="Arial" w:hAnsi="Arial" w:cs="Arial"/>
          <w:sz w:val="22"/>
          <w:szCs w:val="22"/>
        </w:rPr>
        <w:t xml:space="preserve">iscritto </w:t>
      </w:r>
      <w:r w:rsidRPr="003422D6">
        <w:rPr>
          <w:rFonts w:ascii="Arial" w:hAnsi="Arial" w:cs="Arial"/>
          <w:sz w:val="22"/>
          <w:szCs w:val="22"/>
        </w:rPr>
        <w:t xml:space="preserve">all’Anagrafe dei Fondi Sanitari (Enti, Casse o società di mutuo soccorso avente finalità assistenziali ex art. 51, c.2, </w:t>
      </w:r>
      <w:proofErr w:type="spellStart"/>
      <w:r w:rsidRPr="003422D6">
        <w:rPr>
          <w:rFonts w:ascii="Arial" w:hAnsi="Arial" w:cs="Arial"/>
          <w:sz w:val="22"/>
          <w:szCs w:val="22"/>
        </w:rPr>
        <w:t>lett</w:t>
      </w:r>
      <w:proofErr w:type="spellEnd"/>
      <w:r w:rsidRPr="003422D6">
        <w:rPr>
          <w:rFonts w:ascii="Arial" w:hAnsi="Arial" w:cs="Arial"/>
          <w:sz w:val="22"/>
          <w:szCs w:val="22"/>
        </w:rPr>
        <w:t xml:space="preserve">. a) del D.P.R. n. 917/1986 e ss.mm. e ii.) e operanti negli ambiti di intervento di cui all’art. 1 del Decreto del Ministero del Lavoro 27 ottobre 2009, abilitati a norma di legge a ricevere i contributi ed assumere la contraenza del servizio di assicurazione sanitaria integrativa oggetto della presente procedura, ai fini degli aspetti fiscali e contributivi, nonché che abbia destinato, alle prestazioni di cui all’art. 1, comma 3, del citato D.M. 31.3.2008, come modificato dal D.M. 27.10.2009, risorse per una quota non inferiore al 20% dell’ammontare; </w:t>
      </w:r>
    </w:p>
    <w:p w14:paraId="382AC9EE" w14:textId="4E94DE6E" w:rsidR="003422D6" w:rsidRPr="003031D3" w:rsidRDefault="00736BE3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736BE3">
        <w:rPr>
          <w:rFonts w:ascii="Arial" w:hAnsi="Arial" w:cs="Arial"/>
          <w:i/>
          <w:sz w:val="22"/>
          <w:szCs w:val="22"/>
        </w:rPr>
        <w:t>in caso di presenza nel RTI di Compagnia di Assicurazione</w:t>
      </w:r>
      <w:r>
        <w:rPr>
          <w:rFonts w:ascii="Arial" w:hAnsi="Arial" w:cs="Arial"/>
          <w:sz w:val="22"/>
          <w:szCs w:val="22"/>
        </w:rPr>
        <w:t xml:space="preserve">) </w:t>
      </w:r>
      <w:r w:rsidRPr="003031D3">
        <w:rPr>
          <w:rFonts w:ascii="Arial" w:hAnsi="Arial" w:cs="Arial"/>
          <w:sz w:val="22"/>
          <w:szCs w:val="22"/>
        </w:rPr>
        <w:t>che l’operatore che rappresento</w:t>
      </w:r>
      <w:r w:rsidR="006B0989">
        <w:rPr>
          <w:rFonts w:ascii="Arial" w:hAnsi="Arial" w:cs="Arial"/>
          <w:sz w:val="22"/>
          <w:szCs w:val="22"/>
        </w:rPr>
        <w:t xml:space="preserve"> </w:t>
      </w:r>
      <w:r w:rsidR="006B0989" w:rsidRPr="003422D6">
        <w:rPr>
          <w:rFonts w:ascii="Arial" w:hAnsi="Arial" w:cs="Arial"/>
          <w:sz w:val="22"/>
          <w:szCs w:val="22"/>
        </w:rPr>
        <w:t>(</w:t>
      </w:r>
      <w:r w:rsidR="006B0989" w:rsidRPr="003422D6">
        <w:rPr>
          <w:rFonts w:ascii="Arial" w:hAnsi="Arial" w:cs="Arial"/>
          <w:i/>
          <w:sz w:val="22"/>
          <w:szCs w:val="22"/>
        </w:rPr>
        <w:t>indicare la ragione sociale</w:t>
      </w:r>
      <w:r w:rsidR="006B0989" w:rsidRPr="003422D6">
        <w:rPr>
          <w:rFonts w:ascii="Arial" w:hAnsi="Arial" w:cs="Arial"/>
          <w:sz w:val="22"/>
          <w:szCs w:val="22"/>
        </w:rPr>
        <w:t xml:space="preserve">) _________ </w:t>
      </w:r>
      <w:r w:rsidRPr="003031D3">
        <w:rPr>
          <w:rFonts w:ascii="Arial" w:hAnsi="Arial" w:cs="Arial"/>
          <w:sz w:val="22"/>
          <w:szCs w:val="22"/>
        </w:rPr>
        <w:t xml:space="preserve"> è iscritto </w:t>
      </w:r>
      <w:r w:rsidRPr="003031D3">
        <w:rPr>
          <w:rFonts w:ascii="Arial" w:eastAsiaTheme="minorHAnsi" w:hAnsi="Arial" w:cs="Arial"/>
          <w:sz w:val="22"/>
          <w:szCs w:val="22"/>
        </w:rPr>
        <w:t xml:space="preserve">all’Albo delle Imprese di assicurazione di cui all’art. 14, comma 4, del </w:t>
      </w:r>
      <w:proofErr w:type="spellStart"/>
      <w:r w:rsidRPr="003031D3">
        <w:rPr>
          <w:rFonts w:ascii="Arial" w:eastAsiaTheme="minorHAnsi" w:hAnsi="Arial" w:cs="Arial"/>
          <w:sz w:val="22"/>
          <w:szCs w:val="22"/>
        </w:rPr>
        <w:t>d.Lgs.</w:t>
      </w:r>
      <w:proofErr w:type="spellEnd"/>
      <w:r w:rsidRPr="003031D3">
        <w:rPr>
          <w:rFonts w:ascii="Arial" w:eastAsiaTheme="minorHAnsi" w:hAnsi="Arial" w:cs="Arial"/>
          <w:sz w:val="22"/>
          <w:szCs w:val="22"/>
        </w:rPr>
        <w:t xml:space="preserve"> n. 209/2005 e s.m.i. (Codice delle Assicurazioni Private) </w:t>
      </w:r>
      <w:r w:rsidRPr="003031D3">
        <w:rPr>
          <w:rFonts w:ascii="Arial" w:eastAsiaTheme="minorHAnsi" w:hAnsi="Arial" w:cs="Arial"/>
          <w:b/>
          <w:sz w:val="22"/>
          <w:szCs w:val="22"/>
        </w:rPr>
        <w:t>o</w:t>
      </w:r>
      <w:r w:rsidRPr="003031D3">
        <w:rPr>
          <w:rFonts w:ascii="Arial" w:eastAsiaTheme="minorHAnsi" w:hAnsi="Arial" w:cs="Arial"/>
          <w:sz w:val="22"/>
          <w:szCs w:val="22"/>
        </w:rPr>
        <w:t xml:space="preserve"> agli elenchi delle imprese ammesse a operare in regime di stabilimento o di libera prestazione di servizi di cui all’art. 26 dello stesso Codice delle Assicurazioni private nel quale risulti l’autorizzazione all’esercizio del ramo malattia rilasciata dall’Autorità competente;</w:t>
      </w:r>
      <w:r w:rsidR="003031D3">
        <w:rPr>
          <w:rFonts w:ascii="Arial" w:eastAsiaTheme="minorHAnsi" w:hAnsi="Arial" w:cs="Arial"/>
          <w:sz w:val="22"/>
          <w:szCs w:val="22"/>
        </w:rPr>
        <w:t xml:space="preserve"> (</w:t>
      </w:r>
      <w:r w:rsidR="003031D3" w:rsidRPr="003031D3">
        <w:rPr>
          <w:rFonts w:ascii="Arial" w:eastAsiaTheme="minorHAnsi" w:hAnsi="Arial" w:cs="Arial"/>
          <w:b/>
          <w:i/>
          <w:sz w:val="22"/>
          <w:szCs w:val="22"/>
        </w:rPr>
        <w:t>barrare l’alternativa</w:t>
      </w:r>
      <w:r w:rsidR="003031D3">
        <w:rPr>
          <w:rFonts w:ascii="Arial" w:eastAsiaTheme="minorHAnsi" w:hAnsi="Arial" w:cs="Arial"/>
          <w:sz w:val="22"/>
          <w:szCs w:val="22"/>
        </w:rPr>
        <w:t>)</w:t>
      </w:r>
    </w:p>
    <w:p w14:paraId="2A9F64E6" w14:textId="4025F309" w:rsidR="00C52F02" w:rsidRPr="003F0A2D" w:rsidRDefault="003422D6" w:rsidP="00C52F02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B0989">
        <w:rPr>
          <w:rFonts w:ascii="Arial" w:hAnsi="Arial" w:cs="Arial"/>
          <w:sz w:val="22"/>
          <w:szCs w:val="22"/>
        </w:rPr>
        <w:t xml:space="preserve">che in capo all’operatore che rappresento/tano sussistono i requisiti tecnico economici di cui al punto </w:t>
      </w:r>
      <w:r w:rsidR="00C52F02" w:rsidRPr="006B0989">
        <w:rPr>
          <w:rFonts w:ascii="Arial" w:hAnsi="Arial" w:cs="Arial"/>
          <w:sz w:val="22"/>
          <w:szCs w:val="22"/>
        </w:rPr>
        <w:t>c.1) dell’avviso di manifestazione di interesse</w:t>
      </w:r>
      <w:r w:rsidR="006B0989" w:rsidRPr="006B0989">
        <w:rPr>
          <w:rFonts w:ascii="Arial" w:hAnsi="Arial" w:cs="Arial"/>
          <w:sz w:val="22"/>
          <w:szCs w:val="22"/>
        </w:rPr>
        <w:t xml:space="preserve"> in oggetto</w:t>
      </w:r>
      <w:r w:rsidR="00C52F02" w:rsidRPr="006B0989">
        <w:rPr>
          <w:rFonts w:ascii="Arial" w:hAnsi="Arial" w:cs="Arial"/>
          <w:sz w:val="22"/>
          <w:szCs w:val="22"/>
        </w:rPr>
        <w:t xml:space="preserve"> ossia aver realizzato negli ultimi tre esercizi finanziari disponibili anteceden</w:t>
      </w:r>
      <w:r w:rsidR="00C52F02" w:rsidRPr="003F0A2D">
        <w:rPr>
          <w:rFonts w:ascii="Arial" w:hAnsi="Arial" w:cs="Arial"/>
          <w:sz w:val="22"/>
          <w:szCs w:val="22"/>
        </w:rPr>
        <w:t>ti la pubblicazione dell’avviso (2015-2016-2017), una raccolta contributi per un importo medio annuo, Iva esclusa, non inferiore a Euro 500.000,00;</w:t>
      </w:r>
    </w:p>
    <w:p w14:paraId="33699D0F" w14:textId="4357391D" w:rsidR="003422D6" w:rsidRPr="003F0A2D" w:rsidRDefault="003422D6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3F0A2D">
        <w:rPr>
          <w:rFonts w:ascii="Arial" w:hAnsi="Arial" w:cs="Arial"/>
          <w:sz w:val="22"/>
          <w:szCs w:val="22"/>
        </w:rPr>
        <w:t xml:space="preserve">che in capo all’operatore che rappresento/tano sussistono i requisiti tecnico economici di cui al punto </w:t>
      </w:r>
      <w:r w:rsidR="00015BD5" w:rsidRPr="003F0A2D">
        <w:rPr>
          <w:rFonts w:ascii="Arial" w:hAnsi="Arial" w:cs="Arial"/>
          <w:sz w:val="22"/>
          <w:szCs w:val="22"/>
        </w:rPr>
        <w:t>c</w:t>
      </w:r>
      <w:r w:rsidRPr="003F0A2D">
        <w:rPr>
          <w:rFonts w:ascii="Arial" w:hAnsi="Arial" w:cs="Arial"/>
          <w:sz w:val="22"/>
          <w:szCs w:val="22"/>
        </w:rPr>
        <w:t xml:space="preserve">.2), dell’avviso </w:t>
      </w:r>
      <w:r w:rsidR="00015BD5" w:rsidRPr="003F0A2D">
        <w:rPr>
          <w:rFonts w:ascii="Arial" w:hAnsi="Arial" w:cs="Arial"/>
          <w:sz w:val="22"/>
          <w:szCs w:val="22"/>
        </w:rPr>
        <w:t xml:space="preserve">di manifestazione di interesse </w:t>
      </w:r>
      <w:r w:rsidR="006B0989" w:rsidRPr="003F0A2D">
        <w:rPr>
          <w:rFonts w:ascii="Arial" w:hAnsi="Arial" w:cs="Arial"/>
          <w:sz w:val="22"/>
          <w:szCs w:val="22"/>
        </w:rPr>
        <w:t xml:space="preserve">in oggetto </w:t>
      </w:r>
      <w:r w:rsidRPr="003F0A2D">
        <w:rPr>
          <w:rFonts w:ascii="Arial" w:hAnsi="Arial" w:cs="Arial"/>
          <w:sz w:val="22"/>
          <w:szCs w:val="22"/>
        </w:rPr>
        <w:t xml:space="preserve">ed, in particolare, </w:t>
      </w:r>
      <w:r w:rsidR="006B0989" w:rsidRPr="003F0A2D">
        <w:rPr>
          <w:rFonts w:ascii="Arial" w:hAnsi="Arial" w:cs="Arial"/>
          <w:sz w:val="22"/>
          <w:szCs w:val="22"/>
        </w:rPr>
        <w:t xml:space="preserve">avere la </w:t>
      </w:r>
      <w:r w:rsidR="00015BD5" w:rsidRPr="003F0A2D">
        <w:rPr>
          <w:rFonts w:ascii="Arial" w:hAnsi="Arial" w:cs="Arial"/>
          <w:sz w:val="22"/>
          <w:szCs w:val="22"/>
        </w:rPr>
        <w:t xml:space="preserve">disponibilità, di una </w:t>
      </w:r>
      <w:r w:rsidR="00015BD5" w:rsidRPr="003F0A2D">
        <w:rPr>
          <w:rFonts w:ascii="Arial" w:hAnsi="Arial" w:cs="Arial"/>
          <w:sz w:val="22"/>
          <w:szCs w:val="22"/>
          <w:u w:val="single"/>
        </w:rPr>
        <w:t>rete</w:t>
      </w:r>
      <w:r w:rsidR="00015BD5" w:rsidRPr="003F0A2D">
        <w:rPr>
          <w:rFonts w:ascii="Arial" w:hAnsi="Arial" w:cs="Arial"/>
          <w:sz w:val="22"/>
          <w:szCs w:val="22"/>
        </w:rPr>
        <w:t xml:space="preserve"> che consti di almeno n. 6 (sei) strutture sanitarie convenzionate adibite a ricovero notturno in Liguria, di cui almeno n. 3 (tre) nella provincia di Genova</w:t>
      </w:r>
      <w:r w:rsidR="006B0989" w:rsidRPr="003F0A2D">
        <w:rPr>
          <w:rFonts w:ascii="Arial" w:hAnsi="Arial" w:cs="Arial"/>
          <w:sz w:val="22"/>
          <w:szCs w:val="22"/>
        </w:rPr>
        <w:t>, ferma restando la disponibilità di una rete che copra tutte le prestazioni previste, come da Allegato A all’avviso, dimostrabile anche con una estensione della rete alla Lombardia, al Piemonte all’Emilia Romagna e alla Toscana</w:t>
      </w:r>
      <w:r w:rsidRPr="003F0A2D">
        <w:rPr>
          <w:rFonts w:ascii="Arial" w:hAnsi="Arial" w:cs="Arial"/>
          <w:sz w:val="22"/>
          <w:szCs w:val="22"/>
        </w:rPr>
        <w:t>;</w:t>
      </w:r>
    </w:p>
    <w:p w14:paraId="75BB0E5B" w14:textId="06889C9A" w:rsidR="003422D6" w:rsidRPr="003F0A2D" w:rsidRDefault="003422D6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3F0A2D">
        <w:rPr>
          <w:rFonts w:ascii="Arial" w:hAnsi="Arial" w:cs="Arial"/>
          <w:sz w:val="22"/>
          <w:szCs w:val="22"/>
        </w:rPr>
        <w:t xml:space="preserve">che in capo all’operatore che rappresento/tano sussistono i requisiti di cui al </w:t>
      </w:r>
      <w:r w:rsidR="00015BD5" w:rsidRPr="003F0A2D">
        <w:rPr>
          <w:rFonts w:ascii="Arial" w:hAnsi="Arial" w:cs="Arial"/>
          <w:sz w:val="22"/>
          <w:szCs w:val="22"/>
        </w:rPr>
        <w:t xml:space="preserve">c.3) dell’avviso di manifestazione di interesse </w:t>
      </w:r>
      <w:r w:rsidR="00FF618F">
        <w:rPr>
          <w:rFonts w:ascii="Arial" w:hAnsi="Arial" w:cs="Arial"/>
          <w:sz w:val="22"/>
          <w:szCs w:val="22"/>
        </w:rPr>
        <w:t xml:space="preserve">in oggetto </w:t>
      </w:r>
      <w:r w:rsidRPr="003F0A2D">
        <w:rPr>
          <w:rFonts w:ascii="Arial" w:hAnsi="Arial" w:cs="Arial"/>
          <w:sz w:val="22"/>
          <w:szCs w:val="22"/>
        </w:rPr>
        <w:t>ed, in particolare,</w:t>
      </w:r>
      <w:r w:rsidR="00015BD5" w:rsidRPr="003F0A2D">
        <w:rPr>
          <w:rFonts w:ascii="Arial" w:hAnsi="Arial" w:cs="Arial"/>
          <w:sz w:val="22"/>
          <w:szCs w:val="22"/>
        </w:rPr>
        <w:t xml:space="preserve"> la disponibilità, di una </w:t>
      </w:r>
      <w:r w:rsidR="00015BD5" w:rsidRPr="003F0A2D">
        <w:rPr>
          <w:rFonts w:ascii="Arial" w:hAnsi="Arial" w:cs="Arial"/>
          <w:sz w:val="22"/>
          <w:szCs w:val="22"/>
          <w:u w:val="single"/>
        </w:rPr>
        <w:t>rete</w:t>
      </w:r>
      <w:r w:rsidR="00015BD5" w:rsidRPr="003F0A2D">
        <w:rPr>
          <w:rFonts w:ascii="Arial" w:hAnsi="Arial" w:cs="Arial"/>
          <w:sz w:val="22"/>
          <w:szCs w:val="22"/>
        </w:rPr>
        <w:t xml:space="preserve"> di almeno n. 8 </w:t>
      </w:r>
      <w:r w:rsidR="00015BD5" w:rsidRPr="003F0A2D">
        <w:rPr>
          <w:rFonts w:ascii="Arial" w:hAnsi="Arial" w:cs="Arial"/>
          <w:sz w:val="22"/>
          <w:szCs w:val="22"/>
        </w:rPr>
        <w:lastRenderedPageBreak/>
        <w:t>(otto) strutture per visite specialistiche e diagnostiche in Liguria</w:t>
      </w:r>
      <w:r w:rsidR="006B0989" w:rsidRPr="003F0A2D">
        <w:rPr>
          <w:rFonts w:ascii="Arial" w:hAnsi="Arial" w:cs="Arial"/>
          <w:sz w:val="22"/>
          <w:szCs w:val="22"/>
        </w:rPr>
        <w:t xml:space="preserve"> come da Allegato B all’avviso, dimostrabile anche con una estensione della rete alla Lombardia, al Piemonte all’Emilia Romagna e alla Toscana;</w:t>
      </w:r>
      <w:r w:rsidRPr="003F0A2D">
        <w:rPr>
          <w:rFonts w:ascii="Arial" w:hAnsi="Arial" w:cs="Arial"/>
          <w:sz w:val="22"/>
          <w:szCs w:val="22"/>
        </w:rPr>
        <w:t>;</w:t>
      </w:r>
    </w:p>
    <w:p w14:paraId="2DBA8781" w14:textId="0EFA2C09" w:rsidR="003422D6" w:rsidRPr="003F0A2D" w:rsidRDefault="003422D6" w:rsidP="003422D6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r w:rsidRPr="003F0A2D">
        <w:rPr>
          <w:rFonts w:ascii="Arial" w:hAnsi="Arial" w:cs="Arial"/>
          <w:sz w:val="22"/>
          <w:szCs w:val="22"/>
        </w:rPr>
        <w:t xml:space="preserve"> di aver preso visione dell’allegata “Informativa agli interessati” resa ai sensi dell'art. 13 del Regolamento UE 679/2016 – Regolamento Generale sulla Protezione dei Dati allegata all’ avviso in oggetto ed acconsento al trattamento dei dati personali per quanto ivi indicato;</w:t>
      </w:r>
    </w:p>
    <w:p w14:paraId="2351611D" w14:textId="77777777" w:rsidR="003422D6" w:rsidRPr="003F0A2D" w:rsidRDefault="003422D6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3F0A2D">
        <w:rPr>
          <w:rFonts w:ascii="Arial" w:hAnsi="Arial" w:cs="Arial"/>
          <w:sz w:val="22"/>
          <w:szCs w:val="22"/>
        </w:rPr>
        <w:t>che l’indirizzo PEC, al quale potranno esse fatte tutte le comunicazioni inerenti alla procedura senza successivo invio postale, è il seguente (</w:t>
      </w:r>
      <w:r w:rsidRPr="003F0A2D">
        <w:rPr>
          <w:rFonts w:ascii="Arial" w:hAnsi="Arial" w:cs="Arial"/>
          <w:i/>
          <w:sz w:val="22"/>
          <w:szCs w:val="22"/>
        </w:rPr>
        <w:t>in caso di RTI, indicare l’indirizzo PEC del mandatario</w:t>
      </w:r>
      <w:r w:rsidRPr="003F0A2D">
        <w:rPr>
          <w:rFonts w:ascii="Arial" w:hAnsi="Arial" w:cs="Arial"/>
          <w:sz w:val="22"/>
          <w:szCs w:val="22"/>
        </w:rPr>
        <w:t>): ______________________________</w:t>
      </w:r>
    </w:p>
    <w:p w14:paraId="58C50315" w14:textId="77777777" w:rsidR="00D23556" w:rsidRPr="003F0A2D" w:rsidRDefault="00D2355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191428FA" w14:textId="77777777" w:rsidR="00DE43D6" w:rsidRPr="003F0A2D" w:rsidRDefault="00DE43D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3574CB53" w14:textId="77777777" w:rsidR="00CE76B8" w:rsidRPr="003F0A2D" w:rsidRDefault="00CE76B8" w:rsidP="00D23556">
      <w:pPr>
        <w:tabs>
          <w:tab w:val="left" w:pos="284"/>
          <w:tab w:val="left" w:pos="2410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3F0A2D">
        <w:rPr>
          <w:rFonts w:ascii="Arial" w:hAnsi="Arial" w:cs="Arial"/>
        </w:rPr>
        <w:t>___________________, lì ____________________ (data)</w:t>
      </w:r>
    </w:p>
    <w:p w14:paraId="1E37890B" w14:textId="77777777" w:rsidR="003422D6" w:rsidRPr="003F0A2D" w:rsidRDefault="003422D6" w:rsidP="003422D6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</w:rPr>
      </w:pPr>
      <w:r w:rsidRPr="003F0A2D">
        <w:rPr>
          <w:rFonts w:ascii="Arial" w:hAnsi="Arial" w:cs="Arial"/>
        </w:rPr>
        <w:t>Timbro della Società e firma del titolate/legale rappresentante/procuratore (</w:t>
      </w:r>
      <w:r w:rsidRPr="003F0A2D">
        <w:rPr>
          <w:rStyle w:val="Rimandonotaapidipagina"/>
          <w:rFonts w:ascii="Arial" w:hAnsi="Arial" w:cs="Arial"/>
        </w:rPr>
        <w:footnoteReference w:id="1"/>
      </w:r>
      <w:r w:rsidRPr="003F0A2D">
        <w:rPr>
          <w:rFonts w:ascii="Arial" w:hAnsi="Arial" w:cs="Arial"/>
        </w:rPr>
        <w:t>)</w:t>
      </w:r>
    </w:p>
    <w:p w14:paraId="539138EC" w14:textId="77777777" w:rsidR="003422D6" w:rsidRPr="003F0A2D" w:rsidRDefault="003422D6" w:rsidP="003422D6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</w:rPr>
      </w:pPr>
      <w:r w:rsidRPr="003F0A2D">
        <w:rPr>
          <w:rFonts w:ascii="Arial" w:hAnsi="Arial" w:cs="Arial"/>
        </w:rPr>
        <w:t>________________________________</w:t>
      </w:r>
    </w:p>
    <w:p w14:paraId="05418BFB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F0A2D">
        <w:rPr>
          <w:rFonts w:ascii="Arial" w:hAnsi="Arial" w:cs="Arial"/>
          <w:b/>
          <w:color w:val="000000"/>
        </w:rPr>
        <w:t>N.B.:</w:t>
      </w:r>
      <w:r w:rsidRPr="003F0A2D">
        <w:rPr>
          <w:rFonts w:ascii="Arial" w:hAnsi="Arial" w:cs="Arial"/>
          <w:color w:val="000000"/>
        </w:rPr>
        <w:t xml:space="preserve"> In caso di raggruppamento temporaneo di concorrenti o consorzio ordinario di concorrenti, </w:t>
      </w:r>
      <w:r w:rsidRPr="003F0A2D">
        <w:rPr>
          <w:rFonts w:ascii="Arial" w:hAnsi="Arial" w:cs="Arial"/>
          <w:color w:val="000000"/>
          <w:u w:val="single"/>
        </w:rPr>
        <w:t>non ancora costituiti</w:t>
      </w:r>
      <w:r w:rsidRPr="003F0A2D">
        <w:rPr>
          <w:rFonts w:ascii="Arial" w:hAnsi="Arial" w:cs="Arial"/>
          <w:color w:val="000000"/>
        </w:rPr>
        <w:t>, la presente istanza e le relative dichiarazioni dovranno essere sottoscritte dai rappresentanti di ciascun soggetto del RTI/consorzio/aggregazione di imprese</w:t>
      </w:r>
    </w:p>
    <w:p w14:paraId="3EA3D248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DC6F38B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479D7BD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F0A2D">
        <w:rPr>
          <w:rFonts w:ascii="Arial" w:hAnsi="Arial" w:cs="Arial"/>
          <w:color w:val="000000"/>
        </w:rPr>
        <w:t>firma ______________________________ per lo/la studio/società _________________________</w:t>
      </w:r>
    </w:p>
    <w:p w14:paraId="11564900" w14:textId="77777777" w:rsidR="003422D6" w:rsidRPr="003F0A2D" w:rsidRDefault="003422D6" w:rsidP="003422D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</w:rPr>
      </w:pPr>
      <w:r w:rsidRPr="003F0A2D">
        <w:rPr>
          <w:rFonts w:ascii="Arial" w:hAnsi="Arial" w:cs="Arial"/>
          <w:iCs/>
          <w:color w:val="000000"/>
        </w:rPr>
        <w:t>(timbro e firma leggibile)</w:t>
      </w:r>
    </w:p>
    <w:p w14:paraId="363B4896" w14:textId="77777777" w:rsidR="003422D6" w:rsidRPr="003F0A2D" w:rsidRDefault="003422D6" w:rsidP="003422D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</w:rPr>
      </w:pPr>
    </w:p>
    <w:p w14:paraId="1B5C7631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F0A2D">
        <w:rPr>
          <w:rFonts w:ascii="Arial" w:hAnsi="Arial" w:cs="Arial"/>
          <w:color w:val="000000"/>
        </w:rPr>
        <w:t>firma ____________________________ per lo/la studio/società ___________________________</w:t>
      </w:r>
    </w:p>
    <w:p w14:paraId="452EE528" w14:textId="77777777" w:rsidR="003422D6" w:rsidRPr="003F0A2D" w:rsidRDefault="003422D6" w:rsidP="003422D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</w:rPr>
      </w:pPr>
      <w:r w:rsidRPr="003F0A2D">
        <w:rPr>
          <w:rFonts w:ascii="Arial" w:hAnsi="Arial" w:cs="Arial"/>
          <w:iCs/>
          <w:color w:val="000000"/>
        </w:rPr>
        <w:t>(timbro e firma leggibile)</w:t>
      </w:r>
    </w:p>
    <w:p w14:paraId="331A0194" w14:textId="77777777" w:rsidR="003422D6" w:rsidRPr="003F0A2D" w:rsidRDefault="003422D6" w:rsidP="003422D6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</w:rPr>
      </w:pPr>
    </w:p>
    <w:p w14:paraId="1D141194" w14:textId="77777777" w:rsidR="006532F4" w:rsidRDefault="003422D6" w:rsidP="003422D6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u w:val="single"/>
        </w:rPr>
        <w:sectPr w:rsidR="006532F4" w:rsidSect="0011518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1106" w:left="991" w:header="142" w:footer="981" w:gutter="0"/>
          <w:cols w:space="708"/>
          <w:titlePg/>
          <w:docGrid w:linePitch="360"/>
        </w:sectPr>
      </w:pPr>
      <w:r w:rsidRPr="003F0A2D">
        <w:rPr>
          <w:rFonts w:ascii="Arial" w:hAnsi="Arial" w:cs="Arial"/>
        </w:rPr>
        <w:t>N.B</w:t>
      </w:r>
      <w:r w:rsidRPr="003F0A2D">
        <w:rPr>
          <w:rFonts w:ascii="Arial" w:hAnsi="Arial" w:cs="Arial"/>
        </w:rPr>
        <w:tab/>
      </w:r>
      <w:r w:rsidRPr="003F0A2D">
        <w:rPr>
          <w:rFonts w:ascii="Arial" w:hAnsi="Arial" w:cs="Arial"/>
          <w:b/>
          <w:u w:val="single"/>
        </w:rPr>
        <w:t>ogni pagina</w:t>
      </w:r>
      <w:r w:rsidRPr="003F0A2D">
        <w:rPr>
          <w:rFonts w:ascii="Arial" w:hAnsi="Arial" w:cs="Arial"/>
        </w:rPr>
        <w:t xml:space="preserve"> del presente modulo dovrà essere corredato di </w:t>
      </w:r>
      <w:r w:rsidRPr="003F0A2D">
        <w:rPr>
          <w:rFonts w:ascii="Arial" w:hAnsi="Arial" w:cs="Arial"/>
          <w:b/>
          <w:u w:val="single"/>
        </w:rPr>
        <w:t>timbro della società e sigla del legale rappresentante/procuratore.</w:t>
      </w:r>
    </w:p>
    <w:p w14:paraId="56724A19" w14:textId="25F31D4E" w:rsidR="002E236F" w:rsidRPr="00206941" w:rsidRDefault="002E236F" w:rsidP="00292CCC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Arial" w:hAnsi="Arial" w:cs="Arial"/>
        </w:rPr>
      </w:pPr>
      <w:r w:rsidRPr="00206941">
        <w:rPr>
          <w:rFonts w:ascii="Arial" w:hAnsi="Arial" w:cs="Arial"/>
          <w:b/>
          <w:sz w:val="28"/>
          <w:szCs w:val="28"/>
        </w:rPr>
        <w:lastRenderedPageBreak/>
        <w:t>Informativa agli interessati</w:t>
      </w:r>
    </w:p>
    <w:p w14:paraId="799185A2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EC08EE9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Questa informativa è resa ai sensi dell’art. 13 del Regolamento 679/2016 (RGPD) che si applica dal 25/05/2018.</w:t>
      </w:r>
    </w:p>
    <w:p w14:paraId="1C37729D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1634AF14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  <w:b/>
        </w:rPr>
        <w:t>TITOLARE DEL TRATTAMENTO</w:t>
      </w:r>
      <w:r w:rsidRPr="00206941">
        <w:rPr>
          <w:rFonts w:ascii="Arial" w:hAnsi="Arial" w:cs="Arial"/>
        </w:rPr>
        <w:t>:</w:t>
      </w:r>
    </w:p>
    <w:p w14:paraId="7E2D5506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Titolare del trattamento è il soggetto nei cui confronti l’interessato può esercitare i suoi diritti e cui sono imputabili le scelte di fondo sulle finalità e modalità del trattamento: </w:t>
      </w:r>
      <w:r w:rsidRPr="00206941">
        <w:rPr>
          <w:rFonts w:ascii="Arial" w:hAnsi="Arial" w:cs="Arial"/>
          <w:bCs/>
        </w:rPr>
        <w:t>Infrastrutture Recupero Energia Agenzia Regionale Ligure – I.R.E. S.p.A.</w:t>
      </w:r>
      <w:r w:rsidRPr="00206941">
        <w:rPr>
          <w:rFonts w:ascii="Arial" w:hAnsi="Arial" w:cs="Arial"/>
        </w:rPr>
        <w:t>, via Peschiera, 16 - 16122 Genova, tel. centralino +39.010.548.8446, posta elettronica certificata</w:t>
      </w:r>
      <w:r w:rsidRPr="00206941">
        <w:rPr>
          <w:rFonts w:ascii="Arial" w:hAnsi="Arial" w:cs="Arial"/>
          <w:bCs/>
        </w:rPr>
        <w:t>:</w:t>
      </w:r>
      <w:r w:rsidRPr="00206941">
        <w:rPr>
          <w:rFonts w:ascii="Arial" w:hAnsi="Arial" w:cs="Arial"/>
        </w:rPr>
        <w:t xml:space="preserve"> </w:t>
      </w:r>
      <w:hyperlink r:id="rId13" w:history="1">
        <w:r w:rsidRPr="00206941">
          <w:rPr>
            <w:rStyle w:val="Collegamentoipertestuale"/>
            <w:rFonts w:ascii="Arial" w:hAnsi="Arial" w:cs="Arial"/>
            <w:bCs/>
            <w:iCs/>
          </w:rPr>
          <w:t>irespa@legalmail.it</w:t>
        </w:r>
      </w:hyperlink>
      <w:r w:rsidRPr="00206941">
        <w:rPr>
          <w:rFonts w:ascii="Arial" w:hAnsi="Arial" w:cs="Arial"/>
          <w:b/>
          <w:bCs/>
        </w:rPr>
        <w:t xml:space="preserve">, </w:t>
      </w:r>
      <w:r w:rsidRPr="00206941">
        <w:rPr>
          <w:rFonts w:ascii="Arial" w:hAnsi="Arial" w:cs="Arial"/>
        </w:rPr>
        <w:t xml:space="preserve">sito web: </w:t>
      </w:r>
      <w:hyperlink r:id="rId14" w:history="1">
        <w:r w:rsidRPr="00206941">
          <w:rPr>
            <w:rStyle w:val="Collegamentoipertestuale"/>
            <w:rFonts w:ascii="Arial" w:hAnsi="Arial" w:cs="Arial"/>
            <w:bCs/>
            <w:iCs/>
          </w:rPr>
          <w:t>www.ireliguria.it</w:t>
        </w:r>
      </w:hyperlink>
      <w:r w:rsidRPr="00206941">
        <w:rPr>
          <w:rFonts w:ascii="Arial" w:hAnsi="Arial" w:cs="Arial"/>
          <w:bCs/>
          <w:iCs/>
          <w:u w:val="single"/>
        </w:rPr>
        <w:t>.</w:t>
      </w:r>
    </w:p>
    <w:p w14:paraId="2C23C150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72BBF6E5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2FFBB16B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206941">
        <w:rPr>
          <w:rFonts w:ascii="Arial" w:hAnsi="Arial" w:cs="Arial"/>
          <w:b/>
        </w:rPr>
        <w:t>RESPONSABILE DELLA PROTEZIONE DEI DATI</w:t>
      </w:r>
    </w:p>
    <w:p w14:paraId="65D22405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Responsabile per la protezione dei dati personali è Liguria Digitale S.p.A. Parco Scientifico e Tecnologico di Genova – Via </w:t>
      </w:r>
      <w:proofErr w:type="spellStart"/>
      <w:r w:rsidRPr="00206941">
        <w:rPr>
          <w:rFonts w:ascii="Arial" w:hAnsi="Arial" w:cs="Arial"/>
        </w:rPr>
        <w:t>Melen</w:t>
      </w:r>
      <w:proofErr w:type="spellEnd"/>
      <w:r w:rsidRPr="00206941">
        <w:rPr>
          <w:rFonts w:ascii="Arial" w:hAnsi="Arial" w:cs="Arial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49BCBEF7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- centralino: +39 01065451 </w:t>
      </w:r>
    </w:p>
    <w:p w14:paraId="68F6D9D4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- e-mail: </w:t>
      </w:r>
      <w:hyperlink r:id="rId15" w:history="1">
        <w:r w:rsidRPr="00206941">
          <w:rPr>
            <w:rStyle w:val="Collegamentoipertestuale"/>
            <w:rFonts w:ascii="Arial" w:hAnsi="Arial" w:cs="Arial"/>
          </w:rPr>
          <w:t>privacyweb@liguriadigitale.it</w:t>
        </w:r>
      </w:hyperlink>
      <w:r w:rsidRPr="00206941">
        <w:rPr>
          <w:rFonts w:ascii="Arial" w:hAnsi="Arial" w:cs="Arial"/>
        </w:rPr>
        <w:t xml:space="preserve"> </w:t>
      </w:r>
    </w:p>
    <w:p w14:paraId="610F7A86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- posta certificata (PEC): </w:t>
      </w:r>
      <w:hyperlink r:id="rId16" w:history="1">
        <w:r w:rsidRPr="00206941">
          <w:rPr>
            <w:rStyle w:val="Collegamentoipertestuale"/>
            <w:rFonts w:ascii="Arial" w:hAnsi="Arial" w:cs="Arial"/>
          </w:rPr>
          <w:t>protocollo@pec.liguriadigitale.it</w:t>
        </w:r>
      </w:hyperlink>
    </w:p>
    <w:p w14:paraId="29DC3EB9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015F0319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206941">
        <w:rPr>
          <w:rFonts w:ascii="Arial" w:hAnsi="Arial" w:cs="Arial"/>
          <w:b/>
        </w:rPr>
        <w:t>FINALITA’ DEL TRATTAMENTO DEI DATI</w:t>
      </w:r>
    </w:p>
    <w:p w14:paraId="350678ED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I dati personali sono raccolti in funzione e per le finalità delle seguenti procedure:</w:t>
      </w:r>
    </w:p>
    <w:p w14:paraId="5459E155" w14:textId="77777777" w:rsidR="002E236F" w:rsidRPr="00206941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per l’affidamento dell’appalto, di cui alla determinazione di apertura del procedimento, nonché, con riferimento all’aggiudicatario;</w:t>
      </w:r>
    </w:p>
    <w:p w14:paraId="172658EE" w14:textId="77777777" w:rsidR="002E236F" w:rsidRPr="00206941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per l’affidamento dell’incarico di prestazione professionale;</w:t>
      </w:r>
    </w:p>
    <w:p w14:paraId="352E5291" w14:textId="77777777" w:rsidR="002E236F" w:rsidRPr="00206941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per la stipula e l’esecuzione del contratto di appalto o di prestazione professionale, con i connessi adempimenti amministrativi e contabili.</w:t>
      </w:r>
    </w:p>
    <w:p w14:paraId="4D224FAE" w14:textId="77777777" w:rsidR="002E236F" w:rsidRPr="00206941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3857993B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206941">
        <w:rPr>
          <w:rFonts w:ascii="Arial" w:hAnsi="Arial" w:cs="Arial"/>
          <w:b/>
        </w:rPr>
        <w:t>BASE GIURIDICA DEL TRATTAMENTO</w:t>
      </w:r>
    </w:p>
    <w:p w14:paraId="139E502B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spellStart"/>
      <w:r w:rsidRPr="00206941">
        <w:rPr>
          <w:rFonts w:ascii="Arial" w:hAnsi="Arial" w:cs="Arial"/>
        </w:rPr>
        <w:t>ll</w:t>
      </w:r>
      <w:proofErr w:type="spellEnd"/>
      <w:r w:rsidRPr="00206941">
        <w:rPr>
          <w:rFonts w:ascii="Arial" w:hAnsi="Arial" w:cs="Arial"/>
        </w:rPr>
        <w:t xml:space="preserve"> trattamento dei dati personali si fonda sulle seguenti basi giuridiche:</w:t>
      </w:r>
    </w:p>
    <w:p w14:paraId="3B762C08" w14:textId="77777777" w:rsidR="002E236F" w:rsidRPr="00206941" w:rsidRDefault="002E236F" w:rsidP="002E236F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necessità del trattamento ai fini della stipula e dell'esecuzione del contratto, ovvero ai fini dell'esecuzione di misure precontrattuali adottate su richiesta dell’interessato (art. 6 par. 1 </w:t>
      </w:r>
      <w:proofErr w:type="spellStart"/>
      <w:r w:rsidRPr="00206941">
        <w:rPr>
          <w:rFonts w:ascii="Arial" w:hAnsi="Arial" w:cs="Arial"/>
        </w:rPr>
        <w:t>lett</w:t>
      </w:r>
      <w:proofErr w:type="spellEnd"/>
      <w:r w:rsidRPr="00206941">
        <w:rPr>
          <w:rFonts w:ascii="Arial" w:hAnsi="Arial" w:cs="Arial"/>
        </w:rPr>
        <w:t>. b GDPR);</w:t>
      </w:r>
    </w:p>
    <w:p w14:paraId="3F840167" w14:textId="77777777" w:rsidR="002E236F" w:rsidRPr="00206941" w:rsidRDefault="002E236F" w:rsidP="002E236F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necessità del trattamento per adempiere obblighi giuridici a cui è soggetto il titolare del trattamento (art. 6 par. 1 </w:t>
      </w:r>
      <w:proofErr w:type="spellStart"/>
      <w:r w:rsidRPr="00206941">
        <w:rPr>
          <w:rFonts w:ascii="Arial" w:hAnsi="Arial" w:cs="Arial"/>
        </w:rPr>
        <w:t>lett</w:t>
      </w:r>
      <w:proofErr w:type="spellEnd"/>
      <w:r w:rsidRPr="00206941">
        <w:rPr>
          <w:rFonts w:ascii="Arial" w:hAnsi="Arial" w:cs="Arial"/>
        </w:rPr>
        <w:t>. c GDPR); ad esempio, adempimento di obblighi di legge, regolamento o contratto, esecuzione di provvedimenti dell’autorità giudiziaria o amministrativa;</w:t>
      </w:r>
    </w:p>
    <w:p w14:paraId="4636A5BC" w14:textId="77777777" w:rsidR="002E236F" w:rsidRPr="00206941" w:rsidRDefault="002E236F" w:rsidP="002E236F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necessità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</w:t>
      </w:r>
      <w:proofErr w:type="spellStart"/>
      <w:r w:rsidRPr="00206941">
        <w:rPr>
          <w:rFonts w:ascii="Arial" w:hAnsi="Arial" w:cs="Arial"/>
        </w:rPr>
        <w:t>lett</w:t>
      </w:r>
      <w:proofErr w:type="spellEnd"/>
      <w:r w:rsidRPr="00206941">
        <w:rPr>
          <w:rFonts w:ascii="Arial" w:hAnsi="Arial" w:cs="Arial"/>
        </w:rPr>
        <w:t>. e GDPR).</w:t>
      </w:r>
    </w:p>
    <w:p w14:paraId="3980E48E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I dati giudiziari sono oggetto di trattamento ai fini della verifica dell’assenza di cause di esclusione ex art. 80 D.Lgs. n. 50/2016, in conformità alle previsioni di cui al codice appalti (D.Lgs. n. 50/2016) e al D.P.R. n. 445/2000.</w:t>
      </w:r>
    </w:p>
    <w:p w14:paraId="20CCEB76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7071D978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5AB0B4FF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206941">
        <w:rPr>
          <w:rFonts w:ascii="Arial" w:hAnsi="Arial" w:cs="Arial"/>
          <w:b/>
        </w:rPr>
        <w:t>DESTINATARI DEI DATI</w:t>
      </w:r>
    </w:p>
    <w:p w14:paraId="481C83C3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I seguenti soggetti riceveranno i dati personali in qualità di destinatari (art. 4 punto 9): </w:t>
      </w:r>
    </w:p>
    <w:p w14:paraId="08F7A39D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Liguria Digitale S.p.A., Parco Scientifico e Tecnologico di Genova - Via </w:t>
      </w:r>
      <w:proofErr w:type="spellStart"/>
      <w:r w:rsidRPr="00206941">
        <w:rPr>
          <w:rFonts w:ascii="Arial" w:hAnsi="Arial" w:cs="Arial"/>
        </w:rPr>
        <w:t>Melen</w:t>
      </w:r>
      <w:proofErr w:type="spellEnd"/>
      <w:r w:rsidRPr="00206941">
        <w:rPr>
          <w:rFonts w:ascii="Arial" w:hAnsi="Arial" w:cs="Arial"/>
        </w:rPr>
        <w:t xml:space="preserve"> 77, 16152 Genova, Telefono: 010 - 65451 Fax: 010 – 6545422 e-mail: </w:t>
      </w:r>
      <w:hyperlink r:id="rId17" w:history="1">
        <w:r w:rsidRPr="00206941">
          <w:rPr>
            <w:rStyle w:val="Collegamentoipertestuale"/>
            <w:rFonts w:ascii="Arial" w:hAnsi="Arial" w:cs="Arial"/>
          </w:rPr>
          <w:t>info@liguriadigitale.it</w:t>
        </w:r>
      </w:hyperlink>
      <w:r w:rsidRPr="00206941">
        <w:rPr>
          <w:rFonts w:ascii="Arial" w:hAnsi="Arial" w:cs="Arial"/>
        </w:rPr>
        <w:t xml:space="preserve">; posta certificata </w:t>
      </w:r>
      <w:hyperlink r:id="rId18" w:history="1">
        <w:r w:rsidRPr="00206941">
          <w:rPr>
            <w:rStyle w:val="Collegamentoipertestuale"/>
            <w:rFonts w:ascii="Arial" w:hAnsi="Arial" w:cs="Arial"/>
          </w:rPr>
          <w:t>protocollo@pec.liguriadigitale.it</w:t>
        </w:r>
      </w:hyperlink>
      <w:r w:rsidRPr="00206941">
        <w:rPr>
          <w:rFonts w:ascii="Arial" w:hAnsi="Arial" w:cs="Arial"/>
        </w:rPr>
        <w:t>, quale Responsabile del Trattamento incaricato della manutenzione del sistema informative;</w:t>
      </w:r>
    </w:p>
    <w:p w14:paraId="3CBE8DDE" w14:textId="1B59B135" w:rsidR="00206941" w:rsidRPr="00206941" w:rsidRDefault="00206941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FI.L.S.E. S.p.A. quale Committente di IRE S.p.A. per lo svolgimento della procedura di gara. </w:t>
      </w:r>
    </w:p>
    <w:p w14:paraId="1F4C745C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lastRenderedPageBreak/>
        <w:t>Autorità Nazionale Anticorruzione (A.N.AC.) per ottemperare ad obblighi normativi;</w:t>
      </w:r>
    </w:p>
    <w:p w14:paraId="5318BB59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Autorità preposte alle attività ispettive e di verifica fiscale ed amministrativa; </w:t>
      </w:r>
    </w:p>
    <w:p w14:paraId="76D81B92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Autorità giudiziaria o polizia giudiziaria, nei casi previsti dalla legge;</w:t>
      </w:r>
    </w:p>
    <w:p w14:paraId="5BA6B2DD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Enti previdenziali ed assistenziali per ottemperare ad obblighi normativi;</w:t>
      </w:r>
    </w:p>
    <w:p w14:paraId="2528A7D2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Organi di controllo (a titolo esemplificativo: Agenzia delle Entrate, Revisore Legale dei conti, collegio sindacale ecc..) per ottemperare agli obblighi normativi;</w:t>
      </w:r>
    </w:p>
    <w:p w14:paraId="23BAED78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Banche ed istituti di credito per il pagamento tramite accredito;</w:t>
      </w:r>
    </w:p>
    <w:p w14:paraId="5534E7B0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Professionisti incaricati da IRE per adempiere alla normativa vigente e agli obblighi contrattuali con l’interessato;</w:t>
      </w:r>
    </w:p>
    <w:p w14:paraId="69A935A2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lang w:val="en-US"/>
        </w:rPr>
      </w:pPr>
      <w:r w:rsidRPr="00206941">
        <w:rPr>
          <w:rFonts w:ascii="Arial" w:hAnsi="Arial" w:cs="Arial"/>
        </w:rPr>
        <w:t>Gli incaricati di IRE;</w:t>
      </w:r>
    </w:p>
    <w:p w14:paraId="1B7B7ADE" w14:textId="77777777" w:rsidR="002E236F" w:rsidRPr="00206941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Ogni altro soggetto pubblico o privato nei casi previsti dal diritto dell’Unione o dello Stato italiano.</w:t>
      </w:r>
    </w:p>
    <w:p w14:paraId="6B256984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154DE91D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206941">
        <w:rPr>
          <w:rFonts w:ascii="Arial" w:hAnsi="Arial" w:cs="Arial"/>
          <w:b/>
        </w:rPr>
        <w:t>ULTERIORI INFORMAZIONI FORNITE AGLI INTERESSATI</w:t>
      </w:r>
    </w:p>
    <w:p w14:paraId="68F4B042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206941">
        <w:rPr>
          <w:rFonts w:ascii="Arial" w:hAnsi="Arial" w:cs="Arial"/>
        </w:rPr>
        <w:t>Ulteriori informazioni fornite all’interessato (riferimento comma 2, articolo 13 del Regolamento 679/2016)</w:t>
      </w:r>
    </w:p>
    <w:p w14:paraId="0E1AD30F" w14:textId="77777777" w:rsidR="002E236F" w:rsidRPr="00206941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Con riferimento all’appaltatore, i dati personali sono conservati per tutta la durata del contratto di appalto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361F9C53" w14:textId="77777777" w:rsidR="002E236F" w:rsidRPr="00206941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75BCE6A1" w14:textId="77777777" w:rsidR="002E236F" w:rsidRPr="00206941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6AE89D74" w14:textId="77777777" w:rsidR="002E236F" w:rsidRPr="00206941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78ED6BCA" w14:textId="77777777" w:rsidR="002E236F" w:rsidRPr="00206941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 w:rsidRPr="00206941">
        <w:rPr>
          <w:rFonts w:ascii="Arial" w:hAnsi="Arial" w:cs="Arial"/>
        </w:rPr>
        <w:t>Citorio</w:t>
      </w:r>
      <w:proofErr w:type="spellEnd"/>
      <w:r w:rsidRPr="00206941">
        <w:rPr>
          <w:rFonts w:ascii="Arial" w:hAnsi="Arial" w:cs="Arial"/>
        </w:rPr>
        <w:t xml:space="preserve"> n. 121, 00186</w:t>
      </w:r>
    </w:p>
    <w:p w14:paraId="474D1FF0" w14:textId="77777777" w:rsidR="002E236F" w:rsidRPr="00206941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La comunicazione di dati è prevista in base 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74CF2841" w14:textId="77777777" w:rsidR="002E236F" w:rsidRPr="00206941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206941">
        <w:rPr>
          <w:rFonts w:ascii="Arial" w:hAnsi="Arial" w:cs="Arial"/>
        </w:rPr>
        <w:t>L’interessato non è soggetto ad un processo di decisione automatizzato o a logiche di profilazione.</w:t>
      </w:r>
    </w:p>
    <w:p w14:paraId="4A483F4C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0B11FD9" w14:textId="77777777" w:rsidR="002E236F" w:rsidRPr="00206941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sectPr w:rsidR="002E236F" w:rsidRPr="00206941" w:rsidSect="006532F4">
      <w:pgSz w:w="11906" w:h="16838" w:code="9"/>
      <w:pgMar w:top="1134" w:right="1134" w:bottom="1106" w:left="991" w:header="142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AB6A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3CA7B8E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664BE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6A2236">
      <w:rPr>
        <w:rFonts w:ascii="Arial" w:hAnsi="Arial" w:cs="Arial"/>
        <w:b/>
        <w:bCs/>
        <w:noProof/>
        <w:sz w:val="18"/>
        <w:szCs w:val="18"/>
      </w:rPr>
      <w:t>6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6A2236">
      <w:rPr>
        <w:rFonts w:ascii="Arial" w:hAnsi="Arial" w:cs="Arial"/>
        <w:b/>
        <w:bCs/>
        <w:noProof/>
        <w:sz w:val="18"/>
        <w:szCs w:val="18"/>
      </w:rPr>
      <w:t>6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2CEE0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6A2236">
      <w:rPr>
        <w:b/>
        <w:bCs/>
        <w:noProof/>
      </w:rPr>
      <w:t>5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6A2236">
      <w:rPr>
        <w:b/>
        <w:bCs/>
        <w:noProof/>
      </w:rPr>
      <w:t>6</w:t>
    </w:r>
    <w:r w:rsidRPr="0089512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A3D9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5336F45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3A7706D6" w14:textId="77777777" w:rsidR="003422D6" w:rsidRDefault="003422D6" w:rsidP="003422D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  <w:p w14:paraId="44F97507" w14:textId="77777777" w:rsidR="006532F4" w:rsidRPr="00F9796A" w:rsidRDefault="006532F4" w:rsidP="003422D6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A29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F54F" w14:textId="77777777" w:rsidR="00AC7456" w:rsidRDefault="00AC7456" w:rsidP="00AC7456">
    <w:pPr>
      <w:pStyle w:val="Intestazione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F47"/>
    <w:multiLevelType w:val="multilevel"/>
    <w:tmpl w:val="39F6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D0930"/>
    <w:multiLevelType w:val="hybridMultilevel"/>
    <w:tmpl w:val="74C2D63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BA7009"/>
    <w:multiLevelType w:val="hybridMultilevel"/>
    <w:tmpl w:val="C4BCD44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1E5436"/>
    <w:multiLevelType w:val="hybridMultilevel"/>
    <w:tmpl w:val="B120C628"/>
    <w:lvl w:ilvl="0" w:tplc="D0BC4E28">
      <w:start w:val="4"/>
      <w:numFmt w:val="decimal"/>
      <w:lvlText w:val="%1"/>
      <w:lvlJc w:val="left"/>
      <w:pPr>
        <w:ind w:left="10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>
    <w:nsid w:val="15EC3E1F"/>
    <w:multiLevelType w:val="hybridMultilevel"/>
    <w:tmpl w:val="D61449D4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8396548"/>
    <w:multiLevelType w:val="hybridMultilevel"/>
    <w:tmpl w:val="63CE4AFC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0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7502D7"/>
    <w:multiLevelType w:val="hybridMultilevel"/>
    <w:tmpl w:val="537C0E4A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207615"/>
    <w:multiLevelType w:val="multilevel"/>
    <w:tmpl w:val="9676B82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68" w:hanging="360"/>
      </w:pPr>
      <w:rPr>
        <w:rFonts w:hint="default"/>
      </w:rPr>
    </w:lvl>
    <w:lvl w:ilvl="3">
      <w:start w:val="1"/>
      <w:numFmt w:val="bullet"/>
      <w:suff w:val="space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1BB80FE5"/>
    <w:multiLevelType w:val="hybridMultilevel"/>
    <w:tmpl w:val="860C2140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66483"/>
    <w:multiLevelType w:val="hybridMultilevel"/>
    <w:tmpl w:val="A3244D60"/>
    <w:lvl w:ilvl="0" w:tplc="B5226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1626F6"/>
    <w:multiLevelType w:val="hybridMultilevel"/>
    <w:tmpl w:val="ABCE7456"/>
    <w:lvl w:ilvl="0" w:tplc="7B4A6D9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836CE"/>
    <w:multiLevelType w:val="hybridMultilevel"/>
    <w:tmpl w:val="BD34FD58"/>
    <w:lvl w:ilvl="0" w:tplc="D13A377A">
      <w:start w:val="1"/>
      <w:numFmt w:val="upperLetter"/>
      <w:lvlText w:val="Modulo %1: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4A16F1"/>
    <w:multiLevelType w:val="hybridMultilevel"/>
    <w:tmpl w:val="98A8F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50671B"/>
    <w:multiLevelType w:val="hybridMultilevel"/>
    <w:tmpl w:val="93EC71FE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33E05DD0"/>
    <w:multiLevelType w:val="hybridMultilevel"/>
    <w:tmpl w:val="7BEEC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702FF"/>
    <w:multiLevelType w:val="hybridMultilevel"/>
    <w:tmpl w:val="A1C0AC6C"/>
    <w:lvl w:ilvl="0" w:tplc="B1C68E9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3D3B446B"/>
    <w:multiLevelType w:val="hybridMultilevel"/>
    <w:tmpl w:val="F44C9D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ED781F"/>
    <w:multiLevelType w:val="hybridMultilevel"/>
    <w:tmpl w:val="3048B6A6"/>
    <w:lvl w:ilvl="0" w:tplc="7B4A6D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17BF0"/>
    <w:multiLevelType w:val="hybridMultilevel"/>
    <w:tmpl w:val="F086E310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>
    <w:nsid w:val="44B34A1B"/>
    <w:multiLevelType w:val="hybridMultilevel"/>
    <w:tmpl w:val="3FBA232A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2">
    <w:nsid w:val="4533765D"/>
    <w:multiLevelType w:val="hybridMultilevel"/>
    <w:tmpl w:val="465ED2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052FF"/>
    <w:multiLevelType w:val="hybridMultilevel"/>
    <w:tmpl w:val="A5EE1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13475C"/>
    <w:multiLevelType w:val="hybridMultilevel"/>
    <w:tmpl w:val="CA5A7C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645DF"/>
    <w:multiLevelType w:val="hybridMultilevel"/>
    <w:tmpl w:val="8034EB7A"/>
    <w:lvl w:ilvl="0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66A81945"/>
    <w:multiLevelType w:val="hybridMultilevel"/>
    <w:tmpl w:val="26A280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EC71256"/>
    <w:multiLevelType w:val="hybridMultilevel"/>
    <w:tmpl w:val="3738BD5C"/>
    <w:lvl w:ilvl="0" w:tplc="92ECDF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B54247"/>
    <w:multiLevelType w:val="hybridMultilevel"/>
    <w:tmpl w:val="A2BA60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11D3B3A"/>
    <w:multiLevelType w:val="hybridMultilevel"/>
    <w:tmpl w:val="E5BC10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47288"/>
    <w:multiLevelType w:val="hybridMultilevel"/>
    <w:tmpl w:val="9DBCD5C6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6B7816"/>
    <w:multiLevelType w:val="hybridMultilevel"/>
    <w:tmpl w:val="664620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2"/>
  </w:num>
  <w:num w:numId="3">
    <w:abstractNumId w:val="4"/>
  </w:num>
  <w:num w:numId="4">
    <w:abstractNumId w:val="3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8"/>
  </w:num>
  <w:num w:numId="9">
    <w:abstractNumId w:val="27"/>
  </w:num>
  <w:num w:numId="10">
    <w:abstractNumId w:val="3"/>
  </w:num>
  <w:num w:numId="11">
    <w:abstractNumId w:val="22"/>
  </w:num>
  <w:num w:numId="12">
    <w:abstractNumId w:val="21"/>
  </w:num>
  <w:num w:numId="13">
    <w:abstractNumId w:val="20"/>
  </w:num>
  <w:num w:numId="14">
    <w:abstractNumId w:val="7"/>
  </w:num>
  <w:num w:numId="15">
    <w:abstractNumId w:val="9"/>
  </w:num>
  <w:num w:numId="16">
    <w:abstractNumId w:val="15"/>
  </w:num>
  <w:num w:numId="17">
    <w:abstractNumId w:val="16"/>
  </w:num>
  <w:num w:numId="18">
    <w:abstractNumId w:val="25"/>
  </w:num>
  <w:num w:numId="19">
    <w:abstractNumId w:val="26"/>
  </w:num>
  <w:num w:numId="20">
    <w:abstractNumId w:val="8"/>
  </w:num>
  <w:num w:numId="21">
    <w:abstractNumId w:val="24"/>
  </w:num>
  <w:num w:numId="22">
    <w:abstractNumId w:val="11"/>
  </w:num>
  <w:num w:numId="23">
    <w:abstractNumId w:val="6"/>
  </w:num>
  <w:num w:numId="24">
    <w:abstractNumId w:val="10"/>
  </w:num>
  <w:num w:numId="25">
    <w:abstractNumId w:val="13"/>
  </w:num>
  <w:num w:numId="26">
    <w:abstractNumId w:val="5"/>
  </w:num>
  <w:num w:numId="27">
    <w:abstractNumId w:val="2"/>
  </w:num>
  <w:num w:numId="28">
    <w:abstractNumId w:val="19"/>
  </w:num>
  <w:num w:numId="29">
    <w:abstractNumId w:val="28"/>
  </w:num>
  <w:num w:numId="30">
    <w:abstractNumId w:val="14"/>
  </w:num>
  <w:num w:numId="31">
    <w:abstractNumId w:val="23"/>
  </w:num>
  <w:num w:numId="32">
    <w:abstractNumId w:val="1"/>
  </w:num>
  <w:num w:numId="33">
    <w:abstractNumId w:val="0"/>
  </w:num>
  <w:num w:numId="34">
    <w:abstractNumId w:val="29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1"/>
    <w:rsid w:val="0000047A"/>
    <w:rsid w:val="0001356C"/>
    <w:rsid w:val="00013DAC"/>
    <w:rsid w:val="00013E9A"/>
    <w:rsid w:val="00015138"/>
    <w:rsid w:val="00015385"/>
    <w:rsid w:val="00015BD5"/>
    <w:rsid w:val="000243A7"/>
    <w:rsid w:val="00030B0E"/>
    <w:rsid w:val="00030EB5"/>
    <w:rsid w:val="000351FD"/>
    <w:rsid w:val="00035AD3"/>
    <w:rsid w:val="0003658B"/>
    <w:rsid w:val="00036DBA"/>
    <w:rsid w:val="000419A7"/>
    <w:rsid w:val="000462D8"/>
    <w:rsid w:val="00054C57"/>
    <w:rsid w:val="00055049"/>
    <w:rsid w:val="00057B5A"/>
    <w:rsid w:val="00066FEB"/>
    <w:rsid w:val="00070082"/>
    <w:rsid w:val="00075A05"/>
    <w:rsid w:val="00082BF4"/>
    <w:rsid w:val="00086101"/>
    <w:rsid w:val="00087E69"/>
    <w:rsid w:val="00091747"/>
    <w:rsid w:val="00096F48"/>
    <w:rsid w:val="000A39BD"/>
    <w:rsid w:val="000A58F2"/>
    <w:rsid w:val="000B459B"/>
    <w:rsid w:val="000C00A6"/>
    <w:rsid w:val="000C6305"/>
    <w:rsid w:val="000D2B9B"/>
    <w:rsid w:val="000D7048"/>
    <w:rsid w:val="000D7E9C"/>
    <w:rsid w:val="000E05FA"/>
    <w:rsid w:val="000E28C3"/>
    <w:rsid w:val="000E5453"/>
    <w:rsid w:val="000E76A7"/>
    <w:rsid w:val="00112939"/>
    <w:rsid w:val="00114EC4"/>
    <w:rsid w:val="00115186"/>
    <w:rsid w:val="0012158A"/>
    <w:rsid w:val="001226D9"/>
    <w:rsid w:val="0012550C"/>
    <w:rsid w:val="001278EA"/>
    <w:rsid w:val="0015693C"/>
    <w:rsid w:val="00161E91"/>
    <w:rsid w:val="001644B3"/>
    <w:rsid w:val="001730D5"/>
    <w:rsid w:val="00173670"/>
    <w:rsid w:val="001810AC"/>
    <w:rsid w:val="00181C5C"/>
    <w:rsid w:val="001913AB"/>
    <w:rsid w:val="001937E9"/>
    <w:rsid w:val="001967CE"/>
    <w:rsid w:val="001A1D00"/>
    <w:rsid w:val="001A288A"/>
    <w:rsid w:val="001A4C02"/>
    <w:rsid w:val="001A5CC3"/>
    <w:rsid w:val="001B1290"/>
    <w:rsid w:val="001B1652"/>
    <w:rsid w:val="001B7CB7"/>
    <w:rsid w:val="001C39AE"/>
    <w:rsid w:val="001C7146"/>
    <w:rsid w:val="001C782B"/>
    <w:rsid w:val="001C7A33"/>
    <w:rsid w:val="001E2694"/>
    <w:rsid w:val="001E6B84"/>
    <w:rsid w:val="001E7522"/>
    <w:rsid w:val="001F23E6"/>
    <w:rsid w:val="002057A5"/>
    <w:rsid w:val="00206941"/>
    <w:rsid w:val="00213E49"/>
    <w:rsid w:val="0022036F"/>
    <w:rsid w:val="002222D2"/>
    <w:rsid w:val="00224A82"/>
    <w:rsid w:val="00231B0F"/>
    <w:rsid w:val="00237515"/>
    <w:rsid w:val="002423FF"/>
    <w:rsid w:val="00242A0B"/>
    <w:rsid w:val="002453C5"/>
    <w:rsid w:val="00246BD6"/>
    <w:rsid w:val="0025225C"/>
    <w:rsid w:val="0025744B"/>
    <w:rsid w:val="00270F04"/>
    <w:rsid w:val="002772C8"/>
    <w:rsid w:val="00281EDE"/>
    <w:rsid w:val="00292CCC"/>
    <w:rsid w:val="002970E6"/>
    <w:rsid w:val="002A256A"/>
    <w:rsid w:val="002A297E"/>
    <w:rsid w:val="002A7983"/>
    <w:rsid w:val="002B0702"/>
    <w:rsid w:val="002B29CD"/>
    <w:rsid w:val="002B7C69"/>
    <w:rsid w:val="002C5277"/>
    <w:rsid w:val="002D3A26"/>
    <w:rsid w:val="002D52EB"/>
    <w:rsid w:val="002D7D99"/>
    <w:rsid w:val="002E236F"/>
    <w:rsid w:val="002E6376"/>
    <w:rsid w:val="002E78D4"/>
    <w:rsid w:val="002E7C83"/>
    <w:rsid w:val="002F06AC"/>
    <w:rsid w:val="002F48A9"/>
    <w:rsid w:val="002F4C8B"/>
    <w:rsid w:val="00301A06"/>
    <w:rsid w:val="003031D3"/>
    <w:rsid w:val="00311140"/>
    <w:rsid w:val="003125D2"/>
    <w:rsid w:val="00312D23"/>
    <w:rsid w:val="0031343C"/>
    <w:rsid w:val="00314E2F"/>
    <w:rsid w:val="00325459"/>
    <w:rsid w:val="00326A1F"/>
    <w:rsid w:val="003422D6"/>
    <w:rsid w:val="00343FC4"/>
    <w:rsid w:val="00344BAF"/>
    <w:rsid w:val="0034543A"/>
    <w:rsid w:val="0035029F"/>
    <w:rsid w:val="00351311"/>
    <w:rsid w:val="00352BDB"/>
    <w:rsid w:val="00355F65"/>
    <w:rsid w:val="00360644"/>
    <w:rsid w:val="0036252B"/>
    <w:rsid w:val="00364542"/>
    <w:rsid w:val="00366FD5"/>
    <w:rsid w:val="003673C4"/>
    <w:rsid w:val="003749A6"/>
    <w:rsid w:val="003801C0"/>
    <w:rsid w:val="003804F1"/>
    <w:rsid w:val="00384A08"/>
    <w:rsid w:val="0038506C"/>
    <w:rsid w:val="0038541C"/>
    <w:rsid w:val="003B021D"/>
    <w:rsid w:val="003B02B7"/>
    <w:rsid w:val="003C1392"/>
    <w:rsid w:val="003C3062"/>
    <w:rsid w:val="003C4683"/>
    <w:rsid w:val="003D412E"/>
    <w:rsid w:val="003D53ED"/>
    <w:rsid w:val="003D6E83"/>
    <w:rsid w:val="003E4BB4"/>
    <w:rsid w:val="003E514D"/>
    <w:rsid w:val="003E756E"/>
    <w:rsid w:val="003E78FC"/>
    <w:rsid w:val="003F0A2D"/>
    <w:rsid w:val="003F0C8D"/>
    <w:rsid w:val="003F0F4D"/>
    <w:rsid w:val="003F7CBD"/>
    <w:rsid w:val="00406790"/>
    <w:rsid w:val="00407AF9"/>
    <w:rsid w:val="00412367"/>
    <w:rsid w:val="00422075"/>
    <w:rsid w:val="00436FA8"/>
    <w:rsid w:val="0044178B"/>
    <w:rsid w:val="00442B53"/>
    <w:rsid w:val="00452ABE"/>
    <w:rsid w:val="004541D5"/>
    <w:rsid w:val="00456F8D"/>
    <w:rsid w:val="00463066"/>
    <w:rsid w:val="0046356C"/>
    <w:rsid w:val="00471541"/>
    <w:rsid w:val="0047276E"/>
    <w:rsid w:val="00474D54"/>
    <w:rsid w:val="004758E5"/>
    <w:rsid w:val="00480D56"/>
    <w:rsid w:val="004877E1"/>
    <w:rsid w:val="00497FD6"/>
    <w:rsid w:val="004A07D5"/>
    <w:rsid w:val="004A41BC"/>
    <w:rsid w:val="004A445C"/>
    <w:rsid w:val="004A69DA"/>
    <w:rsid w:val="004A760E"/>
    <w:rsid w:val="004A7BB1"/>
    <w:rsid w:val="004A7BD6"/>
    <w:rsid w:val="004A7E5A"/>
    <w:rsid w:val="004B09F7"/>
    <w:rsid w:val="004C55E5"/>
    <w:rsid w:val="004D2BC5"/>
    <w:rsid w:val="004E1998"/>
    <w:rsid w:val="004E1B59"/>
    <w:rsid w:val="004E385A"/>
    <w:rsid w:val="004E4E70"/>
    <w:rsid w:val="00503250"/>
    <w:rsid w:val="00503514"/>
    <w:rsid w:val="0050496C"/>
    <w:rsid w:val="00504AA9"/>
    <w:rsid w:val="005067A7"/>
    <w:rsid w:val="00507531"/>
    <w:rsid w:val="005171E2"/>
    <w:rsid w:val="0052170B"/>
    <w:rsid w:val="005231DA"/>
    <w:rsid w:val="0053061B"/>
    <w:rsid w:val="0053064D"/>
    <w:rsid w:val="005479E6"/>
    <w:rsid w:val="00552420"/>
    <w:rsid w:val="00555D44"/>
    <w:rsid w:val="005614A3"/>
    <w:rsid w:val="0056155B"/>
    <w:rsid w:val="00565B8C"/>
    <w:rsid w:val="0057375D"/>
    <w:rsid w:val="0057617E"/>
    <w:rsid w:val="00580891"/>
    <w:rsid w:val="00586591"/>
    <w:rsid w:val="005904AB"/>
    <w:rsid w:val="00590CA6"/>
    <w:rsid w:val="00594386"/>
    <w:rsid w:val="00596E26"/>
    <w:rsid w:val="005972A6"/>
    <w:rsid w:val="005A1180"/>
    <w:rsid w:val="005A6C5D"/>
    <w:rsid w:val="005B1576"/>
    <w:rsid w:val="005B3013"/>
    <w:rsid w:val="005B626C"/>
    <w:rsid w:val="005B7068"/>
    <w:rsid w:val="005C197B"/>
    <w:rsid w:val="005C1F05"/>
    <w:rsid w:val="005C5413"/>
    <w:rsid w:val="005C6F51"/>
    <w:rsid w:val="005D049A"/>
    <w:rsid w:val="005D52DD"/>
    <w:rsid w:val="005E126E"/>
    <w:rsid w:val="005E2411"/>
    <w:rsid w:val="005F4345"/>
    <w:rsid w:val="005F7165"/>
    <w:rsid w:val="0060405C"/>
    <w:rsid w:val="00623424"/>
    <w:rsid w:val="006411FE"/>
    <w:rsid w:val="00644932"/>
    <w:rsid w:val="00644F05"/>
    <w:rsid w:val="006462D3"/>
    <w:rsid w:val="006502A6"/>
    <w:rsid w:val="006524CE"/>
    <w:rsid w:val="006532F4"/>
    <w:rsid w:val="00662BD8"/>
    <w:rsid w:val="0068148B"/>
    <w:rsid w:val="00681BAC"/>
    <w:rsid w:val="0069004F"/>
    <w:rsid w:val="00692B31"/>
    <w:rsid w:val="00693C73"/>
    <w:rsid w:val="006A2236"/>
    <w:rsid w:val="006A7927"/>
    <w:rsid w:val="006A7DBD"/>
    <w:rsid w:val="006B0989"/>
    <w:rsid w:val="006B5738"/>
    <w:rsid w:val="006C0A2D"/>
    <w:rsid w:val="006C58F8"/>
    <w:rsid w:val="006C6EC9"/>
    <w:rsid w:val="006D0CEF"/>
    <w:rsid w:val="006D47C2"/>
    <w:rsid w:val="006D766E"/>
    <w:rsid w:val="006F0A86"/>
    <w:rsid w:val="006F14B6"/>
    <w:rsid w:val="006F6834"/>
    <w:rsid w:val="006F724B"/>
    <w:rsid w:val="0070562C"/>
    <w:rsid w:val="00706617"/>
    <w:rsid w:val="00720D54"/>
    <w:rsid w:val="00726A3A"/>
    <w:rsid w:val="00727406"/>
    <w:rsid w:val="00730AB1"/>
    <w:rsid w:val="00736BE3"/>
    <w:rsid w:val="0074711D"/>
    <w:rsid w:val="00747F14"/>
    <w:rsid w:val="0075110B"/>
    <w:rsid w:val="007548DE"/>
    <w:rsid w:val="00761E0E"/>
    <w:rsid w:val="007715CD"/>
    <w:rsid w:val="0077575D"/>
    <w:rsid w:val="00777481"/>
    <w:rsid w:val="00793945"/>
    <w:rsid w:val="00796BBC"/>
    <w:rsid w:val="00796F66"/>
    <w:rsid w:val="007A3725"/>
    <w:rsid w:val="007A577A"/>
    <w:rsid w:val="007A617A"/>
    <w:rsid w:val="007B0164"/>
    <w:rsid w:val="007B0BF8"/>
    <w:rsid w:val="007C14C0"/>
    <w:rsid w:val="007D5352"/>
    <w:rsid w:val="007D7B91"/>
    <w:rsid w:val="007E7897"/>
    <w:rsid w:val="007F2C0F"/>
    <w:rsid w:val="007F4C03"/>
    <w:rsid w:val="007F4F83"/>
    <w:rsid w:val="007F5830"/>
    <w:rsid w:val="00800A3E"/>
    <w:rsid w:val="00811865"/>
    <w:rsid w:val="0082005F"/>
    <w:rsid w:val="00822A63"/>
    <w:rsid w:val="00824577"/>
    <w:rsid w:val="0082727F"/>
    <w:rsid w:val="00832963"/>
    <w:rsid w:val="00834BDF"/>
    <w:rsid w:val="00843022"/>
    <w:rsid w:val="00847EEE"/>
    <w:rsid w:val="008515BC"/>
    <w:rsid w:val="00857BB1"/>
    <w:rsid w:val="00866D3F"/>
    <w:rsid w:val="00866E63"/>
    <w:rsid w:val="00867FF8"/>
    <w:rsid w:val="00870EF2"/>
    <w:rsid w:val="00872A6B"/>
    <w:rsid w:val="0087744F"/>
    <w:rsid w:val="00880175"/>
    <w:rsid w:val="00882C2B"/>
    <w:rsid w:val="00893949"/>
    <w:rsid w:val="0089512E"/>
    <w:rsid w:val="008A4AC2"/>
    <w:rsid w:val="008A6C0A"/>
    <w:rsid w:val="008B0713"/>
    <w:rsid w:val="008B50A8"/>
    <w:rsid w:val="008B5DED"/>
    <w:rsid w:val="008B6B81"/>
    <w:rsid w:val="008C0AD9"/>
    <w:rsid w:val="008C2A61"/>
    <w:rsid w:val="008C7922"/>
    <w:rsid w:val="008D2F4E"/>
    <w:rsid w:val="008D3145"/>
    <w:rsid w:val="008D622D"/>
    <w:rsid w:val="008D759B"/>
    <w:rsid w:val="008E3D95"/>
    <w:rsid w:val="008F06EE"/>
    <w:rsid w:val="00901685"/>
    <w:rsid w:val="00910631"/>
    <w:rsid w:val="00914A32"/>
    <w:rsid w:val="00921933"/>
    <w:rsid w:val="009269F3"/>
    <w:rsid w:val="00936761"/>
    <w:rsid w:val="00945F73"/>
    <w:rsid w:val="00946672"/>
    <w:rsid w:val="009522C8"/>
    <w:rsid w:val="00960731"/>
    <w:rsid w:val="00960C55"/>
    <w:rsid w:val="00962153"/>
    <w:rsid w:val="00966025"/>
    <w:rsid w:val="00971CDB"/>
    <w:rsid w:val="00983DAE"/>
    <w:rsid w:val="00992425"/>
    <w:rsid w:val="00993C12"/>
    <w:rsid w:val="00994255"/>
    <w:rsid w:val="009960B1"/>
    <w:rsid w:val="00996912"/>
    <w:rsid w:val="009A502A"/>
    <w:rsid w:val="009C2EDE"/>
    <w:rsid w:val="009D7BE9"/>
    <w:rsid w:val="009E0CB2"/>
    <w:rsid w:val="009E1C21"/>
    <w:rsid w:val="009E66D7"/>
    <w:rsid w:val="009F36D4"/>
    <w:rsid w:val="009F4617"/>
    <w:rsid w:val="009F56AA"/>
    <w:rsid w:val="00A03AEA"/>
    <w:rsid w:val="00A07934"/>
    <w:rsid w:val="00A113A7"/>
    <w:rsid w:val="00A13B9A"/>
    <w:rsid w:val="00A13D07"/>
    <w:rsid w:val="00A16120"/>
    <w:rsid w:val="00A16A11"/>
    <w:rsid w:val="00A25B93"/>
    <w:rsid w:val="00A33568"/>
    <w:rsid w:val="00A34236"/>
    <w:rsid w:val="00A36BD8"/>
    <w:rsid w:val="00A37B0C"/>
    <w:rsid w:val="00A403D6"/>
    <w:rsid w:val="00A47553"/>
    <w:rsid w:val="00A51A95"/>
    <w:rsid w:val="00A535DF"/>
    <w:rsid w:val="00A53AAF"/>
    <w:rsid w:val="00A57CD3"/>
    <w:rsid w:val="00A7269D"/>
    <w:rsid w:val="00A74695"/>
    <w:rsid w:val="00A90CC1"/>
    <w:rsid w:val="00A9105B"/>
    <w:rsid w:val="00A973C3"/>
    <w:rsid w:val="00AA4198"/>
    <w:rsid w:val="00AA79BC"/>
    <w:rsid w:val="00AB0C14"/>
    <w:rsid w:val="00AB5B2F"/>
    <w:rsid w:val="00AB657A"/>
    <w:rsid w:val="00AB758C"/>
    <w:rsid w:val="00AC4390"/>
    <w:rsid w:val="00AC7456"/>
    <w:rsid w:val="00AD0A66"/>
    <w:rsid w:val="00AE039F"/>
    <w:rsid w:val="00AF08E2"/>
    <w:rsid w:val="00AF48D8"/>
    <w:rsid w:val="00B072FF"/>
    <w:rsid w:val="00B1010E"/>
    <w:rsid w:val="00B23B05"/>
    <w:rsid w:val="00B27CC1"/>
    <w:rsid w:val="00B3448C"/>
    <w:rsid w:val="00B35C7A"/>
    <w:rsid w:val="00B35DE5"/>
    <w:rsid w:val="00B50F99"/>
    <w:rsid w:val="00B525CB"/>
    <w:rsid w:val="00B537A4"/>
    <w:rsid w:val="00B6749D"/>
    <w:rsid w:val="00B67C48"/>
    <w:rsid w:val="00B722F3"/>
    <w:rsid w:val="00B762D5"/>
    <w:rsid w:val="00B77124"/>
    <w:rsid w:val="00B9518E"/>
    <w:rsid w:val="00B96203"/>
    <w:rsid w:val="00BA6BD6"/>
    <w:rsid w:val="00BB1585"/>
    <w:rsid w:val="00BB775E"/>
    <w:rsid w:val="00BC0B23"/>
    <w:rsid w:val="00BC1CD8"/>
    <w:rsid w:val="00BC3454"/>
    <w:rsid w:val="00BC6E54"/>
    <w:rsid w:val="00BD05DD"/>
    <w:rsid w:val="00BD1849"/>
    <w:rsid w:val="00BD265C"/>
    <w:rsid w:val="00BF0319"/>
    <w:rsid w:val="00BF1A6D"/>
    <w:rsid w:val="00BF75D9"/>
    <w:rsid w:val="00C100E9"/>
    <w:rsid w:val="00C16D21"/>
    <w:rsid w:val="00C217C0"/>
    <w:rsid w:val="00C22E1A"/>
    <w:rsid w:val="00C2317A"/>
    <w:rsid w:val="00C253FB"/>
    <w:rsid w:val="00C25B7F"/>
    <w:rsid w:val="00C276DD"/>
    <w:rsid w:val="00C27B0D"/>
    <w:rsid w:val="00C31233"/>
    <w:rsid w:val="00C336C8"/>
    <w:rsid w:val="00C33A0B"/>
    <w:rsid w:val="00C34728"/>
    <w:rsid w:val="00C35223"/>
    <w:rsid w:val="00C37657"/>
    <w:rsid w:val="00C41A51"/>
    <w:rsid w:val="00C47EDF"/>
    <w:rsid w:val="00C51BB4"/>
    <w:rsid w:val="00C52F02"/>
    <w:rsid w:val="00C53A54"/>
    <w:rsid w:val="00C63355"/>
    <w:rsid w:val="00C6553D"/>
    <w:rsid w:val="00C7352C"/>
    <w:rsid w:val="00C74CA8"/>
    <w:rsid w:val="00C85FAE"/>
    <w:rsid w:val="00C96635"/>
    <w:rsid w:val="00C966E8"/>
    <w:rsid w:val="00C97907"/>
    <w:rsid w:val="00CA31A2"/>
    <w:rsid w:val="00CA4F9E"/>
    <w:rsid w:val="00CA5753"/>
    <w:rsid w:val="00CB0430"/>
    <w:rsid w:val="00CB4512"/>
    <w:rsid w:val="00CB5156"/>
    <w:rsid w:val="00CB6E83"/>
    <w:rsid w:val="00CC4462"/>
    <w:rsid w:val="00CD1DC0"/>
    <w:rsid w:val="00CE3E49"/>
    <w:rsid w:val="00CE542F"/>
    <w:rsid w:val="00CE757D"/>
    <w:rsid w:val="00CE76B8"/>
    <w:rsid w:val="00CF61C5"/>
    <w:rsid w:val="00D003EA"/>
    <w:rsid w:val="00D02018"/>
    <w:rsid w:val="00D03AA6"/>
    <w:rsid w:val="00D21B83"/>
    <w:rsid w:val="00D22E01"/>
    <w:rsid w:val="00D23556"/>
    <w:rsid w:val="00D24A55"/>
    <w:rsid w:val="00D26D74"/>
    <w:rsid w:val="00D33F52"/>
    <w:rsid w:val="00D3784C"/>
    <w:rsid w:val="00D51DBC"/>
    <w:rsid w:val="00D62C82"/>
    <w:rsid w:val="00D719E5"/>
    <w:rsid w:val="00D71D9F"/>
    <w:rsid w:val="00D74E50"/>
    <w:rsid w:val="00D756D2"/>
    <w:rsid w:val="00D81334"/>
    <w:rsid w:val="00D818AE"/>
    <w:rsid w:val="00D9169F"/>
    <w:rsid w:val="00D95148"/>
    <w:rsid w:val="00DA577B"/>
    <w:rsid w:val="00DA6ED5"/>
    <w:rsid w:val="00DB532D"/>
    <w:rsid w:val="00DB75B7"/>
    <w:rsid w:val="00DC4B49"/>
    <w:rsid w:val="00DC4DA3"/>
    <w:rsid w:val="00DE0D63"/>
    <w:rsid w:val="00DE2FEC"/>
    <w:rsid w:val="00DE43D6"/>
    <w:rsid w:val="00DF093F"/>
    <w:rsid w:val="00DF12D0"/>
    <w:rsid w:val="00DF3902"/>
    <w:rsid w:val="00E00598"/>
    <w:rsid w:val="00E0481B"/>
    <w:rsid w:val="00E05695"/>
    <w:rsid w:val="00E15254"/>
    <w:rsid w:val="00E401EE"/>
    <w:rsid w:val="00E47753"/>
    <w:rsid w:val="00E54DD6"/>
    <w:rsid w:val="00E603D2"/>
    <w:rsid w:val="00E644DC"/>
    <w:rsid w:val="00E6468D"/>
    <w:rsid w:val="00E649AB"/>
    <w:rsid w:val="00E74089"/>
    <w:rsid w:val="00E75329"/>
    <w:rsid w:val="00E75EA8"/>
    <w:rsid w:val="00E8489B"/>
    <w:rsid w:val="00E909EF"/>
    <w:rsid w:val="00E93848"/>
    <w:rsid w:val="00E94125"/>
    <w:rsid w:val="00E94271"/>
    <w:rsid w:val="00E97D39"/>
    <w:rsid w:val="00EA3A21"/>
    <w:rsid w:val="00EA5FC5"/>
    <w:rsid w:val="00EB547B"/>
    <w:rsid w:val="00EC4A60"/>
    <w:rsid w:val="00EC4D37"/>
    <w:rsid w:val="00EC54E1"/>
    <w:rsid w:val="00ED014F"/>
    <w:rsid w:val="00ED0E99"/>
    <w:rsid w:val="00ED665B"/>
    <w:rsid w:val="00EE23C8"/>
    <w:rsid w:val="00EE24F5"/>
    <w:rsid w:val="00EE433B"/>
    <w:rsid w:val="00EE643E"/>
    <w:rsid w:val="00EE75A7"/>
    <w:rsid w:val="00EF0CFC"/>
    <w:rsid w:val="00EF3215"/>
    <w:rsid w:val="00F025D4"/>
    <w:rsid w:val="00F10780"/>
    <w:rsid w:val="00F10B2A"/>
    <w:rsid w:val="00F14E57"/>
    <w:rsid w:val="00F16E0A"/>
    <w:rsid w:val="00F177D5"/>
    <w:rsid w:val="00F2023F"/>
    <w:rsid w:val="00F2529A"/>
    <w:rsid w:val="00F34051"/>
    <w:rsid w:val="00F346A2"/>
    <w:rsid w:val="00F40DFE"/>
    <w:rsid w:val="00F4103A"/>
    <w:rsid w:val="00F41EE7"/>
    <w:rsid w:val="00F53038"/>
    <w:rsid w:val="00F5315C"/>
    <w:rsid w:val="00F533AC"/>
    <w:rsid w:val="00F64615"/>
    <w:rsid w:val="00F739B9"/>
    <w:rsid w:val="00F74D7C"/>
    <w:rsid w:val="00F8423F"/>
    <w:rsid w:val="00F86CCF"/>
    <w:rsid w:val="00F94FF8"/>
    <w:rsid w:val="00F95FD8"/>
    <w:rsid w:val="00F96B93"/>
    <w:rsid w:val="00F96E17"/>
    <w:rsid w:val="00FA5187"/>
    <w:rsid w:val="00FA6684"/>
    <w:rsid w:val="00FB0FD9"/>
    <w:rsid w:val="00FB3A90"/>
    <w:rsid w:val="00FC141C"/>
    <w:rsid w:val="00FC5579"/>
    <w:rsid w:val="00FD2049"/>
    <w:rsid w:val="00FD3F34"/>
    <w:rsid w:val="00FD73D9"/>
    <w:rsid w:val="00FE1D72"/>
    <w:rsid w:val="00FE7DF4"/>
    <w:rsid w:val="00FF618F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1C99A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uiPriority w:val="99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uiPriority w:val="99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respa@legalmail.it" TargetMode="External"/><Relationship Id="rId18" Type="http://schemas.openxmlformats.org/officeDocument/2006/relationships/hyperlink" Target="mailto:protocollo@pec.liguriadigital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info@liguriadigital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otocollo@pec.liguriadigitale.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privacyweb@liguriadigitale.it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ireliguria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o.REGIONE\Desktop\DLV-%20ROBERTA\MODELLI\LETTERA%201&#176;%20e%20%202&#176;%20FOGLI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7E2A0-1679-47B1-8FF4-DEB9600A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1° e  2° FOGLIO</Template>
  <TotalTime>70</TotalTime>
  <Pages>6</Pages>
  <Words>1968</Words>
  <Characters>13068</Characters>
  <Application>Microsoft Office Word</Application>
  <DocSecurity>0</DocSecurity>
  <Lines>108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1 	Stazione Appaltante e RUP</vt:lpstr>
      <vt:lpstr>    2	Oggetto e tempi di esecuzione del servizio</vt:lpstr>
      <vt:lpstr>    3	Importo complessivo massimo degli incarichi</vt:lpstr>
      <vt:lpstr>    4 	Soggetti ammessi a partecipare e limitazioni</vt:lpstr>
      <vt:lpstr>    5	Modalità di presentazione della manifestazione di interesse</vt:lpstr>
      <vt:lpstr>    6	Procedura e per la selezione degli operatori economici </vt:lpstr>
      <vt:lpstr>    7	Criterio di aggiudicazione </vt:lpstr>
      <vt:lpstr>    8	Altre informazioni</vt:lpstr>
      <vt:lpstr>    9	Pubblicazioni</vt:lpstr>
    </vt:vector>
  </TitlesOfParts>
  <Company>Microsoft</Company>
  <LinksUpToDate>false</LinksUpToDate>
  <CharactersWithSpaces>15006</CharactersWithSpaces>
  <SharedDoc>false</SharedDoc>
  <HLinks>
    <vt:vector size="36" baseType="variant">
      <vt:variant>
        <vt:i4>3014730</vt:i4>
      </vt:variant>
      <vt:variant>
        <vt:i4>15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1638462</vt:i4>
      </vt:variant>
      <vt:variant>
        <vt:i4>12</vt:i4>
      </vt:variant>
      <vt:variant>
        <vt:i4>0</vt:i4>
      </vt:variant>
      <vt:variant>
        <vt:i4>5</vt:i4>
      </vt:variant>
      <vt:variant>
        <vt:lpwstr>mailto:info@liguriadigitale.it</vt:lpwstr>
      </vt:variant>
      <vt:variant>
        <vt:lpwstr/>
      </vt:variant>
      <vt:variant>
        <vt:i4>3014730</vt:i4>
      </vt:variant>
      <vt:variant>
        <vt:i4>9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7471181</vt:i4>
      </vt:variant>
      <vt:variant>
        <vt:i4>6</vt:i4>
      </vt:variant>
      <vt:variant>
        <vt:i4>0</vt:i4>
      </vt:variant>
      <vt:variant>
        <vt:i4>5</vt:i4>
      </vt:variant>
      <vt:variant>
        <vt:lpwstr>mailto:privacyweb@liguriadigitale.it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http://www.ireliguria.it/</vt:lpwstr>
      </vt:variant>
      <vt:variant>
        <vt:lpwstr/>
      </vt:variant>
      <vt:variant>
        <vt:i4>262185</vt:i4>
      </vt:variant>
      <vt:variant>
        <vt:i4>0</vt:i4>
      </vt:variant>
      <vt:variant>
        <vt:i4>0</vt:i4>
      </vt:variant>
      <vt:variant>
        <vt:i4>5</vt:i4>
      </vt:variant>
      <vt:variant>
        <vt:lpwstr>mailto:irespa@legalmail.it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Roberta</dc:creator>
  <cp:keywords/>
  <dc:description/>
  <cp:lastModifiedBy>Pontello Federica</cp:lastModifiedBy>
  <cp:revision>19</cp:revision>
  <cp:lastPrinted>2018-10-08T07:45:00Z</cp:lastPrinted>
  <dcterms:created xsi:type="dcterms:W3CDTF">2018-09-03T09:17:00Z</dcterms:created>
  <dcterms:modified xsi:type="dcterms:W3CDTF">2018-10-08T07:45:00Z</dcterms:modified>
</cp:coreProperties>
</file>