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B887" w14:textId="4E2CB6A4" w:rsidR="00CE76B8" w:rsidRPr="00206941" w:rsidRDefault="00CE76B8" w:rsidP="00115186">
      <w:pPr>
        <w:tabs>
          <w:tab w:val="left" w:pos="2175"/>
          <w:tab w:val="left" w:pos="2400"/>
          <w:tab w:val="center" w:pos="4819"/>
          <w:tab w:val="left" w:pos="9781"/>
        </w:tabs>
        <w:spacing w:line="360" w:lineRule="auto"/>
        <w:ind w:right="142"/>
        <w:rPr>
          <w:rFonts w:ascii="Arial" w:hAnsi="Arial" w:cs="Arial"/>
          <w:b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115186">
        <w:rPr>
          <w:rFonts w:ascii="Arial" w:eastAsia="Calibri" w:hAnsi="Arial" w:cs="Arial"/>
          <w:b/>
        </w:rPr>
        <w:tab/>
      </w:r>
      <w:r w:rsidR="004409DF">
        <w:rPr>
          <w:rFonts w:ascii="Arial" w:eastAsia="Calibri" w:hAnsi="Arial" w:cs="Arial"/>
          <w:b/>
        </w:rPr>
        <w:t xml:space="preserve">NUOVA </w:t>
      </w:r>
      <w:r w:rsidRPr="00206941">
        <w:rPr>
          <w:rFonts w:ascii="Arial" w:eastAsia="Calibri" w:hAnsi="Arial" w:cs="Arial"/>
          <w:b/>
        </w:rPr>
        <w:t>MANIFESTAZIONE DI INTERESSE</w:t>
      </w:r>
    </w:p>
    <w:p w14:paraId="617BC95D" w14:textId="2CD0C614" w:rsidR="00CE76B8" w:rsidRDefault="00CE76B8" w:rsidP="00B35C7A">
      <w:pPr>
        <w:tabs>
          <w:tab w:val="left" w:pos="9781"/>
        </w:tabs>
        <w:spacing w:after="120" w:line="360" w:lineRule="auto"/>
        <w:ind w:right="142"/>
        <w:jc w:val="center"/>
        <w:rPr>
          <w:rFonts w:ascii="Arial" w:hAnsi="Arial" w:cs="Arial"/>
          <w:b/>
        </w:rPr>
      </w:pPr>
      <w:r w:rsidRPr="00206941">
        <w:rPr>
          <w:rFonts w:ascii="Arial" w:hAnsi="Arial" w:cs="Arial"/>
          <w:b/>
        </w:rPr>
        <w:t xml:space="preserve">AVVISO DI INDAGINE DI MERCATO </w:t>
      </w:r>
      <w:r w:rsidR="00CB102F">
        <w:rPr>
          <w:rFonts w:ascii="Arial" w:hAnsi="Arial" w:cs="Arial"/>
          <w:b/>
        </w:rPr>
        <w:t xml:space="preserve">PER L’AFFIDAMENTO </w:t>
      </w:r>
      <w:r w:rsidR="00CB102F" w:rsidRPr="00CB102F">
        <w:rPr>
          <w:rFonts w:ascii="Arial" w:hAnsi="Arial" w:cs="Arial"/>
          <w:b/>
        </w:rPr>
        <w:t>DEI LAVORI D</w:t>
      </w:r>
      <w:r w:rsidR="00CB102F">
        <w:rPr>
          <w:rFonts w:ascii="Arial" w:hAnsi="Arial" w:cs="Arial"/>
          <w:b/>
        </w:rPr>
        <w:t xml:space="preserve">I </w:t>
      </w:r>
      <w:r w:rsidR="00CB102F" w:rsidRPr="00CB102F">
        <w:rPr>
          <w:rFonts w:ascii="Arial" w:hAnsi="Arial" w:cs="Arial"/>
          <w:b/>
        </w:rPr>
        <w:t>MANUTENZIONE STRAORDINARIA DELL’IMMOBILE DI PROPRIETA’ DEL PARCO TECNOLOGICO VAL BORMIDA S.R.L. DENOMINATO “EDIFICIO 10” NEL COMUNE DI CAIRO MONTENOTTE (SV)</w:t>
      </w:r>
    </w:p>
    <w:p w14:paraId="20CC0F43" w14:textId="080ACFD0" w:rsidR="00895675" w:rsidRPr="00206941" w:rsidRDefault="00895675" w:rsidP="00B35C7A">
      <w:pPr>
        <w:tabs>
          <w:tab w:val="left" w:pos="9781"/>
        </w:tabs>
        <w:spacing w:after="120" w:line="360" w:lineRule="auto"/>
        <w:ind w:righ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CUP</w:t>
      </w:r>
      <w:r w:rsidR="00760095">
        <w:rPr>
          <w:rFonts w:ascii="Arial" w:hAnsi="Arial" w:cs="Arial"/>
          <w:b/>
        </w:rPr>
        <w:t xml:space="preserve"> </w:t>
      </w:r>
      <w:r w:rsidR="00760095" w:rsidRPr="004F610D">
        <w:rPr>
          <w:rFonts w:ascii="Arial" w:hAnsi="Arial" w:cs="Arial"/>
          <w:b/>
        </w:rPr>
        <w:t>G99I18000030002</w:t>
      </w:r>
    </w:p>
    <w:p w14:paraId="124A7B26" w14:textId="77777777" w:rsidR="00CB5156" w:rsidRPr="00E67BF2" w:rsidRDefault="00CB5156" w:rsidP="00CB5156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</w:rPr>
      </w:pPr>
      <w:r w:rsidRPr="00E67BF2">
        <w:rPr>
          <w:rFonts w:ascii="Arial" w:hAnsi="Arial" w:cs="Arial"/>
          <w:b/>
          <w:smallCaps/>
        </w:rPr>
        <w:t>AD IRE SPA</w:t>
      </w:r>
    </w:p>
    <w:p w14:paraId="1338C6A3" w14:textId="04291E94" w:rsidR="006B0989" w:rsidRPr="00A51766" w:rsidRDefault="00CB5156" w:rsidP="006B0989">
      <w:pPr>
        <w:spacing w:before="240"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Presentata da_______________________________________________________</w:t>
      </w:r>
      <w:r>
        <w:rPr>
          <w:rFonts w:ascii="Arial" w:hAnsi="Arial" w:cs="Arial"/>
        </w:rPr>
        <w:t xml:space="preserve"> (</w:t>
      </w:r>
      <w:r w:rsidRPr="00CB5156">
        <w:rPr>
          <w:rFonts w:ascii="Arial" w:hAnsi="Arial" w:cs="Arial"/>
          <w:i/>
        </w:rPr>
        <w:t>indicare la ragione sociale del/degli operatori economici che presentano la manifestazione di interesse</w:t>
      </w:r>
      <w:r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 </w:t>
      </w:r>
      <w:r w:rsidR="006B0989" w:rsidRPr="00A51766">
        <w:rPr>
          <w:rFonts w:ascii="Arial" w:hAnsi="Arial" w:cs="Arial"/>
        </w:rPr>
        <w:t xml:space="preserve">di seguito </w:t>
      </w:r>
      <w:r w:rsidR="006B0989" w:rsidRPr="00A47E75">
        <w:rPr>
          <w:rFonts w:ascii="Arial" w:hAnsi="Arial" w:cs="Arial"/>
        </w:rPr>
        <w:t>anche l’</w:t>
      </w:r>
      <w:r w:rsidR="006B0989">
        <w:rPr>
          <w:rFonts w:ascii="Arial" w:hAnsi="Arial" w:cs="Arial"/>
        </w:rPr>
        <w:t xml:space="preserve"> </w:t>
      </w:r>
      <w:r w:rsidR="006B0989" w:rsidRPr="00A47E75">
        <w:rPr>
          <w:rFonts w:ascii="Arial" w:hAnsi="Arial" w:cs="Arial"/>
        </w:rPr>
        <w:t>”operatore”:</w:t>
      </w:r>
    </w:p>
    <w:p w14:paraId="3DBD6775" w14:textId="77777777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</w:p>
    <w:p w14:paraId="1AC62B2F" w14:textId="6059620D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  <w:r w:rsidRPr="00E67BF2">
        <w:rPr>
          <w:rFonts w:ascii="Arial" w:eastAsia="Calibri" w:hAnsi="Arial" w:cs="Arial"/>
        </w:rPr>
        <w:t xml:space="preserve"> nella sua qualità di (</w:t>
      </w:r>
      <w:r w:rsidR="00CB102F">
        <w:rPr>
          <w:rFonts w:ascii="Arial" w:eastAsia="Calibri" w:hAnsi="Arial" w:cs="Arial"/>
        </w:rPr>
        <w:t>C</w:t>
      </w:r>
      <w:r w:rsidRPr="00E67BF2">
        <w:rPr>
          <w:rFonts w:ascii="Arial" w:eastAsia="Calibri" w:hAnsi="Arial" w:cs="Arial"/>
          <w:i/>
        </w:rPr>
        <w:t xml:space="preserve">arica </w:t>
      </w:r>
      <w:r w:rsidR="00CB102F">
        <w:rPr>
          <w:rFonts w:ascii="Arial" w:eastAsia="Calibri" w:hAnsi="Arial" w:cs="Arial"/>
          <w:i/>
        </w:rPr>
        <w:t>S</w:t>
      </w:r>
      <w:r w:rsidRPr="00E67BF2">
        <w:rPr>
          <w:rFonts w:ascii="Arial" w:eastAsia="Calibri" w:hAnsi="Arial" w:cs="Arial"/>
          <w:i/>
        </w:rPr>
        <w:t xml:space="preserve">ociale </w:t>
      </w:r>
      <w:r w:rsidR="00CB102F">
        <w:rPr>
          <w:rFonts w:ascii="Arial" w:eastAsia="Calibri" w:hAnsi="Arial" w:cs="Arial"/>
          <w:i/>
        </w:rPr>
        <w:t xml:space="preserve">- </w:t>
      </w:r>
      <w:r w:rsidRPr="00E67BF2">
        <w:rPr>
          <w:rFonts w:ascii="Arial" w:eastAsia="Calibri" w:hAnsi="Arial" w:cs="Arial"/>
          <w:i/>
        </w:rPr>
        <w:t>in caso di procuratore allegare copia della procura</w:t>
      </w:r>
      <w:r w:rsidRPr="00E67BF2">
        <w:rPr>
          <w:rFonts w:ascii="Arial" w:eastAsia="Calibri" w:hAnsi="Arial" w:cs="Arial"/>
        </w:rPr>
        <w:t xml:space="preserve">) </w:t>
      </w:r>
      <w:r w:rsidRPr="00E67BF2">
        <w:rPr>
          <w:rFonts w:ascii="Arial" w:hAnsi="Arial" w:cs="Arial"/>
        </w:rPr>
        <w:t xml:space="preserve">____________________________ </w:t>
      </w:r>
      <w:r w:rsidRPr="00E67BF2">
        <w:rPr>
          <w:rFonts w:ascii="Arial" w:eastAsia="Calibri" w:hAnsi="Arial" w:cs="Arial"/>
        </w:rPr>
        <w:t>dell’impresa</w:t>
      </w:r>
      <w:r>
        <w:rPr>
          <w:rFonts w:ascii="Arial" w:eastAsia="Calibri" w:hAnsi="Arial" w:cs="Arial"/>
        </w:rPr>
        <w:t>/società</w:t>
      </w:r>
      <w:r w:rsidRPr="00E67BF2">
        <w:rPr>
          <w:rFonts w:ascii="Arial" w:eastAsia="Calibri" w:hAnsi="Arial" w:cs="Arial"/>
        </w:rPr>
        <w:t xml:space="preserve"> ___________</w:t>
      </w:r>
      <w:r w:rsidR="00CB102F">
        <w:rPr>
          <w:rFonts w:ascii="Arial" w:eastAsia="Calibri" w:hAnsi="Arial" w:cs="Arial"/>
        </w:rPr>
        <w:t>_______________________</w:t>
      </w:r>
      <w:r w:rsidRPr="00E67BF2">
        <w:rPr>
          <w:rFonts w:ascii="Arial" w:eastAsia="Calibri" w:hAnsi="Arial" w:cs="Arial"/>
        </w:rPr>
        <w:t xml:space="preserve"> (</w:t>
      </w:r>
      <w:r w:rsidRPr="00E67BF2">
        <w:rPr>
          <w:rFonts w:ascii="Arial" w:eastAsia="Calibri" w:hAnsi="Arial" w:cs="Arial"/>
          <w:i/>
        </w:rPr>
        <w:t>specificare denominazione e forma sociale</w:t>
      </w:r>
      <w:r w:rsidRPr="00E67BF2">
        <w:rPr>
          <w:rFonts w:ascii="Arial" w:eastAsia="Calibri" w:hAnsi="Arial" w:cs="Arial"/>
        </w:rPr>
        <w:t>)</w:t>
      </w:r>
      <w:r w:rsidR="00CB102F">
        <w:rPr>
          <w:rFonts w:ascii="Arial" w:eastAsia="Calibri" w:hAnsi="Arial" w:cs="Arial"/>
        </w:rPr>
        <w:t xml:space="preserve"> </w:t>
      </w:r>
      <w:r w:rsidRPr="00E67BF2">
        <w:rPr>
          <w:rFonts w:ascii="Arial" w:hAnsi="Arial" w:cs="Arial"/>
        </w:rPr>
        <w:t xml:space="preserve">con sede legale in ____________________________ </w:t>
      </w:r>
      <w:proofErr w:type="spellStart"/>
      <w:r w:rsidRPr="00E67BF2">
        <w:rPr>
          <w:rFonts w:ascii="Arial" w:hAnsi="Arial" w:cs="Arial"/>
        </w:rPr>
        <w:t>prov</w:t>
      </w:r>
      <w:proofErr w:type="spellEnd"/>
      <w:r w:rsidRPr="00E67BF2">
        <w:rPr>
          <w:rFonts w:ascii="Arial" w:hAnsi="Arial" w:cs="Arial"/>
        </w:rPr>
        <w:t xml:space="preserve"> (___) CAP _______________ via/Piazza _______________ P.IVA _______________________ tel. _______________________</w:t>
      </w:r>
      <w:r w:rsidR="00CB10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 _____________________ PEC (</w:t>
      </w:r>
      <w:r w:rsidRPr="00B73DF1">
        <w:rPr>
          <w:rFonts w:ascii="Arial" w:hAnsi="Arial" w:cs="Arial"/>
          <w:i/>
        </w:rPr>
        <w:t>obbligatorio</w:t>
      </w:r>
      <w:r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</w:t>
      </w:r>
      <w:r w:rsidR="00CB102F">
        <w:rPr>
          <w:rFonts w:ascii="Arial" w:hAnsi="Arial" w:cs="Arial"/>
        </w:rPr>
        <w:t xml:space="preserve"> </w:t>
      </w:r>
      <w:r w:rsidRPr="00E67BF2">
        <w:rPr>
          <w:rFonts w:ascii="Arial" w:hAnsi="Arial" w:cs="Arial"/>
        </w:rPr>
        <w:t>iscritta al Registro Imprese presso la C.C.I.A.A. di _____________ al n. d’iscrizione ____________</w:t>
      </w:r>
      <w:r w:rsidR="00CB102F">
        <w:rPr>
          <w:rFonts w:ascii="Arial" w:hAnsi="Arial" w:cs="Arial"/>
        </w:rPr>
        <w:t xml:space="preserve"> </w:t>
      </w:r>
      <w:r w:rsidRPr="00E67BF2">
        <w:rPr>
          <w:rFonts w:ascii="Arial" w:hAnsi="Arial" w:cs="Arial"/>
        </w:rPr>
        <w:t>in data ___________</w:t>
      </w:r>
      <w:r w:rsidR="007D607D">
        <w:rPr>
          <w:rFonts w:ascii="Arial" w:hAnsi="Arial" w:cs="Arial"/>
        </w:rPr>
        <w:t xml:space="preserve"> per la seguente attività ___________________________________________</w:t>
      </w:r>
    </w:p>
    <w:p w14:paraId="3F7357EE" w14:textId="0C542262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quale</w:t>
      </w:r>
      <w:r w:rsidR="003C2338">
        <w:rPr>
          <w:rFonts w:ascii="Arial" w:hAnsi="Arial" w:cs="Arial"/>
        </w:rPr>
        <w:t xml:space="preserve"> (</w:t>
      </w:r>
      <w:r w:rsidR="003C2338" w:rsidRPr="003C2338">
        <w:rPr>
          <w:rFonts w:ascii="Arial" w:hAnsi="Arial" w:cs="Arial"/>
          <w:b/>
          <w:i/>
        </w:rPr>
        <w:t>barrare la casella che interessa</w:t>
      </w:r>
      <w:r w:rsidR="003C2338"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: </w:t>
      </w:r>
    </w:p>
    <w:p w14:paraId="47012598" w14:textId="13005BC1" w:rsidR="00CB5156" w:rsidRPr="009D5EEF" w:rsidRDefault="004676E6" w:rsidP="00D413D5">
      <w:pPr>
        <w:pStyle w:val="Paragrafoelenco"/>
        <w:numPr>
          <w:ilvl w:val="0"/>
          <w:numId w:val="6"/>
        </w:numPr>
        <w:spacing w:before="240"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Concorrente singolo [</w:t>
      </w:r>
      <w:r w:rsidR="00CB5156" w:rsidRPr="004676E6">
        <w:rPr>
          <w:rFonts w:ascii="Arial" w:hAnsi="Arial" w:cs="Arial"/>
          <w:sz w:val="20"/>
          <w:szCs w:val="20"/>
        </w:rPr>
        <w:t xml:space="preserve">Impresa </w:t>
      </w:r>
      <w:r w:rsidR="00CB5156" w:rsidRPr="009D5EEF">
        <w:rPr>
          <w:rFonts w:ascii="Arial" w:hAnsi="Arial" w:cs="Arial"/>
          <w:sz w:val="22"/>
          <w:szCs w:val="22"/>
        </w:rPr>
        <w:t>individuale</w:t>
      </w:r>
      <w:r w:rsidR="003C2338" w:rsidRPr="009D5EEF">
        <w:rPr>
          <w:rFonts w:ascii="Arial" w:hAnsi="Arial" w:cs="Arial"/>
          <w:sz w:val="22"/>
          <w:szCs w:val="22"/>
        </w:rPr>
        <w:t xml:space="preserve"> o Società, art. 45, comma 2, </w:t>
      </w:r>
      <w:proofErr w:type="spellStart"/>
      <w:r w:rsidR="003C2338" w:rsidRPr="009D5EEF">
        <w:rPr>
          <w:rFonts w:ascii="Arial" w:hAnsi="Arial" w:cs="Arial"/>
          <w:sz w:val="22"/>
          <w:szCs w:val="22"/>
        </w:rPr>
        <w:t>lett</w:t>
      </w:r>
      <w:proofErr w:type="spellEnd"/>
      <w:r w:rsidR="003C2338" w:rsidRPr="009D5EEF">
        <w:rPr>
          <w:rFonts w:ascii="Arial" w:hAnsi="Arial" w:cs="Arial"/>
          <w:sz w:val="22"/>
          <w:szCs w:val="22"/>
        </w:rPr>
        <w:t xml:space="preserve">. a) del </w:t>
      </w:r>
      <w:r w:rsidRPr="009D5EEF">
        <w:rPr>
          <w:rFonts w:ascii="Arial" w:hAnsi="Arial" w:cs="Arial"/>
          <w:sz w:val="22"/>
          <w:szCs w:val="22"/>
        </w:rPr>
        <w:t xml:space="preserve">d.lgs. 50/2016 e ss. mm. e ii. (il </w:t>
      </w:r>
      <w:r w:rsidR="003C2338" w:rsidRPr="009D5EEF">
        <w:rPr>
          <w:rFonts w:ascii="Arial" w:hAnsi="Arial" w:cs="Arial"/>
          <w:sz w:val="22"/>
          <w:szCs w:val="22"/>
        </w:rPr>
        <w:t>Codice)</w:t>
      </w:r>
      <w:r w:rsidRPr="009D5EEF">
        <w:rPr>
          <w:rFonts w:ascii="Arial" w:hAnsi="Arial" w:cs="Arial"/>
          <w:sz w:val="22"/>
          <w:szCs w:val="22"/>
        </w:rPr>
        <w:t>]</w:t>
      </w:r>
      <w:r w:rsidR="00CB5156" w:rsidRPr="009D5EEF">
        <w:rPr>
          <w:rFonts w:ascii="Arial" w:hAnsi="Arial" w:cs="Arial"/>
          <w:sz w:val="22"/>
          <w:szCs w:val="22"/>
        </w:rPr>
        <w:t>;</w:t>
      </w:r>
    </w:p>
    <w:p w14:paraId="120C13C9" w14:textId="703D5DA4" w:rsidR="00CB5156" w:rsidRPr="009D5EEF" w:rsidRDefault="003C2338" w:rsidP="00D413D5">
      <w:pPr>
        <w:pStyle w:val="Paragrafoelenco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D5EEF">
        <w:rPr>
          <w:rFonts w:ascii="Arial" w:hAnsi="Arial" w:cs="Arial"/>
          <w:sz w:val="22"/>
          <w:szCs w:val="22"/>
        </w:rPr>
        <w:t xml:space="preserve">Consorzio (art. 45, comma 2, </w:t>
      </w:r>
      <w:proofErr w:type="spellStart"/>
      <w:r w:rsidRPr="009D5EEF">
        <w:rPr>
          <w:rFonts w:ascii="Arial" w:hAnsi="Arial" w:cs="Arial"/>
          <w:sz w:val="22"/>
          <w:szCs w:val="22"/>
        </w:rPr>
        <w:t>lett</w:t>
      </w:r>
      <w:proofErr w:type="spellEnd"/>
      <w:r w:rsidRPr="009D5EEF">
        <w:rPr>
          <w:rFonts w:ascii="Arial" w:hAnsi="Arial" w:cs="Arial"/>
          <w:sz w:val="22"/>
          <w:szCs w:val="22"/>
        </w:rPr>
        <w:t>. b) e c) del Codice):</w:t>
      </w:r>
    </w:p>
    <w:p w14:paraId="46A7F9D7" w14:textId="5190AD16" w:rsidR="003C2338" w:rsidRPr="009D5EEF" w:rsidRDefault="003C2338" w:rsidP="00D413D5">
      <w:pPr>
        <w:pStyle w:val="Paragrafoelenco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D5EEF">
        <w:rPr>
          <w:rFonts w:ascii="Arial" w:hAnsi="Arial" w:cs="Arial"/>
          <w:sz w:val="22"/>
          <w:szCs w:val="22"/>
        </w:rPr>
        <w:t xml:space="preserve">consorzio tra cooperative di produzione e lavoro (art. 45, comma 2, </w:t>
      </w:r>
      <w:proofErr w:type="spellStart"/>
      <w:r w:rsidRPr="009D5EEF">
        <w:rPr>
          <w:rFonts w:ascii="Arial" w:hAnsi="Arial" w:cs="Arial"/>
          <w:sz w:val="22"/>
          <w:szCs w:val="22"/>
        </w:rPr>
        <w:t>lett</w:t>
      </w:r>
      <w:proofErr w:type="spellEnd"/>
      <w:r w:rsidRPr="009D5EEF">
        <w:rPr>
          <w:rFonts w:ascii="Arial" w:hAnsi="Arial" w:cs="Arial"/>
          <w:sz w:val="22"/>
          <w:szCs w:val="22"/>
        </w:rPr>
        <w:t>. b) del Codice)</w:t>
      </w:r>
    </w:p>
    <w:p w14:paraId="5C6BD941" w14:textId="085AC113" w:rsidR="003C2338" w:rsidRPr="009D5EEF" w:rsidRDefault="003C2338" w:rsidP="00D413D5">
      <w:pPr>
        <w:pStyle w:val="Paragrafoelenco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D5EEF">
        <w:rPr>
          <w:rFonts w:ascii="Arial" w:hAnsi="Arial" w:cs="Arial"/>
          <w:sz w:val="22"/>
          <w:szCs w:val="22"/>
        </w:rPr>
        <w:t xml:space="preserve">consorzio tra imprese artigiane (art. 45, comma 2, </w:t>
      </w:r>
      <w:proofErr w:type="spellStart"/>
      <w:r w:rsidRPr="009D5EEF">
        <w:rPr>
          <w:rFonts w:ascii="Arial" w:hAnsi="Arial" w:cs="Arial"/>
          <w:sz w:val="22"/>
          <w:szCs w:val="22"/>
        </w:rPr>
        <w:t>lett</w:t>
      </w:r>
      <w:proofErr w:type="spellEnd"/>
      <w:r w:rsidRPr="009D5EEF">
        <w:rPr>
          <w:rFonts w:ascii="Arial" w:hAnsi="Arial" w:cs="Arial"/>
          <w:sz w:val="22"/>
          <w:szCs w:val="22"/>
        </w:rPr>
        <w:t>. b) del Codice)</w:t>
      </w:r>
    </w:p>
    <w:p w14:paraId="377A3A96" w14:textId="23DDEBE3" w:rsidR="003C2338" w:rsidRPr="009D5EEF" w:rsidRDefault="003C2338" w:rsidP="00D413D5">
      <w:pPr>
        <w:pStyle w:val="Paragrafoelenco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D5EEF">
        <w:rPr>
          <w:rFonts w:ascii="Arial" w:hAnsi="Arial" w:cs="Arial"/>
          <w:sz w:val="22"/>
          <w:szCs w:val="22"/>
        </w:rPr>
        <w:t xml:space="preserve">consorzio stabile (art. 45, comma 2, </w:t>
      </w:r>
      <w:proofErr w:type="spellStart"/>
      <w:r w:rsidRPr="009D5EEF">
        <w:rPr>
          <w:rFonts w:ascii="Arial" w:hAnsi="Arial" w:cs="Arial"/>
          <w:sz w:val="22"/>
          <w:szCs w:val="22"/>
        </w:rPr>
        <w:t>lett</w:t>
      </w:r>
      <w:proofErr w:type="spellEnd"/>
      <w:r w:rsidRPr="009D5EEF">
        <w:rPr>
          <w:rFonts w:ascii="Arial" w:hAnsi="Arial" w:cs="Arial"/>
          <w:sz w:val="22"/>
          <w:szCs w:val="22"/>
        </w:rPr>
        <w:t>. c) del Codice):</w:t>
      </w:r>
    </w:p>
    <w:p w14:paraId="0C43CDB6" w14:textId="371D25B7" w:rsidR="003C2338" w:rsidRDefault="003C2338" w:rsidP="003C2338">
      <w:p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</w:rPr>
      </w:pPr>
      <w:r w:rsidRPr="00956896">
        <w:rPr>
          <w:rFonts w:ascii="Arial" w:hAnsi="Arial" w:cs="Arial"/>
          <w:u w:val="single"/>
        </w:rPr>
        <w:t>precisando che</w:t>
      </w:r>
      <w:r>
        <w:rPr>
          <w:rFonts w:ascii="Arial" w:hAnsi="Arial" w:cs="Arial"/>
        </w:rPr>
        <w:t>:</w:t>
      </w:r>
    </w:p>
    <w:p w14:paraId="0CF2DB3F" w14:textId="7596877C" w:rsidR="003C2338" w:rsidRPr="007E4CC5" w:rsidRDefault="003C2338" w:rsidP="007E4CC5">
      <w:pPr>
        <w:pStyle w:val="Paragrafoelenco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</w:rPr>
      </w:pPr>
      <w:r w:rsidRPr="007E4CC5">
        <w:rPr>
          <w:rFonts w:ascii="Arial" w:hAnsi="Arial" w:cs="Arial"/>
        </w:rPr>
        <w:t>le consorziate esecutrici per le quali il consorzio concorre sono le seguenti</w:t>
      </w:r>
    </w:p>
    <w:p w14:paraId="60776878" w14:textId="77777777" w:rsidR="003C2338" w:rsidRPr="00531C38" w:rsidRDefault="003C2338" w:rsidP="003C23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eastAsia="Calibri" w:hAnsi="Arial" w:cs="Arial"/>
        </w:rPr>
        <w:t>___________________________________________ (</w:t>
      </w:r>
      <w:r w:rsidRPr="00531C38">
        <w:rPr>
          <w:rFonts w:ascii="Arial" w:eastAsia="Calibri" w:hAnsi="Arial" w:cs="Arial"/>
          <w:i/>
        </w:rPr>
        <w:t>specificare denominazione e forma sociale</w:t>
      </w:r>
      <w:r w:rsidRPr="00531C38">
        <w:rPr>
          <w:rFonts w:ascii="Arial" w:eastAsia="Calibri" w:hAnsi="Arial" w:cs="Arial"/>
        </w:rPr>
        <w:t>)</w:t>
      </w:r>
    </w:p>
    <w:p w14:paraId="5FEF9EDB" w14:textId="77777777" w:rsidR="003C2338" w:rsidRPr="00531C38" w:rsidRDefault="003C2338" w:rsidP="003C23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t xml:space="preserve">con sede legale in ____________________________ </w:t>
      </w:r>
      <w:proofErr w:type="spellStart"/>
      <w:r w:rsidRPr="00531C38">
        <w:rPr>
          <w:rFonts w:ascii="Arial" w:hAnsi="Arial" w:cs="Arial"/>
        </w:rPr>
        <w:t>prov</w:t>
      </w:r>
      <w:proofErr w:type="spellEnd"/>
      <w:r w:rsidRPr="00531C38">
        <w:rPr>
          <w:rFonts w:ascii="Arial" w:hAnsi="Arial" w:cs="Arial"/>
        </w:rPr>
        <w:t xml:space="preserve"> (___) CAP _______________ via/Piazza _______________ P.IVA _______________________ tel. _______________________</w:t>
      </w:r>
      <w:r>
        <w:rPr>
          <w:rFonts w:ascii="Arial" w:hAnsi="Arial" w:cs="Arial"/>
        </w:rPr>
        <w:t>_</w:t>
      </w:r>
    </w:p>
    <w:p w14:paraId="06AE1A8B" w14:textId="07308C0B" w:rsidR="003C2338" w:rsidRPr="00531C38" w:rsidRDefault="003C2338" w:rsidP="003C23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t xml:space="preserve">e-mail </w:t>
      </w:r>
      <w:r w:rsidR="00F80F7E">
        <w:rPr>
          <w:rFonts w:ascii="Arial" w:hAnsi="Arial" w:cs="Arial"/>
        </w:rPr>
        <w:t>_____________________PEC</w:t>
      </w:r>
      <w:r w:rsidRPr="00531C38">
        <w:rPr>
          <w:rFonts w:ascii="Arial" w:hAnsi="Arial" w:cs="Arial"/>
        </w:rPr>
        <w:t xml:space="preserve"> _______________________________________________</w:t>
      </w:r>
      <w:r>
        <w:rPr>
          <w:rFonts w:ascii="Arial" w:hAnsi="Arial" w:cs="Arial"/>
        </w:rPr>
        <w:t>_</w:t>
      </w:r>
    </w:p>
    <w:p w14:paraId="603CF7F2" w14:textId="77777777" w:rsidR="003C2338" w:rsidRPr="00531C38" w:rsidRDefault="003C2338" w:rsidP="003C23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lastRenderedPageBreak/>
        <w:t>iscritta al Registro Imprese presso la C.C.I.A.A. di _____________ al n. d’iscrizione ____________</w:t>
      </w:r>
      <w:r w:rsidRPr="007D60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 la seguente attività _____________________________________________________________</w:t>
      </w:r>
    </w:p>
    <w:p w14:paraId="1E00FAA0" w14:textId="77777777" w:rsidR="003C2338" w:rsidRPr="00A51766" w:rsidRDefault="003C2338" w:rsidP="003C2338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 w:rsidRPr="00531C38">
        <w:rPr>
          <w:rFonts w:ascii="Arial" w:hAnsi="Arial" w:cs="Arial"/>
          <w:i/>
        </w:rPr>
        <w:t>(ripetere quante volte necessario)</w:t>
      </w:r>
    </w:p>
    <w:p w14:paraId="0F94F493" w14:textId="1D69F97C" w:rsidR="003C2338" w:rsidRPr="003C2338" w:rsidRDefault="003C2338" w:rsidP="00CB5156">
      <w:p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8"/>
        <w:jc w:val="both"/>
        <w:rPr>
          <w:rFonts w:ascii="Arial" w:hAnsi="Arial" w:cs="Arial"/>
          <w:b/>
        </w:rPr>
      </w:pPr>
      <w:r w:rsidRPr="003C2338">
        <w:rPr>
          <w:rFonts w:ascii="Arial" w:hAnsi="Arial" w:cs="Arial"/>
          <w:b/>
        </w:rPr>
        <w:t>oppure:</w:t>
      </w:r>
    </w:p>
    <w:p w14:paraId="269B7B55" w14:textId="32A1734C" w:rsidR="003C2338" w:rsidRPr="007E4CC5" w:rsidRDefault="003C2338" w:rsidP="007E4CC5">
      <w:pPr>
        <w:pStyle w:val="Paragrafoelenco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E4CC5">
        <w:rPr>
          <w:rFonts w:ascii="Arial" w:hAnsi="Arial" w:cs="Arial"/>
          <w:sz w:val="22"/>
          <w:szCs w:val="22"/>
        </w:rPr>
        <w:t>il consorzio intende eseguire in proprio il contratto</w:t>
      </w:r>
    </w:p>
    <w:p w14:paraId="17285124" w14:textId="77777777" w:rsidR="00CB5156" w:rsidRPr="007E4CC5" w:rsidRDefault="00CB5156" w:rsidP="00CB5156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</w:rPr>
      </w:pPr>
      <w:r w:rsidRPr="007E4CC5">
        <w:rPr>
          <w:rFonts w:ascii="Arial" w:hAnsi="Arial" w:cs="Arial"/>
          <w:color w:val="000000"/>
        </w:rPr>
        <w:t>e (</w:t>
      </w:r>
      <w:r w:rsidRPr="007E4CC5">
        <w:rPr>
          <w:rFonts w:ascii="Arial" w:hAnsi="Arial" w:cs="Arial"/>
          <w:i/>
          <w:color w:val="000000"/>
        </w:rPr>
        <w:t>indicare alternativamente</w:t>
      </w:r>
      <w:r w:rsidRPr="007E4CC5">
        <w:rPr>
          <w:rFonts w:ascii="Arial" w:hAnsi="Arial" w:cs="Arial"/>
          <w:color w:val="000000"/>
        </w:rPr>
        <w:t>)</w:t>
      </w:r>
    </w:p>
    <w:p w14:paraId="0D6AA570" w14:textId="3009939F" w:rsidR="00956896" w:rsidRPr="00956896" w:rsidRDefault="00CB5156" w:rsidP="00956896">
      <w:pPr>
        <w:pStyle w:val="Paragrafoelenco"/>
        <w:numPr>
          <w:ilvl w:val="0"/>
          <w:numId w:val="6"/>
        </w:numPr>
        <w:spacing w:before="240" w:after="120"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E4CC5">
        <w:rPr>
          <w:rFonts w:ascii="Arial" w:hAnsi="Arial" w:cs="Arial"/>
          <w:color w:val="000000"/>
          <w:sz w:val="22"/>
          <w:szCs w:val="22"/>
        </w:rPr>
        <w:t>M</w:t>
      </w:r>
      <w:r w:rsidRPr="007E4CC5">
        <w:rPr>
          <w:rFonts w:ascii="Arial" w:hAnsi="Arial" w:cs="Arial"/>
          <w:sz w:val="22"/>
          <w:szCs w:val="22"/>
        </w:rPr>
        <w:t>andataria</w:t>
      </w:r>
      <w:r w:rsidR="00956896">
        <w:rPr>
          <w:rFonts w:ascii="Arial" w:hAnsi="Arial" w:cs="Arial"/>
          <w:sz w:val="22"/>
          <w:szCs w:val="22"/>
        </w:rPr>
        <w:t xml:space="preserve">/capogruppo </w:t>
      </w:r>
      <w:r w:rsidRPr="007E4CC5">
        <w:rPr>
          <w:rFonts w:ascii="Arial" w:hAnsi="Arial" w:cs="Arial"/>
          <w:sz w:val="22"/>
          <w:szCs w:val="22"/>
        </w:rPr>
        <w:t>di</w:t>
      </w:r>
      <w:r w:rsidR="00956896">
        <w:rPr>
          <w:rFonts w:ascii="Arial" w:hAnsi="Arial" w:cs="Arial"/>
          <w:sz w:val="22"/>
          <w:szCs w:val="22"/>
        </w:rPr>
        <w:t>:</w:t>
      </w:r>
    </w:p>
    <w:p w14:paraId="00BD8290" w14:textId="43EDEF02" w:rsidR="00CB5156" w:rsidRPr="00956896" w:rsidRDefault="00CB5156" w:rsidP="00956896">
      <w:pPr>
        <w:pStyle w:val="Paragrafoelenco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E4CC5">
        <w:rPr>
          <w:rFonts w:ascii="Arial" w:hAnsi="Arial" w:cs="Arial"/>
          <w:sz w:val="22"/>
          <w:szCs w:val="22"/>
        </w:rPr>
        <w:t xml:space="preserve">raggruppamento </w:t>
      </w:r>
      <w:r w:rsidR="0069324D">
        <w:rPr>
          <w:rFonts w:ascii="Arial" w:hAnsi="Arial" w:cs="Arial"/>
          <w:sz w:val="22"/>
          <w:szCs w:val="22"/>
        </w:rPr>
        <w:t>temporaneo</w:t>
      </w:r>
      <w:r w:rsidR="00956896">
        <w:rPr>
          <w:rFonts w:ascii="Arial" w:hAnsi="Arial" w:cs="Arial"/>
          <w:sz w:val="22"/>
          <w:szCs w:val="22"/>
        </w:rPr>
        <w:t xml:space="preserve"> d’imprese (</w:t>
      </w:r>
      <w:r w:rsidR="00956896" w:rsidRPr="00956896">
        <w:rPr>
          <w:rFonts w:ascii="Arial" w:hAnsi="Arial" w:cs="Arial"/>
          <w:i/>
          <w:sz w:val="20"/>
          <w:szCs w:val="20"/>
        </w:rPr>
        <w:t xml:space="preserve">art. 45, comma 2 </w:t>
      </w:r>
      <w:proofErr w:type="spellStart"/>
      <w:r w:rsidR="00956896">
        <w:rPr>
          <w:rFonts w:ascii="Arial" w:hAnsi="Arial" w:cs="Arial"/>
          <w:i/>
          <w:sz w:val="20"/>
          <w:szCs w:val="20"/>
        </w:rPr>
        <w:t>lett</w:t>
      </w:r>
      <w:proofErr w:type="spellEnd"/>
      <w:r w:rsidR="00956896">
        <w:rPr>
          <w:rFonts w:ascii="Arial" w:hAnsi="Arial" w:cs="Arial"/>
          <w:i/>
          <w:sz w:val="20"/>
          <w:szCs w:val="20"/>
        </w:rPr>
        <w:t xml:space="preserve">. d) </w:t>
      </w:r>
      <w:r w:rsidR="00956896" w:rsidRPr="00956896">
        <w:rPr>
          <w:rFonts w:ascii="Arial" w:hAnsi="Arial" w:cs="Arial"/>
          <w:i/>
          <w:sz w:val="20"/>
          <w:szCs w:val="20"/>
        </w:rPr>
        <w:t>del Codice</w:t>
      </w:r>
      <w:r w:rsidR="00956896">
        <w:rPr>
          <w:rFonts w:ascii="Arial" w:hAnsi="Arial" w:cs="Arial"/>
          <w:sz w:val="22"/>
          <w:szCs w:val="22"/>
        </w:rPr>
        <w:t>)</w:t>
      </w:r>
    </w:p>
    <w:p w14:paraId="19F7051B" w14:textId="2C7CFC39" w:rsidR="00956896" w:rsidRPr="00956896" w:rsidRDefault="00956896" w:rsidP="00956896">
      <w:pPr>
        <w:pStyle w:val="Paragrafoelenco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consorzio ordinario di concorrenti ex art. 2602 c.c. (</w:t>
      </w:r>
      <w:r w:rsidRPr="00956896">
        <w:rPr>
          <w:rFonts w:ascii="Arial" w:hAnsi="Arial" w:cs="Arial"/>
          <w:i/>
          <w:sz w:val="20"/>
          <w:szCs w:val="20"/>
        </w:rPr>
        <w:t xml:space="preserve">art. 45, comma 2 </w:t>
      </w:r>
      <w:proofErr w:type="spellStart"/>
      <w:r>
        <w:rPr>
          <w:rFonts w:ascii="Arial" w:hAnsi="Arial" w:cs="Arial"/>
          <w:i/>
          <w:sz w:val="20"/>
          <w:szCs w:val="20"/>
        </w:rPr>
        <w:t>lett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e) </w:t>
      </w:r>
      <w:r w:rsidRPr="00956896">
        <w:rPr>
          <w:rFonts w:ascii="Arial" w:hAnsi="Arial" w:cs="Arial"/>
          <w:i/>
          <w:sz w:val="20"/>
          <w:szCs w:val="20"/>
        </w:rPr>
        <w:t>del Codice</w:t>
      </w:r>
      <w:r>
        <w:rPr>
          <w:rFonts w:ascii="Arial" w:hAnsi="Arial" w:cs="Arial"/>
          <w:i/>
          <w:sz w:val="20"/>
          <w:szCs w:val="20"/>
        </w:rPr>
        <w:t>)</w:t>
      </w:r>
    </w:p>
    <w:p w14:paraId="51E4CF80" w14:textId="787F0D94" w:rsidR="00956896" w:rsidRPr="00956896" w:rsidRDefault="00956896" w:rsidP="00956896">
      <w:pPr>
        <w:pStyle w:val="Paragrafoelenco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GEIE (</w:t>
      </w:r>
      <w:r w:rsidRPr="00956896">
        <w:rPr>
          <w:rFonts w:ascii="Arial" w:hAnsi="Arial" w:cs="Arial"/>
          <w:i/>
          <w:sz w:val="20"/>
          <w:szCs w:val="20"/>
        </w:rPr>
        <w:t xml:space="preserve">art. 45, comma 2 </w:t>
      </w:r>
      <w:proofErr w:type="spellStart"/>
      <w:r>
        <w:rPr>
          <w:rFonts w:ascii="Arial" w:hAnsi="Arial" w:cs="Arial"/>
          <w:i/>
          <w:sz w:val="20"/>
          <w:szCs w:val="20"/>
        </w:rPr>
        <w:t>lett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g) </w:t>
      </w:r>
      <w:r w:rsidRPr="00956896">
        <w:rPr>
          <w:rFonts w:ascii="Arial" w:hAnsi="Arial" w:cs="Arial"/>
          <w:i/>
          <w:sz w:val="20"/>
          <w:szCs w:val="20"/>
        </w:rPr>
        <w:t>del Codice</w:t>
      </w:r>
      <w:r>
        <w:rPr>
          <w:rFonts w:ascii="Arial" w:hAnsi="Arial" w:cs="Arial"/>
          <w:i/>
          <w:sz w:val="20"/>
          <w:szCs w:val="20"/>
        </w:rPr>
        <w:t>)</w:t>
      </w:r>
    </w:p>
    <w:p w14:paraId="3D38F009" w14:textId="2DB1E928" w:rsidR="00956896" w:rsidRPr="0069324D" w:rsidRDefault="00956896" w:rsidP="00956896">
      <w:pPr>
        <w:pStyle w:val="Paragrafoelenco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Aggregazione di imprese di rete </w:t>
      </w:r>
      <w:r w:rsidRPr="007E4CC5">
        <w:rPr>
          <w:rFonts w:ascii="Arial" w:hAnsi="Arial" w:cs="Arial"/>
          <w:i/>
          <w:color w:val="000000"/>
          <w:sz w:val="22"/>
          <w:szCs w:val="22"/>
        </w:rPr>
        <w:t>(</w:t>
      </w:r>
      <w:r w:rsidRPr="00956896">
        <w:rPr>
          <w:rFonts w:ascii="Arial" w:hAnsi="Arial" w:cs="Arial"/>
          <w:i/>
          <w:sz w:val="20"/>
          <w:szCs w:val="20"/>
        </w:rPr>
        <w:t xml:space="preserve">art. 45, comma 2 </w:t>
      </w:r>
      <w:proofErr w:type="spellStart"/>
      <w:r w:rsidRPr="00956896">
        <w:rPr>
          <w:rFonts w:ascii="Arial" w:hAnsi="Arial" w:cs="Arial"/>
          <w:i/>
          <w:sz w:val="20"/>
          <w:szCs w:val="20"/>
        </w:rPr>
        <w:t>lett</w:t>
      </w:r>
      <w:proofErr w:type="spellEnd"/>
      <w:r w:rsidRPr="00956896">
        <w:rPr>
          <w:rFonts w:ascii="Arial" w:hAnsi="Arial" w:cs="Arial"/>
          <w:i/>
          <w:sz w:val="20"/>
          <w:szCs w:val="20"/>
        </w:rPr>
        <w:t>. f) del Codice</w:t>
      </w:r>
      <w:r w:rsidRPr="007E4CC5">
        <w:rPr>
          <w:rFonts w:ascii="Arial" w:hAnsi="Arial" w:cs="Arial"/>
          <w:sz w:val="22"/>
          <w:szCs w:val="22"/>
        </w:rPr>
        <w:t>)</w:t>
      </w:r>
    </w:p>
    <w:p w14:paraId="22C72A6B" w14:textId="77777777" w:rsidR="0069324D" w:rsidRPr="007E4CC5" w:rsidRDefault="0069324D" w:rsidP="0069324D">
      <w:pPr>
        <w:pStyle w:val="Paragrafoelenco"/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14:paraId="01466F6F" w14:textId="1C44458A" w:rsidR="00CB5156" w:rsidRDefault="00CB5156" w:rsidP="007E4CC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/>
        <w:rPr>
          <w:rFonts w:ascii="Arial" w:hAnsi="Arial" w:cs="Arial"/>
          <w:b/>
          <w:i/>
          <w:sz w:val="22"/>
          <w:szCs w:val="22"/>
        </w:rPr>
      </w:pPr>
      <w:r w:rsidRPr="007E4CC5">
        <w:rPr>
          <w:rFonts w:ascii="Arial" w:hAnsi="Arial" w:cs="Arial"/>
          <w:sz w:val="22"/>
          <w:szCs w:val="22"/>
        </w:rPr>
        <w:t>costituito</w:t>
      </w:r>
      <w:r w:rsidR="00956896">
        <w:rPr>
          <w:rFonts w:ascii="Arial" w:hAnsi="Arial" w:cs="Arial"/>
          <w:sz w:val="22"/>
          <w:szCs w:val="22"/>
        </w:rPr>
        <w:t xml:space="preserve"> </w:t>
      </w:r>
      <w:r w:rsidR="00956896" w:rsidRPr="00956896">
        <w:rPr>
          <w:rFonts w:ascii="Arial" w:hAnsi="Arial" w:cs="Arial"/>
          <w:b/>
          <w:i/>
          <w:sz w:val="22"/>
          <w:szCs w:val="22"/>
        </w:rPr>
        <w:t>oppure</w:t>
      </w:r>
    </w:p>
    <w:p w14:paraId="022C88F1" w14:textId="77777777" w:rsidR="00956896" w:rsidRPr="00956896" w:rsidRDefault="00956896" w:rsidP="00956896">
      <w:pPr>
        <w:pStyle w:val="Paragrafoelenco"/>
        <w:autoSpaceDE w:val="0"/>
        <w:autoSpaceDN w:val="0"/>
        <w:adjustRightInd w:val="0"/>
        <w:spacing w:after="120"/>
        <w:ind w:left="1425"/>
        <w:rPr>
          <w:rFonts w:ascii="Arial" w:hAnsi="Arial" w:cs="Arial"/>
          <w:b/>
          <w:i/>
          <w:sz w:val="22"/>
          <w:szCs w:val="22"/>
        </w:rPr>
      </w:pPr>
    </w:p>
    <w:p w14:paraId="062DB3BF" w14:textId="789AF9FF" w:rsidR="00CB5156" w:rsidRDefault="00CB5156" w:rsidP="007E4CC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7E4CC5">
        <w:rPr>
          <w:rFonts w:ascii="Arial" w:hAnsi="Arial" w:cs="Arial"/>
          <w:sz w:val="22"/>
          <w:szCs w:val="22"/>
        </w:rPr>
        <w:t>non costituito;</w:t>
      </w:r>
    </w:p>
    <w:p w14:paraId="51A38858" w14:textId="77777777" w:rsidR="0069324D" w:rsidRPr="00956896" w:rsidRDefault="0069324D" w:rsidP="00956896">
      <w:pPr>
        <w:rPr>
          <w:rFonts w:ascii="Arial" w:hAnsi="Arial" w:cs="Arial"/>
          <w:color w:val="000000"/>
        </w:rPr>
      </w:pPr>
    </w:p>
    <w:p w14:paraId="13F9F8E2" w14:textId="353A30CD" w:rsidR="00CB5156" w:rsidRPr="00CE4F8E" w:rsidRDefault="00C85D29" w:rsidP="00CB5156">
      <w:pPr>
        <w:spacing w:after="120" w:line="360" w:lineRule="auto"/>
        <w:jc w:val="both"/>
        <w:rPr>
          <w:rFonts w:ascii="Arial" w:hAnsi="Arial" w:cs="Arial"/>
          <w:b/>
          <w:highlight w:val="yellow"/>
        </w:rPr>
      </w:pPr>
      <w:r w:rsidRPr="00CE4F8E">
        <w:rPr>
          <w:rFonts w:ascii="Arial" w:hAnsi="Arial" w:cs="Arial"/>
          <w:b/>
        </w:rPr>
        <w:t>composto da</w:t>
      </w:r>
      <w:r w:rsidR="00CE4F8E">
        <w:rPr>
          <w:rFonts w:ascii="Arial" w:hAnsi="Arial" w:cs="Arial"/>
          <w:b/>
        </w:rPr>
        <w:t xml:space="preserve">: </w:t>
      </w:r>
      <w:r w:rsidR="00CE4F8E" w:rsidRPr="00CE4F8E">
        <w:rPr>
          <w:rFonts w:ascii="Arial" w:hAnsi="Arial" w:cs="Arial"/>
          <w:sz w:val="20"/>
          <w:szCs w:val="20"/>
        </w:rPr>
        <w:t>(</w:t>
      </w:r>
      <w:r w:rsidR="00CE4F8E" w:rsidRPr="00CE4F8E">
        <w:rPr>
          <w:rFonts w:ascii="Arial" w:hAnsi="Arial" w:cs="Arial"/>
          <w:i/>
        </w:rPr>
        <w:t>indicare denominazione di ciascuna altra impresa, inclusa l’impresa mandataria, parte di lavori da eseguire, percentuale dell’appalto che sarà eseguita dal singolo componente</w:t>
      </w:r>
      <w:r w:rsidR="00CE4F8E" w:rsidRPr="00CE4F8E">
        <w:rPr>
          <w:rFonts w:ascii="Arial" w:hAnsi="Arial" w:cs="Arial"/>
          <w:i/>
          <w:sz w:val="20"/>
          <w:szCs w:val="20"/>
        </w:rPr>
        <w:t>):</w:t>
      </w:r>
      <w:r w:rsidRPr="00CE4F8E">
        <w:rPr>
          <w:rFonts w:ascii="Arial" w:hAnsi="Arial" w:cs="Arial"/>
          <w:b/>
          <w:highlight w:val="yellow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6"/>
        <w:gridCol w:w="4394"/>
        <w:gridCol w:w="1667"/>
      </w:tblGrid>
      <w:tr w:rsidR="00CE4F8E" w14:paraId="49D10AF9" w14:textId="77777777" w:rsidTr="00CE4F8E">
        <w:tc>
          <w:tcPr>
            <w:tcW w:w="3936" w:type="dxa"/>
            <w:shd w:val="clear" w:color="auto" w:fill="E7E6E6" w:themeFill="background2"/>
          </w:tcPr>
          <w:p w14:paraId="485961D5" w14:textId="600D8B0D" w:rsidR="00CE4F8E" w:rsidRPr="00CE4F8E" w:rsidRDefault="00CE4F8E" w:rsidP="00CE4F8E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CE4F8E">
              <w:rPr>
                <w:rFonts w:ascii="Arial" w:hAnsi="Arial" w:cs="Arial"/>
                <w:i/>
              </w:rPr>
              <w:t>Denominazione operatore economico</w:t>
            </w:r>
          </w:p>
        </w:tc>
        <w:tc>
          <w:tcPr>
            <w:tcW w:w="4394" w:type="dxa"/>
            <w:shd w:val="clear" w:color="auto" w:fill="E7E6E6" w:themeFill="background2"/>
          </w:tcPr>
          <w:p w14:paraId="05D5FECA" w14:textId="5A85C4C8" w:rsidR="00CE4F8E" w:rsidRP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CE4F8E">
              <w:rPr>
                <w:rFonts w:ascii="Arial" w:hAnsi="Arial" w:cs="Arial"/>
                <w:i/>
              </w:rPr>
              <w:t>Lavori da eseguire</w:t>
            </w:r>
          </w:p>
        </w:tc>
        <w:tc>
          <w:tcPr>
            <w:tcW w:w="1667" w:type="dxa"/>
            <w:shd w:val="clear" w:color="auto" w:fill="E7E6E6" w:themeFill="background2"/>
          </w:tcPr>
          <w:p w14:paraId="280B0524" w14:textId="58DB21EB" w:rsidR="00CE4F8E" w:rsidRP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CE4F8E">
              <w:rPr>
                <w:rFonts w:ascii="Arial" w:hAnsi="Arial" w:cs="Arial"/>
                <w:i/>
              </w:rPr>
              <w:t>% lavori svolti</w:t>
            </w:r>
          </w:p>
        </w:tc>
      </w:tr>
      <w:tr w:rsidR="00CE4F8E" w14:paraId="64B675E1" w14:textId="77777777" w:rsidTr="00CE4F8E">
        <w:tc>
          <w:tcPr>
            <w:tcW w:w="3936" w:type="dxa"/>
          </w:tcPr>
          <w:p w14:paraId="739EC493" w14:textId="77777777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394" w:type="dxa"/>
          </w:tcPr>
          <w:p w14:paraId="70D350AF" w14:textId="77777777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67" w:type="dxa"/>
          </w:tcPr>
          <w:p w14:paraId="2CE83E9A" w14:textId="7D9C50C3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CE4F8E" w14:paraId="0F364C35" w14:textId="77777777" w:rsidTr="00CE4F8E">
        <w:tc>
          <w:tcPr>
            <w:tcW w:w="3936" w:type="dxa"/>
          </w:tcPr>
          <w:p w14:paraId="46D53412" w14:textId="77777777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394" w:type="dxa"/>
          </w:tcPr>
          <w:p w14:paraId="0EEC164F" w14:textId="77777777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67" w:type="dxa"/>
          </w:tcPr>
          <w:p w14:paraId="7C3B6FA0" w14:textId="75CB2F8C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CE4F8E" w14:paraId="0969AB34" w14:textId="77777777" w:rsidTr="00CE4F8E">
        <w:tc>
          <w:tcPr>
            <w:tcW w:w="3936" w:type="dxa"/>
          </w:tcPr>
          <w:p w14:paraId="31164321" w14:textId="77777777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394" w:type="dxa"/>
          </w:tcPr>
          <w:p w14:paraId="03C1C749" w14:textId="77777777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67" w:type="dxa"/>
          </w:tcPr>
          <w:p w14:paraId="3E1A1378" w14:textId="12207F56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CE4F8E" w14:paraId="2D619322" w14:textId="77777777" w:rsidTr="00CE4F8E">
        <w:tc>
          <w:tcPr>
            <w:tcW w:w="3936" w:type="dxa"/>
          </w:tcPr>
          <w:p w14:paraId="35D99DBE" w14:textId="77777777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394" w:type="dxa"/>
          </w:tcPr>
          <w:p w14:paraId="6F1D148D" w14:textId="77777777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67" w:type="dxa"/>
          </w:tcPr>
          <w:p w14:paraId="7885502C" w14:textId="3C06E21C" w:rsidR="00CE4F8E" w:rsidRDefault="00CE4F8E" w:rsidP="00CB5156">
            <w:pPr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14:paraId="36C9D939" w14:textId="77777777" w:rsidR="00C85D29" w:rsidRPr="00E67BF2" w:rsidRDefault="00C85D29" w:rsidP="00CB5156">
      <w:pPr>
        <w:spacing w:after="120" w:line="360" w:lineRule="auto"/>
        <w:jc w:val="both"/>
        <w:rPr>
          <w:rFonts w:ascii="Arial" w:hAnsi="Arial" w:cs="Arial"/>
          <w:highlight w:val="yellow"/>
        </w:rPr>
      </w:pPr>
    </w:p>
    <w:p w14:paraId="77CDA0CF" w14:textId="238270FC" w:rsidR="00CB5156" w:rsidRPr="00A51766" w:rsidRDefault="00CB5156" w:rsidP="00CB5156">
      <w:pPr>
        <w:spacing w:after="120" w:line="360" w:lineRule="auto"/>
        <w:jc w:val="center"/>
        <w:rPr>
          <w:rFonts w:ascii="Arial" w:hAnsi="Arial" w:cs="Arial"/>
          <w:i/>
        </w:rPr>
      </w:pPr>
      <w:r w:rsidRPr="00A51766">
        <w:rPr>
          <w:rFonts w:ascii="Arial" w:hAnsi="Arial" w:cs="Arial"/>
          <w:i/>
        </w:rPr>
        <w:t>(in caso di RTI</w:t>
      </w:r>
      <w:r>
        <w:rPr>
          <w:rFonts w:ascii="Arial" w:hAnsi="Arial" w:cs="Arial"/>
          <w:i/>
        </w:rPr>
        <w:t xml:space="preserve">/Consorzi ordinari non ancora costituiti </w:t>
      </w:r>
      <w:r w:rsidRPr="00A51766">
        <w:rPr>
          <w:rFonts w:ascii="Arial" w:hAnsi="Arial" w:cs="Arial"/>
          <w:i/>
        </w:rPr>
        <w:t>occorre inserire di seguito i dati del</w:t>
      </w:r>
      <w:r w:rsidR="00A0066D">
        <w:rPr>
          <w:rFonts w:ascii="Arial" w:hAnsi="Arial" w:cs="Arial"/>
          <w:i/>
        </w:rPr>
        <w:t>/dei</w:t>
      </w:r>
      <w:r w:rsidRPr="00A51766">
        <w:rPr>
          <w:rFonts w:ascii="Arial" w:hAnsi="Arial" w:cs="Arial"/>
          <w:i/>
        </w:rPr>
        <w:t xml:space="preserve"> mandante</w:t>
      </w:r>
      <w:r w:rsidR="00A0066D">
        <w:rPr>
          <w:rFonts w:ascii="Arial" w:hAnsi="Arial" w:cs="Arial"/>
          <w:i/>
        </w:rPr>
        <w:t>/i</w:t>
      </w:r>
      <w:r w:rsidRPr="00A51766">
        <w:rPr>
          <w:rFonts w:ascii="Arial" w:hAnsi="Arial" w:cs="Arial"/>
          <w:i/>
        </w:rPr>
        <w:t>)</w:t>
      </w:r>
    </w:p>
    <w:p w14:paraId="269F1392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  <w:r w:rsidRPr="00A51766">
        <w:rPr>
          <w:rFonts w:ascii="Arial" w:eastAsia="Calibri" w:hAnsi="Arial" w:cs="Arial"/>
        </w:rPr>
        <w:t xml:space="preserve"> nella sua qualità di (</w:t>
      </w:r>
      <w:r w:rsidRPr="00A51766">
        <w:rPr>
          <w:rFonts w:ascii="Arial" w:eastAsia="Calibri" w:hAnsi="Arial" w:cs="Arial"/>
          <w:i/>
        </w:rPr>
        <w:t>carica sociale in caso di procuratore allegare copia della procura</w:t>
      </w:r>
      <w:r w:rsidRPr="00A51766">
        <w:rPr>
          <w:rFonts w:ascii="Arial" w:eastAsia="Calibri" w:hAnsi="Arial" w:cs="Arial"/>
        </w:rPr>
        <w:t xml:space="preserve">) </w:t>
      </w:r>
      <w:r w:rsidRPr="00A51766">
        <w:rPr>
          <w:rFonts w:ascii="Arial" w:hAnsi="Arial" w:cs="Arial"/>
        </w:rPr>
        <w:t xml:space="preserve">____________________________ </w:t>
      </w:r>
      <w:r w:rsidRPr="00A51766">
        <w:rPr>
          <w:rFonts w:ascii="Arial" w:eastAsia="Calibri" w:hAnsi="Arial" w:cs="Arial"/>
        </w:rPr>
        <w:t>dell’impresa</w:t>
      </w:r>
      <w:r>
        <w:rPr>
          <w:rFonts w:ascii="Arial" w:eastAsia="Calibri" w:hAnsi="Arial" w:cs="Arial"/>
        </w:rPr>
        <w:t>/società</w:t>
      </w:r>
      <w:r w:rsidRPr="00A51766">
        <w:rPr>
          <w:rFonts w:ascii="Arial" w:eastAsia="Calibri" w:hAnsi="Arial" w:cs="Arial"/>
        </w:rPr>
        <w:t xml:space="preserve"> ___________________________________________ (</w:t>
      </w:r>
      <w:r w:rsidRPr="00A51766">
        <w:rPr>
          <w:rFonts w:ascii="Arial" w:eastAsia="Calibri" w:hAnsi="Arial" w:cs="Arial"/>
          <w:i/>
        </w:rPr>
        <w:t>specificare denominazione e forma sociale</w:t>
      </w:r>
      <w:r w:rsidRPr="00A51766">
        <w:rPr>
          <w:rFonts w:ascii="Arial" w:eastAsia="Calibri" w:hAnsi="Arial" w:cs="Arial"/>
        </w:rPr>
        <w:t>)</w:t>
      </w:r>
    </w:p>
    <w:p w14:paraId="3FBE90F2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 xml:space="preserve">con sede legale in ____________________________ </w:t>
      </w:r>
      <w:proofErr w:type="spellStart"/>
      <w:r w:rsidRPr="00A51766">
        <w:rPr>
          <w:rFonts w:ascii="Arial" w:hAnsi="Arial" w:cs="Arial"/>
        </w:rPr>
        <w:t>prov</w:t>
      </w:r>
      <w:proofErr w:type="spellEnd"/>
      <w:r w:rsidRPr="00A51766">
        <w:rPr>
          <w:rFonts w:ascii="Arial" w:hAnsi="Arial" w:cs="Arial"/>
        </w:rPr>
        <w:t xml:space="preserve"> (___) CAP _______________ via/Piazza _______________ P.IVA _______________________ tel. _______________________</w:t>
      </w:r>
    </w:p>
    <w:p w14:paraId="0CCB63A4" w14:textId="78D20AF2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 _______________________ PEC (</w:t>
      </w:r>
      <w:r w:rsidRPr="00B73DF1">
        <w:rPr>
          <w:rFonts w:ascii="Arial" w:hAnsi="Arial" w:cs="Arial"/>
          <w:i/>
        </w:rPr>
        <w:t>obbligatorio</w:t>
      </w:r>
      <w:r>
        <w:rPr>
          <w:rFonts w:ascii="Arial" w:hAnsi="Arial" w:cs="Arial"/>
        </w:rPr>
        <w:t>) ____________________</w:t>
      </w:r>
    </w:p>
    <w:p w14:paraId="71BA483E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iscritta al Registro Imprese presso la C.C.I.A.A. di _____________ al n. d’iscrizione ____________</w:t>
      </w:r>
    </w:p>
    <w:p w14:paraId="12725F2C" w14:textId="71976899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lastRenderedPageBreak/>
        <w:t>in data ___________</w:t>
      </w:r>
      <w:r w:rsidR="007D607D">
        <w:rPr>
          <w:rFonts w:ascii="Arial" w:hAnsi="Arial" w:cs="Arial"/>
        </w:rPr>
        <w:t xml:space="preserve"> per la seguente attività ___________________________________________</w:t>
      </w:r>
    </w:p>
    <w:p w14:paraId="48B9DD25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 xml:space="preserve">quale: </w:t>
      </w:r>
    </w:p>
    <w:p w14:paraId="1D65BD32" w14:textId="645CD359" w:rsidR="00CB5156" w:rsidRPr="0069324D" w:rsidRDefault="00CB5156" w:rsidP="00D413D5">
      <w:pPr>
        <w:pStyle w:val="Paragrafoelenco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9324D">
        <w:rPr>
          <w:rFonts w:ascii="Arial" w:hAnsi="Arial" w:cs="Arial"/>
          <w:sz w:val="22"/>
          <w:szCs w:val="22"/>
        </w:rPr>
        <w:t>mandante di RTI non ancora costituito ______________</w:t>
      </w:r>
    </w:p>
    <w:p w14:paraId="6317D817" w14:textId="3EB41965" w:rsidR="00CB5156" w:rsidRPr="0069324D" w:rsidRDefault="00CB5156" w:rsidP="00D413D5">
      <w:pPr>
        <w:pStyle w:val="Paragrafoelenco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9324D">
        <w:rPr>
          <w:rFonts w:ascii="Arial" w:hAnsi="Arial" w:cs="Arial"/>
          <w:sz w:val="22"/>
          <w:szCs w:val="22"/>
        </w:rPr>
        <w:t>consorziata di consorzio ordinario non ancora costituito ___________</w:t>
      </w:r>
    </w:p>
    <w:p w14:paraId="24C9DBA6" w14:textId="77777777" w:rsidR="00CB5156" w:rsidRPr="00A51766" w:rsidRDefault="00CB5156" w:rsidP="00CB5156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 w:rsidRPr="00A51766">
        <w:rPr>
          <w:rFonts w:ascii="Arial" w:hAnsi="Arial" w:cs="Arial"/>
          <w:i/>
        </w:rPr>
        <w:t>(ripetere quante volte necessario)</w:t>
      </w:r>
    </w:p>
    <w:p w14:paraId="74745E41" w14:textId="77777777" w:rsidR="00531C38" w:rsidRPr="00531C38" w:rsidRDefault="00531C38" w:rsidP="00531C38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</w:rPr>
      </w:pPr>
      <w:r w:rsidRPr="00531C38">
        <w:rPr>
          <w:rFonts w:ascii="Arial" w:hAnsi="Arial" w:cs="Arial"/>
          <w:i/>
        </w:rPr>
        <w:t>(nel caso di consorzi di cui all’art. 45, comma 2 lettera e), del D.Lgs n. 50/2016 occorre indicare di seguito i dati dei consorziati</w:t>
      </w:r>
      <w:r w:rsidRPr="00531C38">
        <w:rPr>
          <w:rFonts w:ascii="Arial" w:hAnsi="Arial" w:cs="Arial"/>
        </w:rPr>
        <w:t xml:space="preserve">, </w:t>
      </w:r>
      <w:r w:rsidRPr="00531C38">
        <w:rPr>
          <w:rFonts w:ascii="Arial" w:hAnsi="Arial" w:cs="Arial"/>
          <w:i/>
        </w:rPr>
        <w:t>per i quali il consorzio partecipa</w:t>
      </w:r>
      <w:r w:rsidRPr="00531C38">
        <w:rPr>
          <w:rFonts w:ascii="Arial" w:hAnsi="Arial" w:cs="Arial"/>
        </w:rPr>
        <w:t>)</w:t>
      </w:r>
    </w:p>
    <w:p w14:paraId="2F50CA1E" w14:textId="77777777" w:rsidR="00531C38" w:rsidRPr="00531C38" w:rsidRDefault="00531C38" w:rsidP="00531C38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966A6F5" w14:textId="77777777" w:rsidR="00531C38" w:rsidRPr="00531C38" w:rsidRDefault="00531C38" w:rsidP="00531C38">
      <w:pPr>
        <w:spacing w:after="120" w:line="360" w:lineRule="auto"/>
        <w:jc w:val="both"/>
        <w:rPr>
          <w:rFonts w:ascii="Arial" w:eastAsia="Calibri" w:hAnsi="Arial" w:cs="Arial"/>
        </w:rPr>
      </w:pPr>
      <w:r w:rsidRPr="00531C38">
        <w:rPr>
          <w:rFonts w:ascii="Arial" w:eastAsia="Calibri" w:hAnsi="Arial" w:cs="Arial"/>
        </w:rPr>
        <w:t>che le consorziate per le quali partecipa sono:</w:t>
      </w:r>
    </w:p>
    <w:p w14:paraId="021FD87A" w14:textId="77777777" w:rsidR="00531C38" w:rsidRPr="00531C38" w:rsidRDefault="00531C38" w:rsidP="00531C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eastAsia="Calibri" w:hAnsi="Arial" w:cs="Arial"/>
        </w:rPr>
        <w:t>___________________________________________ (</w:t>
      </w:r>
      <w:r w:rsidRPr="00531C38">
        <w:rPr>
          <w:rFonts w:ascii="Arial" w:eastAsia="Calibri" w:hAnsi="Arial" w:cs="Arial"/>
          <w:i/>
        </w:rPr>
        <w:t>specificare denominazione e forma sociale</w:t>
      </w:r>
      <w:r w:rsidRPr="00531C38">
        <w:rPr>
          <w:rFonts w:ascii="Arial" w:eastAsia="Calibri" w:hAnsi="Arial" w:cs="Arial"/>
        </w:rPr>
        <w:t>)</w:t>
      </w:r>
    </w:p>
    <w:p w14:paraId="1AC08123" w14:textId="0902FE71" w:rsidR="00531C38" w:rsidRPr="00531C38" w:rsidRDefault="00531C38" w:rsidP="00531C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t xml:space="preserve">con sede legale in ____________________________ </w:t>
      </w:r>
      <w:proofErr w:type="spellStart"/>
      <w:r w:rsidRPr="00531C38">
        <w:rPr>
          <w:rFonts w:ascii="Arial" w:hAnsi="Arial" w:cs="Arial"/>
        </w:rPr>
        <w:t>prov</w:t>
      </w:r>
      <w:proofErr w:type="spellEnd"/>
      <w:r w:rsidRPr="00531C38">
        <w:rPr>
          <w:rFonts w:ascii="Arial" w:hAnsi="Arial" w:cs="Arial"/>
        </w:rPr>
        <w:t xml:space="preserve"> (___) CAP _______________ via/Piazza _______________ P.IVA _______________________ tel. _______________________</w:t>
      </w:r>
      <w:r w:rsidR="007D607D">
        <w:rPr>
          <w:rFonts w:ascii="Arial" w:hAnsi="Arial" w:cs="Arial"/>
        </w:rPr>
        <w:t>_</w:t>
      </w:r>
    </w:p>
    <w:p w14:paraId="6626D3C3" w14:textId="568009C0" w:rsidR="00531C38" w:rsidRPr="00531C38" w:rsidRDefault="00531C38" w:rsidP="00531C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t>fax ___________________ e-mail /pec _______________________________________________</w:t>
      </w:r>
      <w:r w:rsidR="007D607D">
        <w:rPr>
          <w:rFonts w:ascii="Arial" w:hAnsi="Arial" w:cs="Arial"/>
        </w:rPr>
        <w:t>_</w:t>
      </w:r>
    </w:p>
    <w:p w14:paraId="7A96CB95" w14:textId="58C346CD" w:rsidR="00531C38" w:rsidRDefault="00531C38" w:rsidP="00531C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t>iscritta al Registro Imprese presso la C.C.I.A.A. di _____________ al n. d’iscrizione ____________</w:t>
      </w:r>
      <w:r w:rsidR="007D607D" w:rsidRPr="007D607D">
        <w:rPr>
          <w:rFonts w:ascii="Arial" w:hAnsi="Arial" w:cs="Arial"/>
        </w:rPr>
        <w:t xml:space="preserve"> </w:t>
      </w:r>
      <w:r w:rsidR="007D607D">
        <w:rPr>
          <w:rFonts w:ascii="Arial" w:hAnsi="Arial" w:cs="Arial"/>
        </w:rPr>
        <w:t>per la seguente attività _____________________________________________________________</w:t>
      </w:r>
    </w:p>
    <w:p w14:paraId="7DEF3848" w14:textId="5521D7BA" w:rsidR="00956896" w:rsidRDefault="00956896" w:rsidP="00531C38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[eventuale] solo in caso di Aggregazione di imprese di rete:</w:t>
      </w:r>
    </w:p>
    <w:p w14:paraId="3FD8BB42" w14:textId="5B20F4DA" w:rsidR="00956896" w:rsidRDefault="00956896" w:rsidP="00956896">
      <w:pPr>
        <w:pStyle w:val="Paragrafoelenco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dotata di un organo comune con potere di rappresentanza </w:t>
      </w:r>
      <w:r w:rsidR="00914505">
        <w:rPr>
          <w:rFonts w:ascii="Arial" w:hAnsi="Arial" w:cs="Arial"/>
          <w:sz w:val="22"/>
          <w:szCs w:val="22"/>
        </w:rPr>
        <w:t>e di soggettività giuridica;</w:t>
      </w:r>
    </w:p>
    <w:p w14:paraId="0F5215F4" w14:textId="28F47478" w:rsidR="00914505" w:rsidRDefault="00914505" w:rsidP="00956896">
      <w:pPr>
        <w:pStyle w:val="Paragrafoelenco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dotata di un organo comune con potere di rappresentanza ma priva di soggettività giuridica;</w:t>
      </w:r>
    </w:p>
    <w:p w14:paraId="64ACD2DA" w14:textId="145A6ABD" w:rsidR="00956896" w:rsidRPr="00914505" w:rsidRDefault="00914505" w:rsidP="008B71DF">
      <w:pPr>
        <w:pStyle w:val="Paragrafoelenco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914505">
        <w:rPr>
          <w:rFonts w:ascii="Arial" w:hAnsi="Arial" w:cs="Arial"/>
          <w:sz w:val="22"/>
          <w:szCs w:val="22"/>
        </w:rPr>
        <w:t xml:space="preserve">dotata di un organo comune privo del potere di rappresentanza o se la rete è provvista di un organo comune, </w:t>
      </w:r>
      <w:r w:rsidRPr="00914505">
        <w:rPr>
          <w:rFonts w:ascii="Arial" w:hAnsi="Arial" w:cs="Arial"/>
          <w:sz w:val="22"/>
          <w:szCs w:val="22"/>
          <w:u w:val="single"/>
        </w:rPr>
        <w:t>ovvero</w:t>
      </w:r>
      <w:r w:rsidRPr="00914505">
        <w:rPr>
          <w:rFonts w:ascii="Arial" w:hAnsi="Arial" w:cs="Arial"/>
          <w:sz w:val="22"/>
          <w:szCs w:val="22"/>
        </w:rPr>
        <w:t>, se l’organo comune è privo dei requisiti di qualificazione richiesti per assumere la veste di mandataria;</w:t>
      </w:r>
    </w:p>
    <w:p w14:paraId="6BBD9386" w14:textId="77777777" w:rsidR="00914505" w:rsidRPr="00914505" w:rsidRDefault="00914505" w:rsidP="00914505">
      <w:pPr>
        <w:pStyle w:val="Paragrafoelenco"/>
        <w:spacing w:after="120" w:line="360" w:lineRule="auto"/>
        <w:jc w:val="both"/>
        <w:rPr>
          <w:rFonts w:ascii="Arial" w:hAnsi="Arial" w:cs="Arial"/>
        </w:rPr>
      </w:pPr>
    </w:p>
    <w:p w14:paraId="40E8C4F0" w14:textId="4C90A8E9" w:rsidR="00956896" w:rsidRPr="007E4CC5" w:rsidRDefault="00956896" w:rsidP="00956896">
      <w:pPr>
        <w:pStyle w:val="Paragrafoelenco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4CC5">
        <w:rPr>
          <w:rFonts w:ascii="Arial" w:hAnsi="Arial" w:cs="Arial"/>
          <w:sz w:val="22"/>
          <w:szCs w:val="22"/>
        </w:rPr>
        <w:t>altra forma, specificare ___________________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CEEEAC6" w14:textId="77777777" w:rsidR="00956896" w:rsidRDefault="00956896" w:rsidP="00531C38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060D1AFA" w14:textId="77777777" w:rsidR="00531C38" w:rsidRPr="00A51766" w:rsidRDefault="00531C38" w:rsidP="00531C38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 w:rsidRPr="00531C38">
        <w:rPr>
          <w:rFonts w:ascii="Arial" w:hAnsi="Arial" w:cs="Arial"/>
          <w:i/>
        </w:rPr>
        <w:t>(ripetere quante volte necessario)</w:t>
      </w:r>
    </w:p>
    <w:p w14:paraId="6037C310" w14:textId="1FB2E804" w:rsidR="00CB5156" w:rsidRPr="00A51766" w:rsidRDefault="00CB5156" w:rsidP="00CB5156">
      <w:pPr>
        <w:spacing w:line="360" w:lineRule="auto"/>
        <w:jc w:val="both"/>
        <w:rPr>
          <w:rFonts w:ascii="Arial" w:hAnsi="Arial" w:cs="Arial"/>
          <w:caps/>
        </w:rPr>
      </w:pPr>
      <w:r w:rsidRPr="00A51766">
        <w:rPr>
          <w:rFonts w:ascii="Arial" w:hAnsi="Arial" w:cs="Arial"/>
        </w:rPr>
        <w:t>visti i contenuti dell’avviso in oggetto manifesta/manifestano interesse ad essere invitati alla procedura negoziat</w:t>
      </w:r>
      <w:r w:rsidR="008E2F8F" w:rsidRPr="00A51766">
        <w:rPr>
          <w:rFonts w:ascii="Arial" w:hAnsi="Arial" w:cs="Arial"/>
        </w:rPr>
        <w:t xml:space="preserve">a </w:t>
      </w:r>
      <w:r w:rsidR="008E2F8F" w:rsidRPr="008E2F8F">
        <w:rPr>
          <w:rFonts w:ascii="Arial" w:hAnsi="Arial" w:cs="Arial"/>
        </w:rPr>
        <w:t xml:space="preserve">ai sensi dell’art. 36, comma 2, lettera </w:t>
      </w:r>
      <w:r w:rsidR="00CB102F">
        <w:rPr>
          <w:rFonts w:ascii="Arial" w:hAnsi="Arial" w:cs="Arial"/>
        </w:rPr>
        <w:t>c</w:t>
      </w:r>
      <w:r w:rsidR="008E2F8F" w:rsidRPr="008E2F8F">
        <w:rPr>
          <w:rFonts w:ascii="Arial" w:hAnsi="Arial" w:cs="Arial"/>
        </w:rPr>
        <w:t>) del d.lgs. 50/2016, de</w:t>
      </w:r>
      <w:r w:rsidR="00CB102F">
        <w:rPr>
          <w:rFonts w:ascii="Arial" w:hAnsi="Arial" w:cs="Arial"/>
        </w:rPr>
        <w:t xml:space="preserve">i lavori di manutenzione </w:t>
      </w:r>
      <w:r w:rsidR="00CB102F" w:rsidRPr="00CB102F">
        <w:rPr>
          <w:rFonts w:ascii="Arial" w:hAnsi="Arial" w:cs="Arial"/>
        </w:rPr>
        <w:t>straordi</w:t>
      </w:r>
      <w:r w:rsidR="00CB102F">
        <w:rPr>
          <w:rFonts w:ascii="Arial" w:hAnsi="Arial" w:cs="Arial"/>
        </w:rPr>
        <w:t>naria dell’immobile di proprietà</w:t>
      </w:r>
      <w:r w:rsidR="00CB102F" w:rsidRPr="00CB102F">
        <w:rPr>
          <w:rFonts w:ascii="Arial" w:hAnsi="Arial" w:cs="Arial"/>
        </w:rPr>
        <w:t xml:space="preserve"> del </w:t>
      </w:r>
      <w:r w:rsidR="00CB102F">
        <w:rPr>
          <w:rFonts w:ascii="Arial" w:hAnsi="Arial" w:cs="Arial"/>
        </w:rPr>
        <w:t>Parco Tecnologico Val Bormida s.r.l. denominato “E</w:t>
      </w:r>
      <w:r w:rsidR="005803B3">
        <w:rPr>
          <w:rFonts w:ascii="Arial" w:hAnsi="Arial" w:cs="Arial"/>
        </w:rPr>
        <w:t>dificio 10” nel C</w:t>
      </w:r>
      <w:r w:rsidR="00CB102F" w:rsidRPr="00CB102F">
        <w:rPr>
          <w:rFonts w:ascii="Arial" w:hAnsi="Arial" w:cs="Arial"/>
        </w:rPr>
        <w:t xml:space="preserve">omune di </w:t>
      </w:r>
      <w:r w:rsidR="00CB102F">
        <w:rPr>
          <w:rFonts w:ascii="Arial" w:hAnsi="Arial" w:cs="Arial"/>
        </w:rPr>
        <w:t>C</w:t>
      </w:r>
      <w:r w:rsidR="00CB102F" w:rsidRPr="00CB102F">
        <w:rPr>
          <w:rFonts w:ascii="Arial" w:hAnsi="Arial" w:cs="Arial"/>
        </w:rPr>
        <w:t xml:space="preserve">airo </w:t>
      </w:r>
      <w:r w:rsidR="00CB102F">
        <w:rPr>
          <w:rFonts w:ascii="Arial" w:hAnsi="Arial" w:cs="Arial"/>
        </w:rPr>
        <w:t>M</w:t>
      </w:r>
      <w:r w:rsidR="00CB102F" w:rsidRPr="00CB102F">
        <w:rPr>
          <w:rFonts w:ascii="Arial" w:hAnsi="Arial" w:cs="Arial"/>
        </w:rPr>
        <w:t>ontenotte (SV)</w:t>
      </w:r>
      <w:r w:rsidR="008E2F8F" w:rsidRPr="008E2F8F">
        <w:rPr>
          <w:rFonts w:ascii="Arial" w:hAnsi="Arial" w:cs="Arial"/>
        </w:rPr>
        <w:t>;</w:t>
      </w:r>
    </w:p>
    <w:p w14:paraId="75505893" w14:textId="77777777" w:rsidR="00C51BB4" w:rsidRPr="00206941" w:rsidRDefault="00C51BB4" w:rsidP="00B35C7A">
      <w:pPr>
        <w:tabs>
          <w:tab w:val="left" w:pos="9781"/>
        </w:tabs>
        <w:spacing w:line="360" w:lineRule="auto"/>
        <w:ind w:right="142"/>
        <w:jc w:val="center"/>
        <w:rPr>
          <w:rFonts w:ascii="Arial" w:hAnsi="Arial" w:cs="Arial"/>
          <w:caps/>
          <w:highlight w:val="yellow"/>
        </w:rPr>
      </w:pPr>
    </w:p>
    <w:p w14:paraId="2663011B" w14:textId="77777777" w:rsidR="00CE76B8" w:rsidRPr="00827E15" w:rsidRDefault="00CE76B8" w:rsidP="00827E15">
      <w:pPr>
        <w:spacing w:line="360" w:lineRule="auto"/>
        <w:jc w:val="both"/>
        <w:rPr>
          <w:rFonts w:ascii="Arial" w:hAnsi="Arial" w:cs="Arial"/>
        </w:rPr>
      </w:pPr>
      <w:r w:rsidRPr="00827E15">
        <w:rPr>
          <w:rFonts w:ascii="Arial" w:hAnsi="Arial" w:cs="Arial"/>
        </w:rPr>
        <w:t xml:space="preserve">A tal fine, ai sensi degli artt. 46 e 47 del D.P.R. 445/2000, consapevole della responsabilità penale prevista dall’art. 76 del D.P.R. 445/2000, cui </w:t>
      </w:r>
      <w:r w:rsidR="0047276E" w:rsidRPr="00827E15">
        <w:rPr>
          <w:rFonts w:ascii="Arial" w:hAnsi="Arial" w:cs="Arial"/>
        </w:rPr>
        <w:t>può</w:t>
      </w:r>
      <w:r w:rsidRPr="00827E15">
        <w:rPr>
          <w:rFonts w:ascii="Arial" w:hAnsi="Arial" w:cs="Arial"/>
        </w:rPr>
        <w:t xml:space="preserve"> andare incontro ne</w:t>
      </w:r>
      <w:r w:rsidR="00B35C7A" w:rsidRPr="00827E15">
        <w:rPr>
          <w:rFonts w:ascii="Arial" w:hAnsi="Arial" w:cs="Arial"/>
        </w:rPr>
        <w:t>l caso di affermazioni mendaci</w:t>
      </w:r>
    </w:p>
    <w:p w14:paraId="4EC68615" w14:textId="3A10A71E" w:rsidR="003422D6" w:rsidRPr="009120F7" w:rsidRDefault="003422D6" w:rsidP="003422D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</w:rPr>
      </w:pPr>
      <w:r w:rsidRPr="009120F7">
        <w:rPr>
          <w:rFonts w:ascii="Arial" w:eastAsia="Calibri" w:hAnsi="Arial" w:cs="Arial"/>
          <w:b/>
        </w:rPr>
        <w:t>DICHIARA</w:t>
      </w:r>
      <w:r w:rsidR="00586DB1">
        <w:rPr>
          <w:rFonts w:ascii="Arial" w:eastAsia="Calibri" w:hAnsi="Arial" w:cs="Arial"/>
          <w:b/>
        </w:rPr>
        <w:t xml:space="preserve"> </w:t>
      </w:r>
      <w:r w:rsidRPr="009120F7">
        <w:rPr>
          <w:rFonts w:ascii="Arial" w:eastAsia="Calibri" w:hAnsi="Arial" w:cs="Arial"/>
          <w:b/>
        </w:rPr>
        <w:t>/</w:t>
      </w:r>
      <w:r w:rsidR="00586DB1">
        <w:rPr>
          <w:rFonts w:ascii="Arial" w:eastAsia="Calibri" w:hAnsi="Arial" w:cs="Arial"/>
          <w:b/>
        </w:rPr>
        <w:t xml:space="preserve"> </w:t>
      </w:r>
      <w:r w:rsidRPr="009120F7">
        <w:rPr>
          <w:rFonts w:ascii="Arial" w:eastAsia="Calibri" w:hAnsi="Arial" w:cs="Arial"/>
          <w:b/>
        </w:rPr>
        <w:t>DICHIARANO</w:t>
      </w:r>
    </w:p>
    <w:p w14:paraId="3112BD5B" w14:textId="77777777" w:rsidR="003422D6" w:rsidRPr="00E67BF2" w:rsidRDefault="003422D6" w:rsidP="003422D6">
      <w:pPr>
        <w:pStyle w:val="Paragrafoelenco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36F70AD9" w14:textId="627976BB" w:rsidR="003422D6" w:rsidRDefault="003422D6" w:rsidP="00D413D5">
      <w:pPr>
        <w:pStyle w:val="Paragrafoelenco"/>
        <w:numPr>
          <w:ilvl w:val="0"/>
          <w:numId w:val="1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che,</w:t>
      </w:r>
      <w:r>
        <w:rPr>
          <w:rFonts w:ascii="Arial" w:hAnsi="Arial" w:cs="Arial"/>
          <w:sz w:val="22"/>
          <w:szCs w:val="22"/>
        </w:rPr>
        <w:t xml:space="preserve"> il sottoscritto/i sottoscritti e</w:t>
      </w:r>
      <w:r w:rsidRPr="00742F1A">
        <w:rPr>
          <w:rFonts w:ascii="Arial" w:hAnsi="Arial" w:cs="Arial"/>
          <w:sz w:val="22"/>
          <w:szCs w:val="22"/>
        </w:rPr>
        <w:t xml:space="preserve">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è</w:t>
      </w:r>
      <w:r>
        <w:rPr>
          <w:rFonts w:ascii="Arial" w:hAnsi="Arial" w:cs="Arial"/>
          <w:sz w:val="22"/>
          <w:szCs w:val="22"/>
        </w:rPr>
        <w:t>/sono</w:t>
      </w:r>
      <w:r w:rsidRPr="00742F1A">
        <w:rPr>
          <w:rFonts w:ascii="Arial" w:hAnsi="Arial" w:cs="Arial"/>
          <w:sz w:val="22"/>
          <w:szCs w:val="22"/>
        </w:rPr>
        <w:t xml:space="preserve"> in possesso dei requisiti di ordine generale di cui </w:t>
      </w:r>
      <w:r>
        <w:rPr>
          <w:rFonts w:ascii="Arial" w:hAnsi="Arial" w:cs="Arial"/>
          <w:sz w:val="22"/>
          <w:szCs w:val="22"/>
        </w:rPr>
        <w:t xml:space="preserve">all’art. 80 del </w:t>
      </w:r>
      <w:r w:rsidR="00914505">
        <w:rPr>
          <w:rFonts w:ascii="Arial" w:hAnsi="Arial" w:cs="Arial"/>
          <w:sz w:val="22"/>
          <w:szCs w:val="22"/>
        </w:rPr>
        <w:t>Codice</w:t>
      </w:r>
      <w:r w:rsidRPr="00742F1A">
        <w:rPr>
          <w:rFonts w:ascii="Arial" w:hAnsi="Arial" w:cs="Arial"/>
          <w:sz w:val="22"/>
          <w:szCs w:val="22"/>
        </w:rPr>
        <w:t>;</w:t>
      </w:r>
    </w:p>
    <w:p w14:paraId="28C5A528" w14:textId="50E6C5C7" w:rsidR="00364542" w:rsidRDefault="00364542" w:rsidP="00D413D5">
      <w:pPr>
        <w:pStyle w:val="Paragrafoelenco"/>
        <w:numPr>
          <w:ilvl w:val="0"/>
          <w:numId w:val="1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che,</w:t>
      </w:r>
      <w:r w:rsidRPr="00364542">
        <w:rPr>
          <w:rFonts w:ascii="Arial" w:hAnsi="Arial" w:cs="Arial"/>
          <w:sz w:val="22"/>
          <w:szCs w:val="22"/>
        </w:rPr>
        <w:t xml:space="preserve"> in capo al</w:t>
      </w:r>
      <w:r>
        <w:rPr>
          <w:rFonts w:ascii="Arial" w:hAnsi="Arial" w:cs="Arial"/>
          <w:sz w:val="22"/>
          <w:szCs w:val="22"/>
        </w:rPr>
        <w:t xml:space="preserve"> sottoscritto/i sottoscritti e</w:t>
      </w:r>
      <w:r w:rsidRPr="00742F1A">
        <w:rPr>
          <w:rFonts w:ascii="Arial" w:hAnsi="Arial" w:cs="Arial"/>
          <w:sz w:val="22"/>
          <w:szCs w:val="22"/>
        </w:rPr>
        <w:t xml:space="preserve">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</w:t>
      </w:r>
      <w:r w:rsidR="008E2F8F">
        <w:rPr>
          <w:rFonts w:ascii="Arial" w:hAnsi="Arial" w:cs="Arial"/>
          <w:sz w:val="22"/>
          <w:szCs w:val="22"/>
        </w:rPr>
        <w:t>non sussistono</w:t>
      </w:r>
      <w:r w:rsidRPr="00364542">
        <w:rPr>
          <w:rFonts w:ascii="Arial" w:hAnsi="Arial" w:cs="Arial"/>
          <w:sz w:val="22"/>
          <w:szCs w:val="22"/>
        </w:rPr>
        <w:t xml:space="preserve"> </w:t>
      </w:r>
      <w:r w:rsidRPr="002A1E3C">
        <w:rPr>
          <w:rFonts w:ascii="Arial" w:hAnsi="Arial" w:cs="Arial"/>
          <w:sz w:val="22"/>
          <w:szCs w:val="22"/>
        </w:rPr>
        <w:t>cause comunque ostative alla partecipazione alle gare d’appalto e a contrarre con la pubblica amministrazione, ai sensi della legislazione vigente;</w:t>
      </w:r>
    </w:p>
    <w:p w14:paraId="064BF669" w14:textId="6FB489E1" w:rsidR="00CE4F8E" w:rsidRPr="00CE4F8E" w:rsidRDefault="00CE4F8E" w:rsidP="00D413D5">
      <w:pPr>
        <w:pStyle w:val="Paragrafoelenco"/>
        <w:numPr>
          <w:ilvl w:val="0"/>
          <w:numId w:val="1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E4F8E">
        <w:rPr>
          <w:rFonts w:ascii="Arial" w:hAnsi="Arial" w:cs="Arial"/>
          <w:sz w:val="22"/>
          <w:szCs w:val="22"/>
        </w:rPr>
        <w:t>che l’operatore che rappresento</w:t>
      </w:r>
      <w:r>
        <w:rPr>
          <w:rFonts w:ascii="Arial" w:hAnsi="Arial" w:cs="Arial"/>
          <w:sz w:val="22"/>
          <w:szCs w:val="22"/>
        </w:rPr>
        <w:t>/rappresentiamo</w:t>
      </w:r>
      <w:r w:rsidRPr="00CE4F8E">
        <w:rPr>
          <w:rFonts w:ascii="Arial" w:hAnsi="Arial" w:cs="Arial"/>
          <w:sz w:val="22"/>
          <w:szCs w:val="22"/>
        </w:rPr>
        <w:t xml:space="preserve"> </w:t>
      </w:r>
      <w:r w:rsidRPr="00CE4F8E">
        <w:rPr>
          <w:rFonts w:ascii="Arial" w:hAnsi="Arial" w:cs="Arial"/>
          <w:i/>
          <w:sz w:val="22"/>
          <w:szCs w:val="22"/>
        </w:rPr>
        <w:t>(indicare la ragione sociale)</w:t>
      </w:r>
      <w:r w:rsidRPr="00CE4F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</w:t>
      </w:r>
      <w:r w:rsidRPr="00CE4F8E">
        <w:rPr>
          <w:rFonts w:ascii="Arial" w:hAnsi="Arial" w:cs="Arial"/>
          <w:sz w:val="22"/>
          <w:szCs w:val="22"/>
        </w:rPr>
        <w:t xml:space="preserve">_________ </w:t>
      </w:r>
      <w:r w:rsidRPr="00CE4F8E">
        <w:rPr>
          <w:rFonts w:ascii="Arial" w:hAnsi="Arial" w:cs="Arial"/>
        </w:rPr>
        <w:t xml:space="preserve"> </w:t>
      </w:r>
      <w:r w:rsidRPr="00CE4F8E">
        <w:rPr>
          <w:rFonts w:ascii="Arial" w:hAnsi="Arial" w:cs="Arial"/>
          <w:sz w:val="22"/>
          <w:szCs w:val="22"/>
        </w:rPr>
        <w:t xml:space="preserve">non partecipa in </w:t>
      </w:r>
      <w:r w:rsidR="00914505">
        <w:rPr>
          <w:rFonts w:ascii="Arial" w:hAnsi="Arial" w:cs="Arial"/>
          <w:sz w:val="22"/>
          <w:szCs w:val="22"/>
        </w:rPr>
        <w:t>alcuna</w:t>
      </w:r>
      <w:r w:rsidRPr="00CE4F8E">
        <w:rPr>
          <w:rFonts w:ascii="Arial" w:hAnsi="Arial" w:cs="Arial"/>
          <w:sz w:val="22"/>
          <w:szCs w:val="22"/>
        </w:rPr>
        <w:t xml:space="preserve"> altra forma alla presente procedura ai sensi dell’art. 48, comma 7, del Codice;</w:t>
      </w:r>
    </w:p>
    <w:p w14:paraId="037DC9E6" w14:textId="053ED19E" w:rsidR="00870A9E" w:rsidRPr="00870A9E" w:rsidRDefault="003422D6" w:rsidP="00D413D5">
      <w:pPr>
        <w:pStyle w:val="Paragrafoelenco"/>
        <w:numPr>
          <w:ilvl w:val="0"/>
          <w:numId w:val="1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 xml:space="preserve">che l’operatore che rappresento </w:t>
      </w:r>
      <w:r w:rsidR="00CB102F" w:rsidRPr="00870A9E">
        <w:rPr>
          <w:rFonts w:ascii="Arial" w:hAnsi="Arial" w:cs="Arial"/>
          <w:i/>
          <w:sz w:val="22"/>
          <w:szCs w:val="22"/>
        </w:rPr>
        <w:t>(indicare la ragione sociale)</w:t>
      </w:r>
      <w:r w:rsidR="00CB102F" w:rsidRPr="002A1E3C">
        <w:rPr>
          <w:rFonts w:ascii="Arial" w:hAnsi="Arial" w:cs="Arial"/>
          <w:sz w:val="22"/>
          <w:szCs w:val="22"/>
        </w:rPr>
        <w:t xml:space="preserve"> </w:t>
      </w:r>
      <w:r w:rsidRPr="002A1E3C">
        <w:rPr>
          <w:rFonts w:ascii="Arial" w:hAnsi="Arial" w:cs="Arial"/>
          <w:sz w:val="22"/>
          <w:szCs w:val="22"/>
        </w:rPr>
        <w:t xml:space="preserve">_________ </w:t>
      </w:r>
      <w:r w:rsidR="00870A9E">
        <w:rPr>
          <w:rFonts w:ascii="Arial" w:hAnsi="Arial" w:cs="Arial"/>
          <w:sz w:val="22"/>
          <w:szCs w:val="22"/>
        </w:rPr>
        <w:t>:</w:t>
      </w:r>
    </w:p>
    <w:p w14:paraId="531D6B36" w14:textId="2441F384" w:rsidR="00F875FB" w:rsidRPr="005D2589" w:rsidRDefault="005D2589" w:rsidP="00D413D5">
      <w:pPr>
        <w:pStyle w:val="Paragrafoelenco"/>
        <w:numPr>
          <w:ilvl w:val="0"/>
          <w:numId w:val="6"/>
        </w:numPr>
        <w:spacing w:before="240" w:after="12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A. </w:t>
      </w:r>
      <w:r w:rsidR="00F875FB">
        <w:rPr>
          <w:rFonts w:ascii="Arial" w:hAnsi="Arial" w:cs="Arial"/>
          <w:sz w:val="22"/>
          <w:szCs w:val="22"/>
        </w:rPr>
        <w:t xml:space="preserve">è in </w:t>
      </w:r>
      <w:r w:rsidR="00CB102F">
        <w:rPr>
          <w:rFonts w:ascii="Arial" w:hAnsi="Arial" w:cs="Arial"/>
          <w:sz w:val="22"/>
          <w:szCs w:val="22"/>
        </w:rPr>
        <w:t>poss</w:t>
      </w:r>
      <w:r w:rsidR="00F875FB">
        <w:rPr>
          <w:rFonts w:ascii="Arial" w:hAnsi="Arial" w:cs="Arial"/>
          <w:sz w:val="22"/>
          <w:szCs w:val="22"/>
        </w:rPr>
        <w:t>esso</w:t>
      </w:r>
      <w:r w:rsidR="00CB102F">
        <w:rPr>
          <w:rFonts w:ascii="Arial" w:hAnsi="Arial" w:cs="Arial"/>
          <w:sz w:val="22"/>
          <w:szCs w:val="22"/>
        </w:rPr>
        <w:t xml:space="preserve"> </w:t>
      </w:r>
      <w:r w:rsidR="00870A9E">
        <w:rPr>
          <w:rFonts w:ascii="Arial" w:hAnsi="Arial" w:cs="Arial"/>
          <w:sz w:val="22"/>
          <w:szCs w:val="22"/>
        </w:rPr>
        <w:t xml:space="preserve">di </w:t>
      </w:r>
      <w:r w:rsidR="00CB102F" w:rsidRPr="00CB102F">
        <w:rPr>
          <w:rFonts w:ascii="Arial" w:hAnsi="Arial" w:cs="Arial"/>
          <w:sz w:val="22"/>
          <w:szCs w:val="22"/>
          <w:lang w:eastAsia="en-US"/>
        </w:rPr>
        <w:t>attestazione di qualificazione</w:t>
      </w:r>
      <w:r w:rsidR="00F875FB">
        <w:rPr>
          <w:rFonts w:ascii="Arial" w:hAnsi="Arial" w:cs="Arial"/>
          <w:sz w:val="22"/>
          <w:szCs w:val="22"/>
          <w:lang w:eastAsia="en-US"/>
        </w:rPr>
        <w:t>,</w:t>
      </w:r>
      <w:r w:rsidR="00CB102F" w:rsidRPr="00CB102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F875FB" w:rsidRPr="00F875FB">
        <w:rPr>
          <w:rFonts w:ascii="Arial" w:hAnsi="Arial" w:cs="Arial"/>
          <w:sz w:val="22"/>
          <w:szCs w:val="22"/>
        </w:rPr>
        <w:t>rilasciata da una SOA regolarmente autorizzata</w:t>
      </w:r>
      <w:r w:rsidR="00F875FB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CB102F" w:rsidRPr="00F875FB">
        <w:rPr>
          <w:rFonts w:ascii="Arial" w:hAnsi="Arial" w:cs="Arial"/>
          <w:sz w:val="22"/>
          <w:szCs w:val="22"/>
          <w:lang w:eastAsia="en-US"/>
        </w:rPr>
        <w:t>in corso di validità per le seguenti</w:t>
      </w:r>
      <w:r w:rsidR="00CB102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803B3">
        <w:rPr>
          <w:rFonts w:ascii="Arial" w:hAnsi="Arial" w:cs="Arial"/>
          <w:sz w:val="22"/>
          <w:szCs w:val="22"/>
          <w:lang w:eastAsia="en-US"/>
        </w:rPr>
        <w:t xml:space="preserve">categorie </w:t>
      </w:r>
      <w:r w:rsidR="00CB102F" w:rsidRPr="00F875FB">
        <w:rPr>
          <w:rFonts w:ascii="Arial" w:hAnsi="Arial" w:cs="Arial"/>
          <w:sz w:val="22"/>
          <w:szCs w:val="22"/>
          <w:lang w:eastAsia="en-US"/>
        </w:rPr>
        <w:t xml:space="preserve">lavorazioni </w:t>
      </w:r>
      <w:r w:rsidR="00F875FB" w:rsidRPr="00F875FB">
        <w:rPr>
          <w:rFonts w:ascii="Arial" w:hAnsi="Arial" w:cs="Arial"/>
          <w:sz w:val="22"/>
          <w:szCs w:val="22"/>
        </w:rPr>
        <w:t>attinenti l’appalto in oggetto</w:t>
      </w:r>
      <w:r w:rsidR="00F875FB" w:rsidRPr="00F875F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B102F" w:rsidRPr="00F875FB">
        <w:rPr>
          <w:rFonts w:ascii="Arial" w:hAnsi="Arial" w:cs="Arial"/>
          <w:sz w:val="22"/>
          <w:szCs w:val="22"/>
          <w:lang w:eastAsia="en-US"/>
        </w:rPr>
        <w:t>______________________</w:t>
      </w:r>
      <w:r w:rsidR="001C7A90">
        <w:rPr>
          <w:rFonts w:ascii="Arial" w:hAnsi="Arial" w:cs="Arial"/>
          <w:sz w:val="22"/>
          <w:szCs w:val="22"/>
          <w:lang w:eastAsia="en-US"/>
        </w:rPr>
        <w:t>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  <w:lang w:eastAsia="en-US"/>
        </w:rPr>
        <w:t>_</w:t>
      </w:r>
      <w:r w:rsidR="00F875FB" w:rsidRPr="00F875FB">
        <w:rPr>
          <w:rFonts w:ascii="Arial" w:hAnsi="Arial" w:cs="Arial"/>
          <w:sz w:val="22"/>
          <w:szCs w:val="22"/>
          <w:lang w:eastAsia="en-US"/>
        </w:rPr>
        <w:t>(</w:t>
      </w:r>
      <w:r w:rsidR="005803B3" w:rsidRPr="005803B3">
        <w:rPr>
          <w:rFonts w:ascii="Arial" w:hAnsi="Arial" w:cs="Arial"/>
          <w:i/>
          <w:sz w:val="22"/>
          <w:szCs w:val="22"/>
          <w:lang w:eastAsia="en-US"/>
        </w:rPr>
        <w:t>indicare categorie e classifiche</w:t>
      </w:r>
      <w:r w:rsidR="005803B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F875FB" w:rsidRPr="00F875FB">
        <w:rPr>
          <w:rFonts w:ascii="Arial" w:hAnsi="Arial" w:cs="Arial"/>
          <w:sz w:val="22"/>
          <w:szCs w:val="22"/>
          <w:lang w:eastAsia="en-US"/>
        </w:rPr>
        <w:t xml:space="preserve">e </w:t>
      </w:r>
      <w:r w:rsidR="00F875FB" w:rsidRPr="00F875FB">
        <w:rPr>
          <w:rFonts w:ascii="Arial" w:hAnsi="Arial" w:cs="Arial"/>
          <w:i/>
          <w:sz w:val="22"/>
          <w:szCs w:val="22"/>
        </w:rPr>
        <w:t>in caso di RTI/Consorzio indicare le rispettive attestazioni con specificazione d</w:t>
      </w:r>
      <w:r w:rsidR="00870A9E">
        <w:rPr>
          <w:rFonts w:ascii="Arial" w:hAnsi="Arial" w:cs="Arial"/>
          <w:i/>
          <w:sz w:val="22"/>
          <w:szCs w:val="22"/>
        </w:rPr>
        <w:t>ell’impresa cui si riferiscono);</w:t>
      </w:r>
    </w:p>
    <w:p w14:paraId="4A57849E" w14:textId="5BDFF5B3" w:rsidR="005D2589" w:rsidRPr="00F875FB" w:rsidRDefault="005D2589" w:rsidP="005D2589">
      <w:pPr>
        <w:pStyle w:val="Paragrafoelenco"/>
        <w:spacing w:before="240" w:after="12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ed intende subappaltare le seguenti categorie di lavorazioni: _________________________________________________________________________;</w:t>
      </w:r>
    </w:p>
    <w:p w14:paraId="50C48557" w14:textId="037C0D8D" w:rsidR="00586DB1" w:rsidRPr="00586DB1" w:rsidRDefault="005D2589" w:rsidP="00D413D5">
      <w:pPr>
        <w:pStyle w:val="Paragrafoelenco"/>
        <w:numPr>
          <w:ilvl w:val="0"/>
          <w:numId w:val="6"/>
        </w:numPr>
        <w:spacing w:before="240" w:after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r w:rsidR="00870A9E">
        <w:rPr>
          <w:rFonts w:ascii="Arial" w:hAnsi="Arial" w:cs="Arial"/>
          <w:sz w:val="22"/>
          <w:szCs w:val="22"/>
        </w:rPr>
        <w:t>è in possesso</w:t>
      </w:r>
      <w:r w:rsidR="00CB102F">
        <w:rPr>
          <w:rFonts w:ascii="Arial" w:hAnsi="Arial" w:cs="Arial"/>
          <w:sz w:val="22"/>
          <w:szCs w:val="22"/>
        </w:rPr>
        <w:t xml:space="preserve"> </w:t>
      </w:r>
      <w:r w:rsidR="00870A9E">
        <w:rPr>
          <w:rFonts w:ascii="Arial" w:hAnsi="Arial" w:cs="Arial"/>
          <w:sz w:val="22"/>
          <w:szCs w:val="22"/>
        </w:rPr>
        <w:t>de</w:t>
      </w:r>
      <w:r w:rsidR="00CB102F">
        <w:rPr>
          <w:rFonts w:ascii="Arial" w:hAnsi="Arial" w:cs="Arial"/>
          <w:sz w:val="22"/>
          <w:szCs w:val="22"/>
        </w:rPr>
        <w:t xml:space="preserve">i </w:t>
      </w:r>
      <w:r w:rsidR="00CB102F" w:rsidRPr="00CB102F">
        <w:rPr>
          <w:rFonts w:ascii="Arial" w:hAnsi="Arial" w:cs="Arial"/>
          <w:sz w:val="22"/>
          <w:szCs w:val="22"/>
        </w:rPr>
        <w:t>requisiti di cui all’art.</w:t>
      </w:r>
      <w:r w:rsidR="00870A9E">
        <w:rPr>
          <w:rFonts w:ascii="Arial" w:hAnsi="Arial" w:cs="Arial"/>
          <w:sz w:val="22"/>
          <w:szCs w:val="22"/>
        </w:rPr>
        <w:t xml:space="preserve"> </w:t>
      </w:r>
      <w:r w:rsidR="00CB102F" w:rsidRPr="00CB102F">
        <w:rPr>
          <w:rFonts w:ascii="Arial" w:hAnsi="Arial" w:cs="Arial"/>
          <w:sz w:val="22"/>
          <w:szCs w:val="22"/>
        </w:rPr>
        <w:t>90</w:t>
      </w:r>
      <w:r w:rsidR="005803B3">
        <w:rPr>
          <w:rFonts w:ascii="Arial" w:hAnsi="Arial" w:cs="Arial"/>
          <w:sz w:val="22"/>
          <w:szCs w:val="22"/>
        </w:rPr>
        <w:t>,</w:t>
      </w:r>
      <w:r w:rsidR="00CB102F" w:rsidRPr="00CB102F">
        <w:rPr>
          <w:rFonts w:ascii="Arial" w:hAnsi="Arial" w:cs="Arial"/>
          <w:sz w:val="22"/>
          <w:szCs w:val="22"/>
        </w:rPr>
        <w:t xml:space="preserve"> </w:t>
      </w:r>
      <w:r w:rsidR="00870A9E" w:rsidRPr="00870A9E">
        <w:rPr>
          <w:rFonts w:ascii="Arial" w:hAnsi="Arial" w:cs="Arial"/>
          <w:sz w:val="22"/>
          <w:szCs w:val="22"/>
        </w:rPr>
        <w:t>comma 1</w:t>
      </w:r>
      <w:r w:rsidR="005803B3">
        <w:rPr>
          <w:rFonts w:ascii="Arial" w:hAnsi="Arial" w:cs="Arial"/>
          <w:sz w:val="22"/>
          <w:szCs w:val="22"/>
        </w:rPr>
        <w:t>,</w:t>
      </w:r>
      <w:r w:rsidR="00870A9E" w:rsidRPr="00870A9E">
        <w:rPr>
          <w:rFonts w:ascii="Arial" w:hAnsi="Arial" w:cs="Arial"/>
          <w:sz w:val="22"/>
          <w:szCs w:val="22"/>
        </w:rPr>
        <w:t xml:space="preserve"> </w:t>
      </w:r>
      <w:r w:rsidR="005803B3" w:rsidRPr="00586DB1">
        <w:rPr>
          <w:rFonts w:ascii="Arial" w:hAnsi="Arial" w:cs="Arial"/>
          <w:sz w:val="22"/>
          <w:szCs w:val="22"/>
        </w:rPr>
        <w:t xml:space="preserve">lettere a), b), c) </w:t>
      </w:r>
      <w:r w:rsidR="00870A9E" w:rsidRPr="00870A9E">
        <w:rPr>
          <w:rFonts w:ascii="Arial" w:hAnsi="Arial" w:cs="Arial"/>
          <w:sz w:val="22"/>
          <w:szCs w:val="22"/>
        </w:rPr>
        <w:t>d</w:t>
      </w:r>
      <w:r w:rsidR="00CB102F" w:rsidRPr="00870A9E">
        <w:rPr>
          <w:rFonts w:ascii="Arial" w:hAnsi="Arial" w:cs="Arial"/>
          <w:sz w:val="22"/>
          <w:szCs w:val="22"/>
        </w:rPr>
        <w:t>el</w:t>
      </w:r>
      <w:r w:rsidR="00CB102F" w:rsidRPr="00CB102F">
        <w:rPr>
          <w:rFonts w:ascii="Arial" w:hAnsi="Arial" w:cs="Arial"/>
          <w:sz w:val="22"/>
          <w:szCs w:val="22"/>
        </w:rPr>
        <w:t xml:space="preserve"> D</w:t>
      </w:r>
      <w:r w:rsidR="00870A9E">
        <w:rPr>
          <w:rFonts w:ascii="Arial" w:hAnsi="Arial" w:cs="Arial"/>
          <w:sz w:val="22"/>
          <w:szCs w:val="22"/>
        </w:rPr>
        <w:t>PR</w:t>
      </w:r>
      <w:r w:rsidR="00CB102F" w:rsidRPr="00CB102F">
        <w:rPr>
          <w:rFonts w:ascii="Arial" w:hAnsi="Arial" w:cs="Arial"/>
          <w:sz w:val="22"/>
          <w:szCs w:val="22"/>
        </w:rPr>
        <w:t xml:space="preserve"> n.</w:t>
      </w:r>
      <w:r w:rsidR="00870A9E">
        <w:rPr>
          <w:rFonts w:ascii="Arial" w:hAnsi="Arial" w:cs="Arial"/>
          <w:sz w:val="22"/>
          <w:szCs w:val="22"/>
        </w:rPr>
        <w:t xml:space="preserve"> </w:t>
      </w:r>
      <w:r w:rsidR="00CB102F" w:rsidRPr="00CB102F">
        <w:rPr>
          <w:rFonts w:ascii="Arial" w:hAnsi="Arial" w:cs="Arial"/>
          <w:sz w:val="22"/>
          <w:szCs w:val="22"/>
        </w:rPr>
        <w:t>207/2010</w:t>
      </w:r>
      <w:r w:rsidR="00F875FB">
        <w:rPr>
          <w:rFonts w:ascii="Arial" w:hAnsi="Arial" w:cs="Arial"/>
          <w:sz w:val="22"/>
          <w:szCs w:val="22"/>
        </w:rPr>
        <w:t xml:space="preserve">, </w:t>
      </w:r>
      <w:r w:rsidR="00586DB1" w:rsidRPr="00586DB1">
        <w:rPr>
          <w:rFonts w:ascii="Arial" w:hAnsi="Arial" w:cs="Arial"/>
          <w:sz w:val="22"/>
          <w:szCs w:val="22"/>
        </w:rPr>
        <w:t xml:space="preserve">per l’esecuzione di lavori pubblici di importo inferiore a 150.000 </w:t>
      </w:r>
      <w:r w:rsidR="00586DB1" w:rsidRPr="00456E51">
        <w:rPr>
          <w:rFonts w:ascii="Arial" w:hAnsi="Arial" w:cs="Arial"/>
          <w:sz w:val="22"/>
          <w:szCs w:val="22"/>
        </w:rPr>
        <w:t xml:space="preserve">Euro, </w:t>
      </w:r>
      <w:r w:rsidR="005803B3" w:rsidRPr="00456E51">
        <w:rPr>
          <w:rFonts w:ascii="Arial" w:hAnsi="Arial" w:cs="Arial"/>
          <w:sz w:val="22"/>
          <w:szCs w:val="22"/>
        </w:rPr>
        <w:t>per la categoria OS8,</w:t>
      </w:r>
      <w:r w:rsidR="005803B3" w:rsidRPr="005803B3">
        <w:rPr>
          <w:rFonts w:ascii="Arial" w:hAnsi="Arial" w:cs="Arial"/>
          <w:sz w:val="22"/>
          <w:szCs w:val="22"/>
        </w:rPr>
        <w:t xml:space="preserve"> </w:t>
      </w:r>
      <w:r w:rsidR="005803B3">
        <w:rPr>
          <w:rFonts w:ascii="Arial" w:hAnsi="Arial" w:cs="Arial"/>
          <w:sz w:val="22"/>
          <w:szCs w:val="22"/>
        </w:rPr>
        <w:t>come meglio di seguito descritti:</w:t>
      </w:r>
      <w:r w:rsidR="00586DB1" w:rsidRPr="00586DB1">
        <w:rPr>
          <w:rFonts w:ascii="Arial" w:hAnsi="Arial" w:cs="Arial"/>
          <w:sz w:val="22"/>
          <w:szCs w:val="22"/>
        </w:rPr>
        <w:t xml:space="preserve"> </w:t>
      </w:r>
    </w:p>
    <w:p w14:paraId="1E3C2ADB" w14:textId="4926D1B1" w:rsidR="00586DB1" w:rsidRPr="00586DB1" w:rsidRDefault="00586DB1" w:rsidP="005D2589">
      <w:pPr>
        <w:pStyle w:val="Paragrafoelenco"/>
        <w:numPr>
          <w:ilvl w:val="0"/>
          <w:numId w:val="16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86DB1">
        <w:rPr>
          <w:rFonts w:ascii="Arial" w:hAnsi="Arial" w:cs="Arial"/>
          <w:sz w:val="22"/>
          <w:szCs w:val="22"/>
        </w:rPr>
        <w:t>l’importo dei lavori eseguiti direttamente nel quinquennio antecedente la data di pubblicazione del pr</w:t>
      </w:r>
      <w:r>
        <w:rPr>
          <w:rFonts w:ascii="Arial" w:hAnsi="Arial" w:cs="Arial"/>
          <w:sz w:val="22"/>
          <w:szCs w:val="22"/>
        </w:rPr>
        <w:t xml:space="preserve">esente avviso è di complessivi Euro </w:t>
      </w:r>
      <w:r w:rsidRPr="00586DB1">
        <w:rPr>
          <w:rFonts w:ascii="Arial" w:hAnsi="Arial" w:cs="Arial"/>
          <w:sz w:val="22"/>
          <w:szCs w:val="22"/>
        </w:rPr>
        <w:t>____________________</w:t>
      </w:r>
      <w:r>
        <w:rPr>
          <w:rFonts w:ascii="Arial" w:hAnsi="Arial" w:cs="Arial"/>
          <w:sz w:val="22"/>
          <w:szCs w:val="22"/>
        </w:rPr>
        <w:t>__________________</w:t>
      </w:r>
      <w:r w:rsidR="00456E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;</w:t>
      </w:r>
    </w:p>
    <w:p w14:paraId="3DAAF261" w14:textId="2AB5E10A" w:rsidR="00586DB1" w:rsidRPr="00456E51" w:rsidRDefault="00586DB1" w:rsidP="005D2589">
      <w:pPr>
        <w:pStyle w:val="Paragrafoelenco"/>
        <w:numPr>
          <w:ilvl w:val="0"/>
          <w:numId w:val="16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456E51">
        <w:rPr>
          <w:rFonts w:ascii="Arial" w:hAnsi="Arial" w:cs="Arial"/>
          <w:sz w:val="22"/>
          <w:szCs w:val="22"/>
        </w:rPr>
        <w:t xml:space="preserve">il costo complessivo sostenuto per il personale dipendente nel medesimo periodo è di Euro _____________________ e rappresenta il ___________ % dell’importo dei lavori di cui al </w:t>
      </w:r>
      <w:r w:rsidR="005D2589">
        <w:rPr>
          <w:rFonts w:ascii="Arial" w:hAnsi="Arial" w:cs="Arial"/>
          <w:sz w:val="22"/>
          <w:szCs w:val="22"/>
        </w:rPr>
        <w:t>precedente punto i</w:t>
      </w:r>
      <w:r w:rsidRPr="00456E51">
        <w:rPr>
          <w:rFonts w:ascii="Arial" w:hAnsi="Arial" w:cs="Arial"/>
          <w:sz w:val="22"/>
          <w:szCs w:val="22"/>
        </w:rPr>
        <w:t>);</w:t>
      </w:r>
    </w:p>
    <w:p w14:paraId="6193AB8B" w14:textId="77777777" w:rsidR="00586DB1" w:rsidRDefault="00586DB1" w:rsidP="005D2589">
      <w:pPr>
        <w:pStyle w:val="Paragrafoelenco"/>
        <w:numPr>
          <w:ilvl w:val="0"/>
          <w:numId w:val="16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86DB1">
        <w:rPr>
          <w:rFonts w:ascii="Arial" w:hAnsi="Arial" w:cs="Arial"/>
          <w:sz w:val="22"/>
          <w:szCs w:val="22"/>
        </w:rPr>
        <w:t>di avere la titolarità di un’adeguata dotazione di attrezzatura tecnica per lo svolgimento dei lavori oggetto dell’avviso costituita, nello specifico e a titolo esemplificativo, dai seguenti principali elementi: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22137DF" w14:textId="35256553" w:rsidR="00586DB1" w:rsidRDefault="00586DB1" w:rsidP="00456E51">
      <w:pPr>
        <w:pStyle w:val="Paragrafoelenco"/>
        <w:spacing w:before="240" w:after="120" w:line="360" w:lineRule="auto"/>
        <w:ind w:left="1134" w:hang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</w:t>
      </w:r>
      <w:r w:rsidR="005803B3">
        <w:rPr>
          <w:rFonts w:ascii="Arial" w:hAnsi="Arial" w:cs="Arial"/>
          <w:sz w:val="22"/>
          <w:szCs w:val="22"/>
        </w:rPr>
        <w:t>______________________________________________________________</w:t>
      </w:r>
      <w:r w:rsidR="005D2589">
        <w:rPr>
          <w:rFonts w:ascii="Arial" w:hAnsi="Arial" w:cs="Arial"/>
          <w:sz w:val="22"/>
          <w:szCs w:val="22"/>
        </w:rPr>
        <w:t>__________________________________________________________</w:t>
      </w:r>
      <w:r w:rsidR="005803B3">
        <w:rPr>
          <w:rFonts w:ascii="Arial" w:hAnsi="Arial" w:cs="Arial"/>
          <w:sz w:val="22"/>
          <w:szCs w:val="22"/>
        </w:rPr>
        <w:t>___________</w:t>
      </w:r>
    </w:p>
    <w:p w14:paraId="7C04526B" w14:textId="77777777" w:rsidR="00A06F46" w:rsidRDefault="00A06F46" w:rsidP="00456E51">
      <w:pPr>
        <w:pStyle w:val="Paragrafoelenco"/>
        <w:spacing w:before="240" w:after="120" w:line="360" w:lineRule="auto"/>
        <w:ind w:left="1134" w:hanging="1"/>
        <w:jc w:val="both"/>
        <w:rPr>
          <w:rFonts w:ascii="Arial" w:hAnsi="Arial" w:cs="Arial"/>
          <w:sz w:val="22"/>
          <w:szCs w:val="22"/>
        </w:rPr>
      </w:pPr>
    </w:p>
    <w:p w14:paraId="71B6F75D" w14:textId="77777777" w:rsidR="00A06F46" w:rsidRDefault="00A06F46" w:rsidP="00456E51">
      <w:pPr>
        <w:pStyle w:val="Paragrafoelenco"/>
        <w:spacing w:before="240" w:after="120" w:line="360" w:lineRule="auto"/>
        <w:ind w:left="1134" w:hanging="1"/>
        <w:jc w:val="both"/>
        <w:rPr>
          <w:rFonts w:ascii="Arial" w:hAnsi="Arial" w:cs="Arial"/>
          <w:sz w:val="22"/>
          <w:szCs w:val="22"/>
        </w:rPr>
      </w:pPr>
    </w:p>
    <w:p w14:paraId="133CB16F" w14:textId="77777777" w:rsidR="00A06F46" w:rsidRDefault="00A06F46" w:rsidP="00456E51">
      <w:pPr>
        <w:pStyle w:val="Paragrafoelenco"/>
        <w:spacing w:before="240" w:after="120" w:line="360" w:lineRule="auto"/>
        <w:ind w:left="1134" w:hanging="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856C911" w14:textId="77777777" w:rsidR="00A06F46" w:rsidRPr="00870A9E" w:rsidRDefault="00A06F46" w:rsidP="00A06F46">
      <w:pPr>
        <w:pStyle w:val="Paragrafoelenco"/>
        <w:numPr>
          <w:ilvl w:val="0"/>
          <w:numId w:val="1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lastRenderedPageBreak/>
        <w:t xml:space="preserve">che l’operatore che rappresento </w:t>
      </w:r>
      <w:r w:rsidRPr="00A06F46">
        <w:rPr>
          <w:rFonts w:ascii="Arial" w:hAnsi="Arial" w:cs="Arial"/>
          <w:sz w:val="22"/>
          <w:szCs w:val="22"/>
        </w:rPr>
        <w:t>(</w:t>
      </w:r>
      <w:r w:rsidRPr="00A06F46">
        <w:rPr>
          <w:rFonts w:ascii="Arial" w:hAnsi="Arial" w:cs="Arial"/>
          <w:i/>
          <w:sz w:val="22"/>
          <w:szCs w:val="22"/>
        </w:rPr>
        <w:t>indicare la ragione sociale</w:t>
      </w:r>
      <w:r w:rsidRPr="00A06F46">
        <w:rPr>
          <w:rFonts w:ascii="Arial" w:hAnsi="Arial" w:cs="Arial"/>
          <w:sz w:val="22"/>
          <w:szCs w:val="22"/>
        </w:rPr>
        <w:t>)</w:t>
      </w:r>
      <w:r w:rsidRPr="002A1E3C">
        <w:rPr>
          <w:rFonts w:ascii="Arial" w:hAnsi="Arial" w:cs="Arial"/>
          <w:sz w:val="22"/>
          <w:szCs w:val="22"/>
        </w:rPr>
        <w:t xml:space="preserve"> _________ </w:t>
      </w:r>
      <w:r>
        <w:rPr>
          <w:rFonts w:ascii="Arial" w:hAnsi="Arial" w:cs="Arial"/>
          <w:sz w:val="22"/>
          <w:szCs w:val="22"/>
        </w:rPr>
        <w:t>:</w:t>
      </w:r>
    </w:p>
    <w:p w14:paraId="0772A3B8" w14:textId="4DE5533C" w:rsidR="008E2F8F" w:rsidRDefault="005D2589" w:rsidP="005D2589">
      <w:pPr>
        <w:pStyle w:val="Paragrafoelenco"/>
        <w:numPr>
          <w:ilvl w:val="0"/>
          <w:numId w:val="6"/>
        </w:numPr>
        <w:spacing w:before="240" w:after="120" w:line="360" w:lineRule="auto"/>
        <w:ind w:left="709" w:hanging="283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è in possesso dell’Iscrizione all’Albo Nazionale dei Gestori Ambientali (</w:t>
      </w:r>
      <w:r w:rsidRPr="005D2589">
        <w:rPr>
          <w:rFonts w:ascii="Arial" w:hAnsi="Arial" w:cs="Arial"/>
          <w:i/>
          <w:sz w:val="22"/>
          <w:szCs w:val="22"/>
          <w:lang w:eastAsia="en-US"/>
        </w:rPr>
        <w:t>indicare in quali Categorie</w:t>
      </w:r>
      <w:r>
        <w:rPr>
          <w:rFonts w:ascii="Arial" w:hAnsi="Arial" w:cs="Arial"/>
          <w:sz w:val="22"/>
          <w:szCs w:val="22"/>
          <w:lang w:eastAsia="en-US"/>
        </w:rPr>
        <w:t>): ________________________________________________________________________</w:t>
      </w:r>
    </w:p>
    <w:p w14:paraId="27F9578E" w14:textId="05D4E9CB" w:rsidR="005D2589" w:rsidRDefault="005D2589" w:rsidP="005D2589">
      <w:pPr>
        <w:pStyle w:val="Paragrafoelenco"/>
        <w:numPr>
          <w:ilvl w:val="0"/>
          <w:numId w:val="6"/>
        </w:numPr>
        <w:spacing w:before="240" w:after="120" w:line="360" w:lineRule="auto"/>
        <w:ind w:left="709" w:hanging="283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non è in possesso dell’Iscrizione all’Albo Nazionale dei Gestori Ambientali e, pertanto, in fase di esecuzione per le attività di bonifica e/o di raccolta e trasporto </w:t>
      </w:r>
      <w:r w:rsidR="00670AEA" w:rsidRPr="00670AEA">
        <w:rPr>
          <w:rFonts w:ascii="Arial" w:hAnsi="Arial" w:cs="Arial"/>
          <w:sz w:val="22"/>
          <w:szCs w:val="22"/>
          <w:lang w:eastAsia="en-US"/>
        </w:rPr>
        <w:t>di rifiuti speciali pericolosi</w:t>
      </w:r>
      <w:r w:rsidR="00670AEA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procederà al subappalto</w:t>
      </w:r>
      <w:r w:rsidR="00126218">
        <w:rPr>
          <w:rFonts w:ascii="Arial" w:hAnsi="Arial" w:cs="Arial"/>
          <w:sz w:val="22"/>
          <w:szCs w:val="22"/>
          <w:lang w:eastAsia="en-US"/>
        </w:rPr>
        <w:t>/</w:t>
      </w:r>
      <w:proofErr w:type="spellStart"/>
      <w:r w:rsidR="00126218">
        <w:rPr>
          <w:rFonts w:ascii="Arial" w:hAnsi="Arial" w:cs="Arial"/>
          <w:sz w:val="22"/>
          <w:szCs w:val="22"/>
          <w:lang w:eastAsia="en-US"/>
        </w:rPr>
        <w:t>subaffidamento</w:t>
      </w:r>
      <w:proofErr w:type="spellEnd"/>
      <w:r>
        <w:rPr>
          <w:rFonts w:ascii="Arial" w:hAnsi="Arial" w:cs="Arial"/>
          <w:sz w:val="22"/>
          <w:szCs w:val="22"/>
          <w:lang w:eastAsia="en-US"/>
        </w:rPr>
        <w:t xml:space="preserve"> delle medesime ad operatori in possesso di idonea Iscrizione</w:t>
      </w:r>
      <w:r w:rsidRPr="005D2589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all’Albo Nazionale dei Gestori Ambientali;</w:t>
      </w:r>
    </w:p>
    <w:p w14:paraId="0A4C5CAA" w14:textId="77777777" w:rsidR="00A90185" w:rsidRPr="00A90185" w:rsidRDefault="00A90185" w:rsidP="00A90185">
      <w:pPr>
        <w:pStyle w:val="Paragrafoelenco"/>
        <w:numPr>
          <w:ilvl w:val="0"/>
          <w:numId w:val="1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90185">
        <w:rPr>
          <w:rFonts w:ascii="Arial" w:hAnsi="Arial" w:cs="Arial"/>
          <w:sz w:val="22"/>
          <w:szCs w:val="22"/>
        </w:rPr>
        <w:t>(</w:t>
      </w:r>
      <w:r w:rsidRPr="00A90185">
        <w:rPr>
          <w:rFonts w:ascii="Arial" w:hAnsi="Arial" w:cs="Arial"/>
          <w:i/>
          <w:sz w:val="22"/>
          <w:szCs w:val="22"/>
        </w:rPr>
        <w:t>in caso di RTI, Consorzi ordinari o GEIE da costituire</w:t>
      </w:r>
      <w:r w:rsidRPr="00A90185">
        <w:rPr>
          <w:rFonts w:ascii="Arial" w:hAnsi="Arial" w:cs="Arial"/>
          <w:sz w:val="22"/>
          <w:szCs w:val="22"/>
        </w:rPr>
        <w:t>), in caso di aggiudicazione, si impegna a costituire RTI/consorzio ordinario/GEIE conformandosi alla disciplina di cui all’art. 48, comma 8, del Codice, conferendo mandato collettivo, speciale, gratuito e irrevocabile con rappresentanza a ___________________________ che sarà designata Capogruppo/mandataria, che stipulerà il contratto in nome e per conto delle mandanti/consorziate;</w:t>
      </w:r>
    </w:p>
    <w:p w14:paraId="2D1165CD" w14:textId="16C32CEF" w:rsidR="00046A37" w:rsidRDefault="00A90185" w:rsidP="00A90185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1096A04A" w14:textId="33985E63" w:rsidR="00870A9E" w:rsidRPr="002A1E3C" w:rsidRDefault="00870A9E" w:rsidP="00D413D5">
      <w:pPr>
        <w:pStyle w:val="Paragrafoelenco"/>
        <w:numPr>
          <w:ilvl w:val="0"/>
          <w:numId w:val="1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inoltre</w:t>
      </w:r>
      <w:r w:rsidR="009C55B8">
        <w:rPr>
          <w:rFonts w:ascii="Arial" w:hAnsi="Arial" w:cs="Arial"/>
          <w:sz w:val="22"/>
          <w:szCs w:val="22"/>
          <w:lang w:eastAsia="en-US"/>
        </w:rPr>
        <w:t>,</w:t>
      </w:r>
      <w:r>
        <w:rPr>
          <w:rFonts w:ascii="Arial" w:hAnsi="Arial" w:cs="Arial"/>
          <w:sz w:val="22"/>
          <w:szCs w:val="22"/>
          <w:lang w:eastAsia="en-US"/>
        </w:rPr>
        <w:t xml:space="preserve"> dichiara che</w:t>
      </w:r>
      <w:r w:rsidR="009C55B8">
        <w:rPr>
          <w:rFonts w:ascii="Arial" w:hAnsi="Arial" w:cs="Arial"/>
          <w:sz w:val="22"/>
          <w:szCs w:val="22"/>
          <w:lang w:eastAsia="en-US"/>
        </w:rPr>
        <w:t>:</w:t>
      </w:r>
    </w:p>
    <w:p w14:paraId="3F9CA811" w14:textId="77777777" w:rsidR="00870A9E" w:rsidRPr="006C09CE" w:rsidRDefault="00870A9E" w:rsidP="00D413D5">
      <w:pPr>
        <w:pStyle w:val="WW-Corpotesto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after="120" w:line="360" w:lineRule="auto"/>
        <w:ind w:left="426" w:right="191" w:firstLine="283"/>
        <w:rPr>
          <w:rFonts w:ascii="Arial" w:hAnsi="Arial" w:cs="Arial"/>
          <w:color w:val="auto"/>
          <w:sz w:val="22"/>
          <w:szCs w:val="22"/>
          <w:lang w:eastAsia="it-IT"/>
        </w:rPr>
      </w:pPr>
      <w:r w:rsidRPr="006C09CE">
        <w:rPr>
          <w:rFonts w:ascii="Arial" w:hAnsi="Arial" w:cs="Arial"/>
          <w:color w:val="auto"/>
          <w:sz w:val="22"/>
          <w:szCs w:val="22"/>
          <w:lang w:eastAsia="it-IT"/>
        </w:rPr>
        <w:t>non intende procedere al subappalto</w:t>
      </w:r>
      <w:r>
        <w:rPr>
          <w:rFonts w:ascii="Arial" w:hAnsi="Arial" w:cs="Arial"/>
          <w:color w:val="auto"/>
          <w:sz w:val="22"/>
          <w:szCs w:val="22"/>
          <w:lang w:eastAsia="it-IT"/>
        </w:rPr>
        <w:t>;</w:t>
      </w:r>
    </w:p>
    <w:p w14:paraId="748B99D6" w14:textId="39C3E22F" w:rsidR="0042707F" w:rsidRPr="0095480C" w:rsidRDefault="00870A9E" w:rsidP="006025E4">
      <w:pPr>
        <w:pStyle w:val="Paragrafoelenco"/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spacing w:before="240" w:after="120" w:line="360" w:lineRule="auto"/>
        <w:ind w:left="709" w:right="191" w:firstLine="0"/>
        <w:jc w:val="both"/>
        <w:rPr>
          <w:rFonts w:ascii="Arial" w:hAnsi="Arial" w:cs="Arial"/>
          <w:sz w:val="22"/>
          <w:szCs w:val="22"/>
        </w:rPr>
      </w:pPr>
      <w:r w:rsidRPr="0095480C">
        <w:rPr>
          <w:rFonts w:ascii="Arial" w:hAnsi="Arial" w:cs="Arial"/>
          <w:sz w:val="22"/>
          <w:szCs w:val="22"/>
        </w:rPr>
        <w:t xml:space="preserve">intende affidare in subappalto, nei limiti di legge, le </w:t>
      </w:r>
      <w:r w:rsidR="00914505">
        <w:rPr>
          <w:rFonts w:ascii="Arial" w:hAnsi="Arial" w:cs="Arial"/>
          <w:sz w:val="22"/>
          <w:szCs w:val="22"/>
        </w:rPr>
        <w:t xml:space="preserve">seguenti </w:t>
      </w:r>
      <w:r w:rsidR="0095480C" w:rsidRPr="0095480C">
        <w:rPr>
          <w:rFonts w:ascii="Arial" w:hAnsi="Arial" w:cs="Arial"/>
          <w:sz w:val="22"/>
          <w:szCs w:val="22"/>
        </w:rPr>
        <w:t>categorie di lavorazioni</w:t>
      </w:r>
      <w:r w:rsidRPr="0095480C">
        <w:rPr>
          <w:rFonts w:ascii="Arial" w:hAnsi="Arial" w:cs="Arial"/>
          <w:sz w:val="22"/>
          <w:szCs w:val="22"/>
        </w:rPr>
        <w:t xml:space="preserve"> __________</w:t>
      </w:r>
      <w:r w:rsidR="0095480C" w:rsidRPr="0095480C">
        <w:rPr>
          <w:rFonts w:ascii="Arial" w:hAnsi="Arial" w:cs="Arial"/>
          <w:sz w:val="22"/>
          <w:szCs w:val="22"/>
        </w:rPr>
        <w:t>____________</w:t>
      </w:r>
      <w:r w:rsidRPr="0095480C">
        <w:rPr>
          <w:rFonts w:ascii="Arial" w:hAnsi="Arial" w:cs="Arial"/>
          <w:sz w:val="22"/>
          <w:szCs w:val="22"/>
        </w:rPr>
        <w:t>____</w:t>
      </w:r>
      <w:r w:rsidR="0095480C" w:rsidRPr="0095480C">
        <w:rPr>
          <w:rFonts w:ascii="Arial" w:hAnsi="Arial" w:cs="Arial"/>
          <w:sz w:val="22"/>
          <w:szCs w:val="22"/>
        </w:rPr>
        <w:t>___</w:t>
      </w:r>
      <w:r w:rsidRPr="0095480C">
        <w:rPr>
          <w:rFonts w:ascii="Arial" w:hAnsi="Arial" w:cs="Arial"/>
          <w:sz w:val="22"/>
          <w:szCs w:val="22"/>
        </w:rPr>
        <w:t xml:space="preserve">___________________________________________ </w:t>
      </w:r>
    </w:p>
    <w:p w14:paraId="2DBA8781" w14:textId="2A999B8F" w:rsidR="003422D6" w:rsidRPr="0042707F" w:rsidRDefault="003422D6" w:rsidP="00D413D5">
      <w:pPr>
        <w:pStyle w:val="WW-Corpotesto"/>
        <w:widowControl w:val="0"/>
        <w:numPr>
          <w:ilvl w:val="0"/>
          <w:numId w:val="1"/>
        </w:numPr>
        <w:shd w:val="clear" w:color="auto" w:fill="FFFFFF"/>
        <w:tabs>
          <w:tab w:val="left" w:pos="450"/>
        </w:tabs>
        <w:spacing w:before="240" w:after="120" w:line="360" w:lineRule="auto"/>
        <w:ind w:left="0" w:right="191" w:firstLine="0"/>
        <w:rPr>
          <w:rFonts w:ascii="Arial" w:hAnsi="Arial" w:cs="Arial"/>
          <w:sz w:val="22"/>
          <w:szCs w:val="22"/>
        </w:rPr>
      </w:pPr>
      <w:r w:rsidRPr="0042707F">
        <w:rPr>
          <w:rFonts w:ascii="Arial" w:hAnsi="Arial" w:cs="Arial"/>
          <w:sz w:val="22"/>
          <w:szCs w:val="22"/>
        </w:rPr>
        <w:t xml:space="preserve">di aver preso visione dell’ “Informativa agli interessati” resa ai sensi dell'art. 13 del Regolamento UE 679/2016 – Regolamento Generale sulla Protezione dei Dati allegata </w:t>
      </w:r>
      <w:r w:rsidR="00E97849" w:rsidRPr="0042707F">
        <w:rPr>
          <w:rFonts w:ascii="Arial" w:hAnsi="Arial" w:cs="Arial"/>
          <w:sz w:val="22"/>
          <w:szCs w:val="22"/>
        </w:rPr>
        <w:t>alla presente manifestazione di interesse</w:t>
      </w:r>
      <w:r w:rsidRPr="0042707F">
        <w:rPr>
          <w:rFonts w:ascii="Arial" w:hAnsi="Arial" w:cs="Arial"/>
          <w:sz w:val="22"/>
          <w:szCs w:val="22"/>
        </w:rPr>
        <w:t xml:space="preserve"> ed acconsento al trattamento dei dati personali per quanto ivi indicato;</w:t>
      </w:r>
    </w:p>
    <w:p w14:paraId="2351611D" w14:textId="77777777" w:rsidR="003422D6" w:rsidRPr="002A1E3C" w:rsidRDefault="003422D6" w:rsidP="00D413D5">
      <w:pPr>
        <w:pStyle w:val="Paragrafoelenco"/>
        <w:numPr>
          <w:ilvl w:val="0"/>
          <w:numId w:val="1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>che l’indirizzo PEC, al quale potranno esse fatte tutte le comunicazioni inerenti alla procedura senza successivo invio postale, è il seguente (</w:t>
      </w:r>
      <w:r w:rsidRPr="0042707F">
        <w:rPr>
          <w:rFonts w:ascii="Arial" w:hAnsi="Arial" w:cs="Arial"/>
          <w:i/>
          <w:sz w:val="22"/>
          <w:szCs w:val="22"/>
        </w:rPr>
        <w:t>in caso di RTI, indicare l’indirizzo PEC del mandatario</w:t>
      </w:r>
      <w:r w:rsidRPr="002A1E3C">
        <w:rPr>
          <w:rFonts w:ascii="Arial" w:hAnsi="Arial" w:cs="Arial"/>
          <w:sz w:val="22"/>
          <w:szCs w:val="22"/>
        </w:rPr>
        <w:t>): ______________________________</w:t>
      </w:r>
    </w:p>
    <w:p w14:paraId="58C50315" w14:textId="77777777" w:rsidR="00D23556" w:rsidRPr="003F0A2D" w:rsidRDefault="00D2355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191428FA" w14:textId="77777777" w:rsidR="00DE43D6" w:rsidRPr="003F0A2D" w:rsidRDefault="00DE43D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3574CB53" w14:textId="77777777" w:rsidR="00CE76B8" w:rsidRPr="003F0A2D" w:rsidRDefault="00CE76B8" w:rsidP="00D23556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3F0A2D">
        <w:rPr>
          <w:rFonts w:ascii="Arial" w:hAnsi="Arial" w:cs="Arial"/>
        </w:rPr>
        <w:t>___________________, lì ____________________ (data)</w:t>
      </w:r>
    </w:p>
    <w:p w14:paraId="1E37890B" w14:textId="51E410B9" w:rsidR="003422D6" w:rsidRPr="003F0A2D" w:rsidRDefault="002A1E3C" w:rsidP="003422D6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3422D6" w:rsidRPr="003F0A2D">
        <w:rPr>
          <w:rFonts w:ascii="Arial" w:hAnsi="Arial" w:cs="Arial"/>
        </w:rPr>
        <w:t>irma</w:t>
      </w:r>
      <w:r>
        <w:rPr>
          <w:rFonts w:ascii="Arial" w:hAnsi="Arial" w:cs="Arial"/>
        </w:rPr>
        <w:t xml:space="preserve"> digitale</w:t>
      </w:r>
      <w:r w:rsidR="003422D6" w:rsidRPr="003F0A2D">
        <w:rPr>
          <w:rFonts w:ascii="Arial" w:hAnsi="Arial" w:cs="Arial"/>
        </w:rPr>
        <w:t xml:space="preserve"> del titolate/legale rappresentante/procuratore (</w:t>
      </w:r>
      <w:r w:rsidR="003422D6" w:rsidRPr="003F0A2D">
        <w:rPr>
          <w:rStyle w:val="Rimandonotaapidipagina"/>
          <w:rFonts w:ascii="Arial" w:hAnsi="Arial" w:cs="Arial"/>
        </w:rPr>
        <w:footnoteReference w:id="1"/>
      </w:r>
      <w:r w:rsidR="003422D6" w:rsidRPr="003F0A2D">
        <w:rPr>
          <w:rFonts w:ascii="Arial" w:hAnsi="Arial" w:cs="Arial"/>
        </w:rPr>
        <w:t>)</w:t>
      </w:r>
    </w:p>
    <w:p w14:paraId="539138EC" w14:textId="77777777" w:rsidR="003422D6" w:rsidRPr="003F0A2D" w:rsidRDefault="003422D6" w:rsidP="003422D6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</w:rPr>
      </w:pPr>
      <w:r w:rsidRPr="003F0A2D">
        <w:rPr>
          <w:rFonts w:ascii="Arial" w:hAnsi="Arial" w:cs="Arial"/>
        </w:rPr>
        <w:t>________________________________</w:t>
      </w:r>
    </w:p>
    <w:p w14:paraId="05418BFB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F0A2D">
        <w:rPr>
          <w:rFonts w:ascii="Arial" w:hAnsi="Arial" w:cs="Arial"/>
          <w:b/>
          <w:color w:val="000000"/>
        </w:rPr>
        <w:lastRenderedPageBreak/>
        <w:t>N.B.:</w:t>
      </w:r>
      <w:r w:rsidRPr="003F0A2D">
        <w:rPr>
          <w:rFonts w:ascii="Arial" w:hAnsi="Arial" w:cs="Arial"/>
          <w:color w:val="000000"/>
        </w:rPr>
        <w:t xml:space="preserve"> In caso di raggruppamento temporaneo di concorrenti o consorzio ordinario di concorrenti, </w:t>
      </w:r>
      <w:r w:rsidRPr="003F0A2D">
        <w:rPr>
          <w:rFonts w:ascii="Arial" w:hAnsi="Arial" w:cs="Arial"/>
          <w:color w:val="000000"/>
          <w:u w:val="single"/>
        </w:rPr>
        <w:t>non ancora costituiti</w:t>
      </w:r>
      <w:r w:rsidRPr="003F0A2D">
        <w:rPr>
          <w:rFonts w:ascii="Arial" w:hAnsi="Arial" w:cs="Arial"/>
          <w:color w:val="000000"/>
        </w:rPr>
        <w:t>, la presente istanza e le relative dichiarazioni dovranno essere sottoscritte dai rappresentanti di ciascun soggetto del RTI/consorzio/aggregazione di imprese</w:t>
      </w:r>
    </w:p>
    <w:p w14:paraId="3EA3D248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DC6F38B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479D7BD" w14:textId="0973D300" w:rsidR="003422D6" w:rsidRPr="003F0A2D" w:rsidRDefault="002A1E3C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F0A2D">
        <w:rPr>
          <w:rFonts w:ascii="Arial" w:hAnsi="Arial" w:cs="Arial"/>
          <w:color w:val="000000"/>
        </w:rPr>
        <w:t>F</w:t>
      </w:r>
      <w:r w:rsidR="003422D6" w:rsidRPr="003F0A2D">
        <w:rPr>
          <w:rFonts w:ascii="Arial" w:hAnsi="Arial" w:cs="Arial"/>
          <w:color w:val="000000"/>
        </w:rPr>
        <w:t>irma</w:t>
      </w:r>
      <w:r>
        <w:rPr>
          <w:rFonts w:ascii="Arial" w:hAnsi="Arial" w:cs="Arial"/>
          <w:color w:val="000000"/>
        </w:rPr>
        <w:t xml:space="preserve"> di  ____________________________</w:t>
      </w:r>
      <w:r w:rsidR="003422D6" w:rsidRPr="003F0A2D">
        <w:rPr>
          <w:rFonts w:ascii="Arial" w:hAnsi="Arial" w:cs="Arial"/>
          <w:color w:val="000000"/>
        </w:rPr>
        <w:t xml:space="preserve"> per lo/la studio/s</w:t>
      </w:r>
      <w:r>
        <w:rPr>
          <w:rFonts w:ascii="Arial" w:hAnsi="Arial" w:cs="Arial"/>
          <w:color w:val="000000"/>
        </w:rPr>
        <w:t>ocietà _______________________</w:t>
      </w:r>
    </w:p>
    <w:p w14:paraId="363B4896" w14:textId="77777777" w:rsidR="003422D6" w:rsidRPr="003F0A2D" w:rsidRDefault="003422D6" w:rsidP="003422D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</w:rPr>
      </w:pPr>
    </w:p>
    <w:p w14:paraId="1B5C7631" w14:textId="2BE69228" w:rsidR="003422D6" w:rsidRPr="003F0A2D" w:rsidRDefault="00EC33A3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="003422D6" w:rsidRPr="003F0A2D">
        <w:rPr>
          <w:rFonts w:ascii="Arial" w:hAnsi="Arial" w:cs="Arial"/>
          <w:color w:val="000000"/>
        </w:rPr>
        <w:t>irma</w:t>
      </w:r>
      <w:r>
        <w:rPr>
          <w:rFonts w:ascii="Arial" w:hAnsi="Arial" w:cs="Arial"/>
          <w:color w:val="000000"/>
        </w:rPr>
        <w:t xml:space="preserve"> di</w:t>
      </w:r>
      <w:r w:rsidR="003422D6" w:rsidRPr="003F0A2D">
        <w:rPr>
          <w:rFonts w:ascii="Arial" w:hAnsi="Arial" w:cs="Arial"/>
          <w:color w:val="000000"/>
        </w:rPr>
        <w:t xml:space="preserve"> ____________________________ per lo/la studio/soc</w:t>
      </w:r>
      <w:r>
        <w:rPr>
          <w:rFonts w:ascii="Arial" w:hAnsi="Arial" w:cs="Arial"/>
          <w:color w:val="000000"/>
        </w:rPr>
        <w:t xml:space="preserve">ietà ________________________ </w:t>
      </w:r>
      <w:r w:rsidRPr="005242AA">
        <w:rPr>
          <w:rFonts w:ascii="Arial" w:hAnsi="Arial" w:cs="Arial"/>
          <w:color w:val="000000"/>
        </w:rPr>
        <w:t>(allegare relativa carta d’identità dei sottoscrittori)</w:t>
      </w:r>
    </w:p>
    <w:p w14:paraId="331A0194" w14:textId="77777777" w:rsidR="003422D6" w:rsidRPr="003F0A2D" w:rsidRDefault="003422D6" w:rsidP="002A1E3C">
      <w:pPr>
        <w:tabs>
          <w:tab w:val="left" w:pos="1843"/>
          <w:tab w:val="left" w:pos="6237"/>
          <w:tab w:val="left" w:pos="7797"/>
        </w:tabs>
        <w:jc w:val="both"/>
        <w:rPr>
          <w:rFonts w:ascii="Arial" w:hAnsi="Arial" w:cs="Arial"/>
        </w:rPr>
      </w:pPr>
    </w:p>
    <w:p w14:paraId="33FB308D" w14:textId="77777777" w:rsidR="00E97849" w:rsidRDefault="00E97849" w:rsidP="00C7714E">
      <w:pPr>
        <w:rPr>
          <w:rFonts w:ascii="Arial" w:hAnsi="Arial" w:cs="Arial"/>
        </w:rPr>
        <w:sectPr w:rsidR="00E97849" w:rsidSect="00586DB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06" w:right="991" w:bottom="1134" w:left="1134" w:header="142" w:footer="981" w:gutter="0"/>
          <w:cols w:space="708"/>
          <w:titlePg/>
          <w:docGrid w:linePitch="360"/>
        </w:sectPr>
      </w:pPr>
    </w:p>
    <w:p w14:paraId="2B16E92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Arial" w:hAnsi="Arial" w:cs="Arial"/>
        </w:rPr>
      </w:pPr>
      <w:r w:rsidRPr="005A05C0">
        <w:rPr>
          <w:rFonts w:ascii="Arial" w:hAnsi="Arial" w:cs="Arial"/>
          <w:b/>
          <w:sz w:val="28"/>
          <w:szCs w:val="28"/>
        </w:rPr>
        <w:lastRenderedPageBreak/>
        <w:t>Informativa agli interessati</w:t>
      </w:r>
    </w:p>
    <w:p w14:paraId="28FBB5A5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B74360F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Questa informativa è resa ai sensi dell’art. 13 del Regolamento 679/2016 (RGPD) che si applica dal 25/05/2018.</w:t>
      </w:r>
    </w:p>
    <w:p w14:paraId="144AC35B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3352EBC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  <w:b/>
        </w:rPr>
        <w:t>TITOLARE DEL TRATTAMENTO</w:t>
      </w:r>
      <w:r w:rsidRPr="005A05C0">
        <w:rPr>
          <w:rFonts w:ascii="Arial" w:hAnsi="Arial" w:cs="Arial"/>
        </w:rPr>
        <w:t>:</w:t>
      </w:r>
    </w:p>
    <w:p w14:paraId="7A4EB05E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Titolare del trattamento è il soggetto nei cui confronti l’interessato può esercitare i suoi diritti e cui sono imputabili le scelte di fondo sulle finalità e modalità del trattamento: </w:t>
      </w:r>
      <w:r w:rsidRPr="005A05C0">
        <w:rPr>
          <w:rFonts w:ascii="Arial" w:hAnsi="Arial" w:cs="Arial"/>
          <w:bCs/>
        </w:rPr>
        <w:t>Infrastrutture Recupero Energia Agenzia Regionale Ligure – I.R.E. S.p.A.</w:t>
      </w:r>
      <w:r w:rsidRPr="005A05C0">
        <w:rPr>
          <w:rFonts w:ascii="Arial" w:hAnsi="Arial" w:cs="Arial"/>
        </w:rPr>
        <w:t>, via Peschiera, 16 - 16122 Genova, tel. centralino +39.010.548.8446, posta elettronica certificata</w:t>
      </w:r>
      <w:r w:rsidRPr="005A05C0">
        <w:rPr>
          <w:rFonts w:ascii="Arial" w:hAnsi="Arial" w:cs="Arial"/>
          <w:bCs/>
        </w:rPr>
        <w:t>:</w:t>
      </w:r>
      <w:r w:rsidRPr="005A05C0">
        <w:rPr>
          <w:rFonts w:ascii="Arial" w:hAnsi="Arial" w:cs="Arial"/>
        </w:rPr>
        <w:t xml:space="preserve"> </w:t>
      </w:r>
      <w:hyperlink r:id="rId13" w:history="1">
        <w:r w:rsidRPr="005A05C0">
          <w:rPr>
            <w:rStyle w:val="Collegamentoipertestuale"/>
            <w:rFonts w:ascii="Arial" w:hAnsi="Arial" w:cs="Arial"/>
            <w:bCs/>
            <w:iCs/>
          </w:rPr>
          <w:t>irespa@legalmail.it</w:t>
        </w:r>
      </w:hyperlink>
      <w:r w:rsidRPr="005A05C0">
        <w:rPr>
          <w:rFonts w:ascii="Arial" w:hAnsi="Arial" w:cs="Arial"/>
          <w:b/>
          <w:bCs/>
        </w:rPr>
        <w:t xml:space="preserve">, </w:t>
      </w:r>
      <w:r w:rsidRPr="005A05C0">
        <w:rPr>
          <w:rFonts w:ascii="Arial" w:hAnsi="Arial" w:cs="Arial"/>
        </w:rPr>
        <w:t xml:space="preserve">sito web: </w:t>
      </w:r>
      <w:hyperlink r:id="rId14" w:history="1">
        <w:r w:rsidRPr="005A05C0">
          <w:rPr>
            <w:rStyle w:val="Collegamentoipertestuale"/>
            <w:rFonts w:ascii="Arial" w:hAnsi="Arial" w:cs="Arial"/>
            <w:bCs/>
            <w:iCs/>
          </w:rPr>
          <w:t>www.ireliguria.it</w:t>
        </w:r>
      </w:hyperlink>
      <w:r w:rsidRPr="005A05C0">
        <w:rPr>
          <w:rFonts w:ascii="Arial" w:hAnsi="Arial" w:cs="Arial"/>
          <w:bCs/>
          <w:iCs/>
          <w:u w:val="single"/>
        </w:rPr>
        <w:t>.</w:t>
      </w:r>
    </w:p>
    <w:p w14:paraId="37D110B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6A7A2A9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6BC0F05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RESPONSABILE DELLA PROTEZIONE DEI DATI</w:t>
      </w:r>
    </w:p>
    <w:p w14:paraId="63D0513B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Responsabile per la protezione dei dati personali è Liguria Digitale S.p.A. Parco Scientifico e Tecnologico di Genova – Via </w:t>
      </w:r>
      <w:proofErr w:type="spellStart"/>
      <w:r w:rsidRPr="005A05C0">
        <w:rPr>
          <w:rFonts w:ascii="Arial" w:hAnsi="Arial" w:cs="Arial"/>
        </w:rPr>
        <w:t>Melen</w:t>
      </w:r>
      <w:proofErr w:type="spellEnd"/>
      <w:r w:rsidRPr="005A05C0">
        <w:rPr>
          <w:rFonts w:ascii="Arial" w:hAnsi="Arial" w:cs="Arial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49C91D60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centralino: +39 01065451 </w:t>
      </w:r>
    </w:p>
    <w:p w14:paraId="4378B6A7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e-mail: </w:t>
      </w:r>
      <w:hyperlink r:id="rId15" w:history="1">
        <w:r w:rsidRPr="005A05C0">
          <w:rPr>
            <w:rStyle w:val="Collegamentoipertestuale"/>
            <w:rFonts w:ascii="Arial" w:hAnsi="Arial" w:cs="Arial"/>
          </w:rPr>
          <w:t>privacyweb@liguriadigitale.it</w:t>
        </w:r>
      </w:hyperlink>
      <w:r w:rsidRPr="005A05C0">
        <w:rPr>
          <w:rFonts w:ascii="Arial" w:hAnsi="Arial" w:cs="Arial"/>
        </w:rPr>
        <w:t xml:space="preserve"> </w:t>
      </w:r>
    </w:p>
    <w:p w14:paraId="09040927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posta certificata (PEC): </w:t>
      </w:r>
      <w:hyperlink r:id="rId16" w:history="1">
        <w:r w:rsidRPr="005A05C0">
          <w:rPr>
            <w:rStyle w:val="Collegamentoipertestuale"/>
            <w:rFonts w:ascii="Arial" w:hAnsi="Arial" w:cs="Arial"/>
          </w:rPr>
          <w:t>protocollo@pec.liguriadigitale.it</w:t>
        </w:r>
      </w:hyperlink>
    </w:p>
    <w:p w14:paraId="7ADFC08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74EA176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FINALITA’ DEL TRATTAMENTO DEI DATI</w:t>
      </w:r>
    </w:p>
    <w:p w14:paraId="53914102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I dati personali sono raccolti in funzione e per le finalità delle seguenti procedure:</w:t>
      </w:r>
    </w:p>
    <w:p w14:paraId="0677BB2D" w14:textId="77777777" w:rsidR="00E97849" w:rsidRPr="005A05C0" w:rsidRDefault="00E97849" w:rsidP="00D413D5">
      <w:pPr>
        <w:numPr>
          <w:ilvl w:val="0"/>
          <w:numId w:val="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per l’affidamento dell’appalto, di cui alla determinazione di apertura del procedimento, nonché, con riferimento all’aggiudicatario;</w:t>
      </w:r>
    </w:p>
    <w:p w14:paraId="3A5471D5" w14:textId="77777777" w:rsidR="00E97849" w:rsidRPr="005A05C0" w:rsidRDefault="00E97849" w:rsidP="00D413D5">
      <w:pPr>
        <w:numPr>
          <w:ilvl w:val="0"/>
          <w:numId w:val="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per l’affidamento dell’incarico di prestazione professionale;</w:t>
      </w:r>
    </w:p>
    <w:p w14:paraId="549FD2F7" w14:textId="77777777" w:rsidR="00E97849" w:rsidRPr="005A05C0" w:rsidRDefault="00E97849" w:rsidP="00D413D5">
      <w:pPr>
        <w:numPr>
          <w:ilvl w:val="0"/>
          <w:numId w:val="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per la stipula e l’esecuzione del contratto di appalto o di prestazione professionale, con i connessi adempimenti amministrativi e contabili.</w:t>
      </w:r>
    </w:p>
    <w:p w14:paraId="126D3EBA" w14:textId="77777777" w:rsidR="00E97849" w:rsidRPr="005A05C0" w:rsidRDefault="00E97849" w:rsidP="00D413D5">
      <w:pPr>
        <w:numPr>
          <w:ilvl w:val="0"/>
          <w:numId w:val="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040C15C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BASE GIURIDICA DEL TRATTAMENTO</w:t>
      </w:r>
    </w:p>
    <w:p w14:paraId="5EAB38B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spellStart"/>
      <w:r w:rsidRPr="005A05C0">
        <w:rPr>
          <w:rFonts w:ascii="Arial" w:hAnsi="Arial" w:cs="Arial"/>
        </w:rPr>
        <w:t>ll</w:t>
      </w:r>
      <w:proofErr w:type="spellEnd"/>
      <w:r w:rsidRPr="005A05C0">
        <w:rPr>
          <w:rFonts w:ascii="Arial" w:hAnsi="Arial" w:cs="Arial"/>
        </w:rPr>
        <w:t xml:space="preserve"> trattamento dei dati personali si fonda sulle seguenti basi giuridiche:</w:t>
      </w:r>
    </w:p>
    <w:p w14:paraId="69ABE01B" w14:textId="77777777" w:rsidR="00E97849" w:rsidRPr="005A05C0" w:rsidRDefault="00E97849" w:rsidP="00D413D5">
      <w:pPr>
        <w:numPr>
          <w:ilvl w:val="0"/>
          <w:numId w:val="4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necessità del trattamento ai fini della stipula e dell'esecuzione del contratto, ovvero ai fini dell'esecuzione di misure precontrattuali adottate su richiesta dell’interessato (art. 6 par. 1 </w:t>
      </w:r>
      <w:proofErr w:type="spellStart"/>
      <w:r w:rsidRPr="005A05C0">
        <w:rPr>
          <w:rFonts w:ascii="Arial" w:hAnsi="Arial" w:cs="Arial"/>
        </w:rPr>
        <w:t>lett</w:t>
      </w:r>
      <w:proofErr w:type="spellEnd"/>
      <w:r w:rsidRPr="005A05C0">
        <w:rPr>
          <w:rFonts w:ascii="Arial" w:hAnsi="Arial" w:cs="Arial"/>
        </w:rPr>
        <w:t>. b GDPR);</w:t>
      </w:r>
    </w:p>
    <w:p w14:paraId="01C14FEB" w14:textId="77777777" w:rsidR="00E97849" w:rsidRPr="005A05C0" w:rsidRDefault="00E97849" w:rsidP="00D413D5">
      <w:pPr>
        <w:numPr>
          <w:ilvl w:val="0"/>
          <w:numId w:val="4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necessità del trattamento per adempiere obblighi giuridici a cui è soggetto il titolare del trattamento (art. 6 par. 1 </w:t>
      </w:r>
      <w:proofErr w:type="spellStart"/>
      <w:r w:rsidRPr="005A05C0">
        <w:rPr>
          <w:rFonts w:ascii="Arial" w:hAnsi="Arial" w:cs="Arial"/>
        </w:rPr>
        <w:t>lett</w:t>
      </w:r>
      <w:proofErr w:type="spellEnd"/>
      <w:r w:rsidRPr="005A05C0">
        <w:rPr>
          <w:rFonts w:ascii="Arial" w:hAnsi="Arial" w:cs="Arial"/>
        </w:rPr>
        <w:t>. c GDPR); ad esempio, adempimento di obblighi di legge, regolamento o contratto, esecuzione di provvedimenti dell’autorità giudiziaria o amministrativa;</w:t>
      </w:r>
    </w:p>
    <w:p w14:paraId="70239142" w14:textId="77777777" w:rsidR="00E97849" w:rsidRPr="005A05C0" w:rsidRDefault="00E97849" w:rsidP="00D413D5">
      <w:pPr>
        <w:numPr>
          <w:ilvl w:val="0"/>
          <w:numId w:val="4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</w:t>
      </w:r>
      <w:proofErr w:type="spellStart"/>
      <w:r w:rsidRPr="005A05C0">
        <w:rPr>
          <w:rFonts w:ascii="Arial" w:hAnsi="Arial" w:cs="Arial"/>
        </w:rPr>
        <w:t>lett</w:t>
      </w:r>
      <w:proofErr w:type="spellEnd"/>
      <w:r w:rsidRPr="005A05C0">
        <w:rPr>
          <w:rFonts w:ascii="Arial" w:hAnsi="Arial" w:cs="Arial"/>
        </w:rPr>
        <w:t>. e GDPR).</w:t>
      </w:r>
    </w:p>
    <w:p w14:paraId="1F88753C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I dati giudiziari sono oggetto di trattamento ai fini della verifica dell’assenza di cause di esclusione ex art. 80 D.Lgs. n. 50/2016, in conformità alle previsioni di cui al codice appalti (D.Lgs. n. 50/2016) e al D.P.R. n. 445/2000.</w:t>
      </w:r>
    </w:p>
    <w:p w14:paraId="51064AB3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796C8EF0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54B48C3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DESTINATARI DEI DATI</w:t>
      </w:r>
    </w:p>
    <w:p w14:paraId="2D730925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I seguenti soggetti riceveranno i dati personali in qualità di destinatari (art. 4 punto 9): </w:t>
      </w:r>
    </w:p>
    <w:p w14:paraId="3132A603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Liguria Digitale S.p.A., Parco Scientifico e Tecnologico di Genova - Via </w:t>
      </w:r>
      <w:proofErr w:type="spellStart"/>
      <w:r w:rsidRPr="005A05C0">
        <w:rPr>
          <w:rFonts w:ascii="Arial" w:hAnsi="Arial" w:cs="Arial"/>
        </w:rPr>
        <w:t>Melen</w:t>
      </w:r>
      <w:proofErr w:type="spellEnd"/>
      <w:r w:rsidRPr="005A05C0">
        <w:rPr>
          <w:rFonts w:ascii="Arial" w:hAnsi="Arial" w:cs="Arial"/>
        </w:rPr>
        <w:t xml:space="preserve"> 77, 16152 Genova, Telefono: 010 - 65451 Fax: 010 – 6545422 e-mail: </w:t>
      </w:r>
      <w:hyperlink r:id="rId17" w:history="1">
        <w:r w:rsidRPr="005A05C0">
          <w:rPr>
            <w:rStyle w:val="Collegamentoipertestuale"/>
            <w:rFonts w:ascii="Arial" w:hAnsi="Arial" w:cs="Arial"/>
          </w:rPr>
          <w:t>info@liguriadigitale.it</w:t>
        </w:r>
      </w:hyperlink>
      <w:r w:rsidRPr="005A05C0">
        <w:rPr>
          <w:rFonts w:ascii="Arial" w:hAnsi="Arial" w:cs="Arial"/>
        </w:rPr>
        <w:t xml:space="preserve">; posta certificata </w:t>
      </w:r>
      <w:hyperlink r:id="rId18" w:history="1">
        <w:r w:rsidRPr="005A05C0">
          <w:rPr>
            <w:rStyle w:val="Collegamentoipertestuale"/>
            <w:rFonts w:ascii="Arial" w:hAnsi="Arial" w:cs="Arial"/>
          </w:rPr>
          <w:t>protocollo@pec.liguriadigitale.it</w:t>
        </w:r>
      </w:hyperlink>
      <w:r w:rsidRPr="005A05C0">
        <w:rPr>
          <w:rFonts w:ascii="Arial" w:hAnsi="Arial" w:cs="Arial"/>
        </w:rPr>
        <w:t>, quale Responsabile del Trattamento incaricato della manutenzione del sistema informative;</w:t>
      </w:r>
    </w:p>
    <w:p w14:paraId="7F178532" w14:textId="1647FACE" w:rsidR="00E97849" w:rsidRPr="005A05C0" w:rsidRDefault="008A63F8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FILSE</w:t>
      </w:r>
      <w:r w:rsidR="00E97849" w:rsidRPr="005A05C0">
        <w:rPr>
          <w:rFonts w:ascii="Arial" w:hAnsi="Arial" w:cs="Arial"/>
        </w:rPr>
        <w:t xml:space="preserve"> S.p.A. quale Committente di IRE S.p.A. per lo svolgimento della procedura di gara</w:t>
      </w:r>
      <w:r w:rsidR="007901B0">
        <w:rPr>
          <w:rFonts w:ascii="Arial" w:hAnsi="Arial" w:cs="Arial"/>
        </w:rPr>
        <w:t>;</w:t>
      </w:r>
      <w:r w:rsidR="00E97849" w:rsidRPr="005A05C0">
        <w:rPr>
          <w:rFonts w:ascii="Arial" w:hAnsi="Arial" w:cs="Arial"/>
        </w:rPr>
        <w:t xml:space="preserve"> </w:t>
      </w:r>
    </w:p>
    <w:p w14:paraId="445DD3A3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Autorità Nazionale Anticorruzione (A.N.AC.) per ottemperare ad obblighi normativi;</w:t>
      </w:r>
    </w:p>
    <w:p w14:paraId="5E8CF372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lastRenderedPageBreak/>
        <w:t xml:space="preserve">Autorità preposte alle attività ispettive e di verifica fiscale ed amministrativa; </w:t>
      </w:r>
    </w:p>
    <w:p w14:paraId="60645772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Autorità giudiziaria o polizia giudiziaria, nei casi previsti dalla legge;</w:t>
      </w:r>
    </w:p>
    <w:p w14:paraId="047B93FF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Enti previdenziali ed assistenziali per ottemperare ad obblighi normativi;</w:t>
      </w:r>
    </w:p>
    <w:p w14:paraId="13E9607A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Organi di controllo (a titolo esemplificativo: Agenzia delle Entrate, Revisore Legale dei conti, collegio sindacale ecc..) per ottemperare agli obblighi normativi;</w:t>
      </w:r>
    </w:p>
    <w:p w14:paraId="7B26DCB1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Banche ed istituti di credito per il pagamento tramite accredito;</w:t>
      </w:r>
    </w:p>
    <w:p w14:paraId="1CED713B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Professionisti incaricati da IRE per adempiere alla normativa vigente e agli obblighi contrattuali con l’interessato;</w:t>
      </w:r>
    </w:p>
    <w:p w14:paraId="5C1DB2E2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lang w:val="en-US"/>
        </w:rPr>
      </w:pPr>
      <w:r w:rsidRPr="005A05C0">
        <w:rPr>
          <w:rFonts w:ascii="Arial" w:hAnsi="Arial" w:cs="Arial"/>
        </w:rPr>
        <w:t>Gli incaricati di IRE;</w:t>
      </w:r>
    </w:p>
    <w:p w14:paraId="7A6468C1" w14:textId="77777777" w:rsidR="00E97849" w:rsidRPr="005A05C0" w:rsidRDefault="00E97849" w:rsidP="00D413D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Ogni altro soggetto pubblico o privato nei casi previsti dal diritto dell’Unione o dello Stato italiano.</w:t>
      </w:r>
    </w:p>
    <w:p w14:paraId="7913C073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05CB043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ULTERIORI INFORMAZIONI FORNITE AGLI INTERESSATI</w:t>
      </w:r>
    </w:p>
    <w:p w14:paraId="586DCFB4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</w:rPr>
        <w:t>Ulteriori informazioni fornite all’interessato (riferimento comma 2, articolo 13 del Regolamento 679/2016)</w:t>
      </w:r>
    </w:p>
    <w:p w14:paraId="07C613CC" w14:textId="77777777" w:rsidR="00E97849" w:rsidRPr="005A05C0" w:rsidRDefault="00E97849" w:rsidP="00D413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54F21FB2" w14:textId="77777777" w:rsidR="00E97849" w:rsidRPr="005A05C0" w:rsidRDefault="00E97849" w:rsidP="00D413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67B6DE68" w14:textId="77777777" w:rsidR="00E97849" w:rsidRPr="005A05C0" w:rsidRDefault="00E97849" w:rsidP="00D413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6D7F2773" w14:textId="77777777" w:rsidR="00E97849" w:rsidRPr="005A05C0" w:rsidRDefault="00E97849" w:rsidP="00D413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421967A7" w14:textId="77777777" w:rsidR="00E97849" w:rsidRPr="005A05C0" w:rsidRDefault="00E97849" w:rsidP="00D413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 w:rsidRPr="005A05C0">
        <w:rPr>
          <w:rFonts w:ascii="Arial" w:hAnsi="Arial" w:cs="Arial"/>
        </w:rPr>
        <w:t>Citorio</w:t>
      </w:r>
      <w:proofErr w:type="spellEnd"/>
      <w:r w:rsidRPr="005A05C0">
        <w:rPr>
          <w:rFonts w:ascii="Arial" w:hAnsi="Arial" w:cs="Arial"/>
        </w:rPr>
        <w:t xml:space="preserve"> n. 121, 00186</w:t>
      </w:r>
    </w:p>
    <w:p w14:paraId="63AA5BB1" w14:textId="77777777" w:rsidR="00E97849" w:rsidRPr="005A05C0" w:rsidRDefault="00E97849" w:rsidP="00D413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La comunicazione di dati è prevista in base 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198C6FF7" w14:textId="77777777" w:rsidR="00E97849" w:rsidRPr="005A05C0" w:rsidRDefault="00E97849" w:rsidP="00D413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non è soggetto ad un processo di decisione automatizzato o a logiche di profilazione.</w:t>
      </w:r>
    </w:p>
    <w:p w14:paraId="3BB02854" w14:textId="77777777" w:rsidR="00E97849" w:rsidRPr="00206941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7007F0EF" w14:textId="77777777" w:rsidR="00E97849" w:rsidRPr="00206941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89763E5" w14:textId="1F950C07" w:rsidR="00C7714E" w:rsidRPr="00C7714E" w:rsidRDefault="00C7714E" w:rsidP="00C7714E">
      <w:pPr>
        <w:rPr>
          <w:rFonts w:ascii="Arial" w:hAnsi="Arial" w:cs="Arial"/>
        </w:rPr>
      </w:pPr>
    </w:p>
    <w:sectPr w:rsidR="00C7714E" w:rsidRPr="00C7714E" w:rsidSect="00F709FD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06" w:left="991" w:header="284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AB6A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3CA7B8E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664BE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A06F46">
      <w:rPr>
        <w:rFonts w:ascii="Arial" w:hAnsi="Arial" w:cs="Arial"/>
        <w:b/>
        <w:bCs/>
        <w:noProof/>
        <w:sz w:val="18"/>
        <w:szCs w:val="18"/>
      </w:rPr>
      <w:t>6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A06F46">
      <w:rPr>
        <w:rFonts w:ascii="Arial" w:hAnsi="Arial" w:cs="Arial"/>
        <w:b/>
        <w:bCs/>
        <w:noProof/>
        <w:sz w:val="18"/>
        <w:szCs w:val="18"/>
      </w:rPr>
      <w:t>8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2CEE0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A06F46">
      <w:rPr>
        <w:b/>
        <w:bCs/>
        <w:noProof/>
      </w:rPr>
      <w:t>1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A06F46">
      <w:rPr>
        <w:b/>
        <w:bCs/>
        <w:noProof/>
      </w:rPr>
      <w:t>8</w:t>
    </w:r>
    <w:r w:rsidRPr="0089512E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D093F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A06F46">
      <w:rPr>
        <w:rFonts w:ascii="Arial" w:hAnsi="Arial" w:cs="Arial"/>
        <w:b/>
        <w:bCs/>
        <w:noProof/>
        <w:sz w:val="18"/>
        <w:szCs w:val="18"/>
      </w:rPr>
      <w:t>8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A06F46">
      <w:rPr>
        <w:rFonts w:ascii="Arial" w:hAnsi="Arial" w:cs="Arial"/>
        <w:b/>
        <w:bCs/>
        <w:noProof/>
        <w:sz w:val="18"/>
        <w:szCs w:val="18"/>
      </w:rPr>
      <w:t>8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7A9DC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A06F46">
      <w:rPr>
        <w:b/>
        <w:bCs/>
        <w:noProof/>
      </w:rPr>
      <w:t>7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A06F46">
      <w:rPr>
        <w:b/>
        <w:bCs/>
        <w:noProof/>
      </w:rPr>
      <w:t>8</w:t>
    </w:r>
    <w:r w:rsidRPr="0089512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3D9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5336F45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A7706D6" w14:textId="673A04F1" w:rsidR="003422D6" w:rsidRDefault="003422D6" w:rsidP="003422D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="00C7714E">
        <w:rPr>
          <w:rFonts w:ascii="Arial" w:hAnsi="Arial" w:cs="Arial"/>
          <w:sz w:val="18"/>
          <w:szCs w:val="18"/>
        </w:rPr>
        <w:t>Q</w:t>
      </w:r>
      <w:r w:rsidRPr="00F9796A">
        <w:rPr>
          <w:rFonts w:ascii="Arial" w:hAnsi="Arial" w:cs="Arial"/>
          <w:sz w:val="16"/>
          <w:szCs w:val="16"/>
        </w:rPr>
        <w:t>ualora la documentazione venga sottoscritta dal procuratore della società dovrà essere allegata copia della relativa procura notarile o altro documento da cui evincere i poteri di rappresentanza.</w:t>
      </w:r>
    </w:p>
    <w:p w14:paraId="44F97507" w14:textId="77777777" w:rsidR="006532F4" w:rsidRPr="00F9796A" w:rsidRDefault="006532F4" w:rsidP="003422D6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A29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0707E" w14:textId="27ADC57B" w:rsidR="007A738A" w:rsidRPr="007A738A" w:rsidRDefault="007A738A" w:rsidP="007A738A">
    <w:pPr>
      <w:spacing w:after="120"/>
      <w:jc w:val="right"/>
      <w:rPr>
        <w:rFonts w:ascii="Arial" w:hAnsi="Arial" w:cs="Arial"/>
        <w:b/>
        <w:sz w:val="20"/>
        <w:szCs w:val="20"/>
      </w:rPr>
    </w:pPr>
    <w:r w:rsidRPr="007A738A">
      <w:rPr>
        <w:sz w:val="20"/>
        <w:szCs w:val="20"/>
      </w:rPr>
      <w:t>Allegato 1- Manifestazione di interesse e dichiarazioni in ordine al possesso dei requisit</w:t>
    </w:r>
    <w:r w:rsidRPr="007A738A">
      <w:rPr>
        <w:rFonts w:asciiTheme="minorHAnsi" w:hAnsiTheme="minorHAnsi"/>
        <w:sz w:val="20"/>
        <w:szCs w:val="20"/>
      </w:rPr>
      <w:t>i</w:t>
    </w:r>
  </w:p>
  <w:p w14:paraId="59487221" w14:textId="77777777" w:rsidR="007A738A" w:rsidRPr="007A738A" w:rsidRDefault="007A738A" w:rsidP="007A738A">
    <w:pPr>
      <w:pStyle w:val="Intestazione"/>
      <w:jc w:val="right"/>
      <w:rPr>
        <w:sz w:val="20"/>
        <w:szCs w:val="20"/>
      </w:rPr>
    </w:pPr>
    <w:r w:rsidRPr="007A738A">
      <w:rPr>
        <w:sz w:val="20"/>
        <w:szCs w:val="20"/>
      </w:rPr>
      <w:t>(</w:t>
    </w:r>
    <w:r w:rsidRPr="007A738A">
      <w:rPr>
        <w:i/>
        <w:sz w:val="20"/>
        <w:szCs w:val="20"/>
      </w:rPr>
      <w:t>da trasformare in pdf e firmare digitalmente a seguito di compilazione</w:t>
    </w:r>
    <w:r w:rsidRPr="007A738A">
      <w:rPr>
        <w:sz w:val="20"/>
        <w:szCs w:val="20"/>
      </w:rPr>
      <w:t>)</w:t>
    </w:r>
  </w:p>
  <w:p w14:paraId="3B56F54F" w14:textId="5270CFCB" w:rsidR="00AC7456" w:rsidRPr="007A738A" w:rsidRDefault="00AC7456" w:rsidP="007A738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2F98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FB08A" w14:textId="4BF59589" w:rsidR="007E478F" w:rsidRPr="007A738A" w:rsidRDefault="00A06F46" w:rsidP="007A738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color w:val="auto"/>
      </w:rPr>
    </w:lvl>
  </w:abstractNum>
  <w:abstractNum w:abstractNumId="1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52CB4"/>
    <w:multiLevelType w:val="hybridMultilevel"/>
    <w:tmpl w:val="7CC29696"/>
    <w:lvl w:ilvl="0" w:tplc="0410001B">
      <w:start w:val="1"/>
      <w:numFmt w:val="lowerRoman"/>
      <w:lvlText w:val="%1."/>
      <w:lvlJc w:val="righ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87487"/>
    <w:multiLevelType w:val="hybridMultilevel"/>
    <w:tmpl w:val="42CAC28A"/>
    <w:lvl w:ilvl="0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9B05E8D"/>
    <w:multiLevelType w:val="hybridMultilevel"/>
    <w:tmpl w:val="56B4C4E0"/>
    <w:lvl w:ilvl="0" w:tplc="7248CE9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80FE5"/>
    <w:multiLevelType w:val="hybridMultilevel"/>
    <w:tmpl w:val="28D84446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C3C82"/>
    <w:multiLevelType w:val="hybridMultilevel"/>
    <w:tmpl w:val="F00C7B5C"/>
    <w:lvl w:ilvl="0" w:tplc="04100017">
      <w:start w:val="1"/>
      <w:numFmt w:val="lowerLetter"/>
      <w:lvlText w:val="%1)"/>
      <w:lvlJc w:val="lef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6288B"/>
    <w:multiLevelType w:val="hybridMultilevel"/>
    <w:tmpl w:val="5E0455E4"/>
    <w:lvl w:ilvl="0" w:tplc="74F0AEA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754C6A"/>
    <w:multiLevelType w:val="hybridMultilevel"/>
    <w:tmpl w:val="691237D6"/>
    <w:lvl w:ilvl="0" w:tplc="844830DE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4E096A17"/>
    <w:multiLevelType w:val="hybridMultilevel"/>
    <w:tmpl w:val="A7D6538A"/>
    <w:lvl w:ilvl="0" w:tplc="058C1492">
      <w:start w:val="1"/>
      <w:numFmt w:val="bullet"/>
      <w:lvlText w:val="¨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32212D7"/>
    <w:multiLevelType w:val="hybridMultilevel"/>
    <w:tmpl w:val="0E22A83C"/>
    <w:lvl w:ilvl="0" w:tplc="98522EAC">
      <w:start w:val="1"/>
      <w:numFmt w:val="bullet"/>
      <w:lvlText w:val="¨"/>
      <w:lvlJc w:val="left"/>
      <w:pPr>
        <w:ind w:left="1425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F5448"/>
    <w:multiLevelType w:val="hybridMultilevel"/>
    <w:tmpl w:val="44EA31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15072"/>
    <w:multiLevelType w:val="hybridMultilevel"/>
    <w:tmpl w:val="8816360C"/>
    <w:lvl w:ilvl="0" w:tplc="EFAE8BE0">
      <w:start w:val="1"/>
      <w:numFmt w:val="bullet"/>
      <w:lvlText w:val="¨"/>
      <w:lvlJc w:val="left"/>
      <w:pPr>
        <w:ind w:left="1428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DB4432F"/>
    <w:multiLevelType w:val="hybridMultilevel"/>
    <w:tmpl w:val="DC58D6BE"/>
    <w:lvl w:ilvl="0" w:tplc="BA8AC46A">
      <w:start w:val="1"/>
      <w:numFmt w:val="bullet"/>
      <w:lvlText w:val="¨"/>
      <w:lvlJc w:val="left"/>
      <w:pPr>
        <w:ind w:left="1860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5"/>
  </w:num>
  <w:num w:numId="9">
    <w:abstractNumId w:val="8"/>
  </w:num>
  <w:num w:numId="10">
    <w:abstractNumId w:val="16"/>
  </w:num>
  <w:num w:numId="11">
    <w:abstractNumId w:val="11"/>
  </w:num>
  <w:num w:numId="12">
    <w:abstractNumId w:val="15"/>
  </w:num>
  <w:num w:numId="13">
    <w:abstractNumId w:val="12"/>
  </w:num>
  <w:num w:numId="14">
    <w:abstractNumId w:val="14"/>
  </w:num>
  <w:num w:numId="15">
    <w:abstractNumId w:val="4"/>
  </w:num>
  <w:num w:numId="1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1"/>
    <w:rsid w:val="0000047A"/>
    <w:rsid w:val="0001356C"/>
    <w:rsid w:val="00013DAC"/>
    <w:rsid w:val="00013E9A"/>
    <w:rsid w:val="00015138"/>
    <w:rsid w:val="00015385"/>
    <w:rsid w:val="00015BD5"/>
    <w:rsid w:val="000243A7"/>
    <w:rsid w:val="00030B0E"/>
    <w:rsid w:val="00030EB5"/>
    <w:rsid w:val="000351FD"/>
    <w:rsid w:val="00035AD3"/>
    <w:rsid w:val="0003658B"/>
    <w:rsid w:val="00036DBA"/>
    <w:rsid w:val="000419A7"/>
    <w:rsid w:val="000462D8"/>
    <w:rsid w:val="00046A37"/>
    <w:rsid w:val="00054C57"/>
    <w:rsid w:val="00055049"/>
    <w:rsid w:val="00057B5A"/>
    <w:rsid w:val="00066FEB"/>
    <w:rsid w:val="00070082"/>
    <w:rsid w:val="00075A05"/>
    <w:rsid w:val="00082762"/>
    <w:rsid w:val="00082BF4"/>
    <w:rsid w:val="00086101"/>
    <w:rsid w:val="00087E69"/>
    <w:rsid w:val="00091747"/>
    <w:rsid w:val="00093D4F"/>
    <w:rsid w:val="00096F48"/>
    <w:rsid w:val="000A39BD"/>
    <w:rsid w:val="000A58F2"/>
    <w:rsid w:val="000B459B"/>
    <w:rsid w:val="000C00A6"/>
    <w:rsid w:val="000C6305"/>
    <w:rsid w:val="000D2B9B"/>
    <w:rsid w:val="000D7048"/>
    <w:rsid w:val="000D7E9C"/>
    <w:rsid w:val="000E05FA"/>
    <w:rsid w:val="000E28C3"/>
    <w:rsid w:val="000E5453"/>
    <w:rsid w:val="000E76A7"/>
    <w:rsid w:val="00112939"/>
    <w:rsid w:val="00114EC4"/>
    <w:rsid w:val="00115186"/>
    <w:rsid w:val="0012158A"/>
    <w:rsid w:val="001226D9"/>
    <w:rsid w:val="0012550C"/>
    <w:rsid w:val="00126218"/>
    <w:rsid w:val="001278EA"/>
    <w:rsid w:val="0015693C"/>
    <w:rsid w:val="00161E91"/>
    <w:rsid w:val="001644B3"/>
    <w:rsid w:val="001730D5"/>
    <w:rsid w:val="00173670"/>
    <w:rsid w:val="001810AC"/>
    <w:rsid w:val="00181C5C"/>
    <w:rsid w:val="001913AB"/>
    <w:rsid w:val="001937E9"/>
    <w:rsid w:val="001967CE"/>
    <w:rsid w:val="001A1D00"/>
    <w:rsid w:val="001A288A"/>
    <w:rsid w:val="001A4C02"/>
    <w:rsid w:val="001A5CC3"/>
    <w:rsid w:val="001B1290"/>
    <w:rsid w:val="001B1652"/>
    <w:rsid w:val="001B34FC"/>
    <w:rsid w:val="001B7CB7"/>
    <w:rsid w:val="001C39AE"/>
    <w:rsid w:val="001C7146"/>
    <w:rsid w:val="001C782B"/>
    <w:rsid w:val="001C7A33"/>
    <w:rsid w:val="001C7A90"/>
    <w:rsid w:val="001E2694"/>
    <w:rsid w:val="001E6B84"/>
    <w:rsid w:val="001E7522"/>
    <w:rsid w:val="001F23E6"/>
    <w:rsid w:val="002057A5"/>
    <w:rsid w:val="00206941"/>
    <w:rsid w:val="00213E49"/>
    <w:rsid w:val="0022036F"/>
    <w:rsid w:val="002222D2"/>
    <w:rsid w:val="00224A82"/>
    <w:rsid w:val="00231B0F"/>
    <w:rsid w:val="00237515"/>
    <w:rsid w:val="002423FF"/>
    <w:rsid w:val="00242A0B"/>
    <w:rsid w:val="002453C5"/>
    <w:rsid w:val="00246BD6"/>
    <w:rsid w:val="0025225C"/>
    <w:rsid w:val="0025744B"/>
    <w:rsid w:val="00270F04"/>
    <w:rsid w:val="002772C8"/>
    <w:rsid w:val="00281EDE"/>
    <w:rsid w:val="00292CCC"/>
    <w:rsid w:val="002970E6"/>
    <w:rsid w:val="002A1E3C"/>
    <w:rsid w:val="002A256A"/>
    <w:rsid w:val="002A297E"/>
    <w:rsid w:val="002A7983"/>
    <w:rsid w:val="002B0702"/>
    <w:rsid w:val="002B29CD"/>
    <w:rsid w:val="002B7C69"/>
    <w:rsid w:val="002C5277"/>
    <w:rsid w:val="002D3A26"/>
    <w:rsid w:val="002D52EB"/>
    <w:rsid w:val="002D7D99"/>
    <w:rsid w:val="002E236F"/>
    <w:rsid w:val="002E6376"/>
    <w:rsid w:val="002E78D4"/>
    <w:rsid w:val="002E7C83"/>
    <w:rsid w:val="002F06AC"/>
    <w:rsid w:val="002F48A9"/>
    <w:rsid w:val="002F4C8B"/>
    <w:rsid w:val="00301A06"/>
    <w:rsid w:val="003031D3"/>
    <w:rsid w:val="00311140"/>
    <w:rsid w:val="003125D2"/>
    <w:rsid w:val="00312D23"/>
    <w:rsid w:val="0031343C"/>
    <w:rsid w:val="00314E2F"/>
    <w:rsid w:val="00325459"/>
    <w:rsid w:val="00326A1F"/>
    <w:rsid w:val="003422D6"/>
    <w:rsid w:val="00343FC4"/>
    <w:rsid w:val="00344BAF"/>
    <w:rsid w:val="0034543A"/>
    <w:rsid w:val="0035029F"/>
    <w:rsid w:val="00351311"/>
    <w:rsid w:val="00352BDB"/>
    <w:rsid w:val="00355F65"/>
    <w:rsid w:val="00360644"/>
    <w:rsid w:val="0036252B"/>
    <w:rsid w:val="00364542"/>
    <w:rsid w:val="00366FD5"/>
    <w:rsid w:val="003673C4"/>
    <w:rsid w:val="00370F39"/>
    <w:rsid w:val="003749A6"/>
    <w:rsid w:val="003801C0"/>
    <w:rsid w:val="003804F1"/>
    <w:rsid w:val="00384A08"/>
    <w:rsid w:val="0038506C"/>
    <w:rsid w:val="0038541C"/>
    <w:rsid w:val="003B021D"/>
    <w:rsid w:val="003B02B7"/>
    <w:rsid w:val="003C1392"/>
    <w:rsid w:val="003C2338"/>
    <w:rsid w:val="003C3062"/>
    <w:rsid w:val="003C4683"/>
    <w:rsid w:val="003D412E"/>
    <w:rsid w:val="003D53ED"/>
    <w:rsid w:val="003D6E83"/>
    <w:rsid w:val="003E4BB4"/>
    <w:rsid w:val="003E514D"/>
    <w:rsid w:val="003E756E"/>
    <w:rsid w:val="003E78FC"/>
    <w:rsid w:val="003F0A2D"/>
    <w:rsid w:val="003F0C8D"/>
    <w:rsid w:val="003F0F4D"/>
    <w:rsid w:val="003F7CBD"/>
    <w:rsid w:val="00406790"/>
    <w:rsid w:val="00407AF9"/>
    <w:rsid w:val="00412367"/>
    <w:rsid w:val="00422075"/>
    <w:rsid w:val="0042707F"/>
    <w:rsid w:val="00436FA8"/>
    <w:rsid w:val="004409DF"/>
    <w:rsid w:val="0044178B"/>
    <w:rsid w:val="00442B53"/>
    <w:rsid w:val="00452ABE"/>
    <w:rsid w:val="004541D5"/>
    <w:rsid w:val="00456E51"/>
    <w:rsid w:val="00456F8D"/>
    <w:rsid w:val="00463066"/>
    <w:rsid w:val="0046356C"/>
    <w:rsid w:val="004676E6"/>
    <w:rsid w:val="00471541"/>
    <w:rsid w:val="0047276E"/>
    <w:rsid w:val="00474D54"/>
    <w:rsid w:val="004758E5"/>
    <w:rsid w:val="00480D56"/>
    <w:rsid w:val="004877E1"/>
    <w:rsid w:val="00497FD6"/>
    <w:rsid w:val="004A07D5"/>
    <w:rsid w:val="004A41BC"/>
    <w:rsid w:val="004A445C"/>
    <w:rsid w:val="004A69DA"/>
    <w:rsid w:val="004A760E"/>
    <w:rsid w:val="004A7BB1"/>
    <w:rsid w:val="004A7BD6"/>
    <w:rsid w:val="004A7E5A"/>
    <w:rsid w:val="004B09F7"/>
    <w:rsid w:val="004C55E5"/>
    <w:rsid w:val="004D2BC5"/>
    <w:rsid w:val="004E1998"/>
    <w:rsid w:val="004E1B59"/>
    <w:rsid w:val="004E385A"/>
    <w:rsid w:val="004E4E70"/>
    <w:rsid w:val="00503250"/>
    <w:rsid w:val="00503514"/>
    <w:rsid w:val="0050496C"/>
    <w:rsid w:val="00504AA9"/>
    <w:rsid w:val="005067A7"/>
    <w:rsid w:val="00507531"/>
    <w:rsid w:val="005171E2"/>
    <w:rsid w:val="0052170B"/>
    <w:rsid w:val="005231DA"/>
    <w:rsid w:val="005242AA"/>
    <w:rsid w:val="0053061B"/>
    <w:rsid w:val="0053064D"/>
    <w:rsid w:val="00531C38"/>
    <w:rsid w:val="005479E6"/>
    <w:rsid w:val="00552420"/>
    <w:rsid w:val="00555D44"/>
    <w:rsid w:val="005614A3"/>
    <w:rsid w:val="0056155B"/>
    <w:rsid w:val="00565B8C"/>
    <w:rsid w:val="00570D91"/>
    <w:rsid w:val="0057375D"/>
    <w:rsid w:val="0057617E"/>
    <w:rsid w:val="005803B3"/>
    <w:rsid w:val="00580891"/>
    <w:rsid w:val="00586591"/>
    <w:rsid w:val="00586DB1"/>
    <w:rsid w:val="005904AB"/>
    <w:rsid w:val="00590CA6"/>
    <w:rsid w:val="00594386"/>
    <w:rsid w:val="00596E26"/>
    <w:rsid w:val="005972A6"/>
    <w:rsid w:val="005A1180"/>
    <w:rsid w:val="005A6C5D"/>
    <w:rsid w:val="005B1576"/>
    <w:rsid w:val="005B3013"/>
    <w:rsid w:val="005B626C"/>
    <w:rsid w:val="005B7068"/>
    <w:rsid w:val="005C197B"/>
    <w:rsid w:val="005C1F05"/>
    <w:rsid w:val="005C5413"/>
    <w:rsid w:val="005C6F51"/>
    <w:rsid w:val="005D049A"/>
    <w:rsid w:val="005D2589"/>
    <w:rsid w:val="005D52DD"/>
    <w:rsid w:val="005E126E"/>
    <w:rsid w:val="005E2411"/>
    <w:rsid w:val="005F4345"/>
    <w:rsid w:val="005F50BB"/>
    <w:rsid w:val="005F7165"/>
    <w:rsid w:val="006025E4"/>
    <w:rsid w:val="0060405C"/>
    <w:rsid w:val="00623424"/>
    <w:rsid w:val="006411FE"/>
    <w:rsid w:val="00644932"/>
    <w:rsid w:val="00644F05"/>
    <w:rsid w:val="006462D3"/>
    <w:rsid w:val="006502A6"/>
    <w:rsid w:val="006524CE"/>
    <w:rsid w:val="006532F4"/>
    <w:rsid w:val="00662BD8"/>
    <w:rsid w:val="00670AEA"/>
    <w:rsid w:val="0068148B"/>
    <w:rsid w:val="00681BAC"/>
    <w:rsid w:val="0069004F"/>
    <w:rsid w:val="00692B31"/>
    <w:rsid w:val="0069324D"/>
    <w:rsid w:val="00693C73"/>
    <w:rsid w:val="006A2236"/>
    <w:rsid w:val="006A7927"/>
    <w:rsid w:val="006A7DBD"/>
    <w:rsid w:val="006B0989"/>
    <w:rsid w:val="006B5738"/>
    <w:rsid w:val="006C0A2D"/>
    <w:rsid w:val="006C58F8"/>
    <w:rsid w:val="006C6EC9"/>
    <w:rsid w:val="006D0CEF"/>
    <w:rsid w:val="006D47C2"/>
    <w:rsid w:val="006D766E"/>
    <w:rsid w:val="006F0A86"/>
    <w:rsid w:val="006F14B6"/>
    <w:rsid w:val="006F6834"/>
    <w:rsid w:val="006F724B"/>
    <w:rsid w:val="0070562C"/>
    <w:rsid w:val="00706617"/>
    <w:rsid w:val="00720D54"/>
    <w:rsid w:val="00726A3A"/>
    <w:rsid w:val="00727406"/>
    <w:rsid w:val="00730AB1"/>
    <w:rsid w:val="00736BE3"/>
    <w:rsid w:val="0074711D"/>
    <w:rsid w:val="00747F14"/>
    <w:rsid w:val="0075110B"/>
    <w:rsid w:val="007548DE"/>
    <w:rsid w:val="00760095"/>
    <w:rsid w:val="00761E0E"/>
    <w:rsid w:val="007715CD"/>
    <w:rsid w:val="0077575D"/>
    <w:rsid w:val="00777481"/>
    <w:rsid w:val="007901B0"/>
    <w:rsid w:val="00793945"/>
    <w:rsid w:val="00796BBC"/>
    <w:rsid w:val="00796F66"/>
    <w:rsid w:val="007A3725"/>
    <w:rsid w:val="007A577A"/>
    <w:rsid w:val="007A617A"/>
    <w:rsid w:val="007A738A"/>
    <w:rsid w:val="007B0164"/>
    <w:rsid w:val="007B0BF8"/>
    <w:rsid w:val="007C14C0"/>
    <w:rsid w:val="007C6648"/>
    <w:rsid w:val="007D5352"/>
    <w:rsid w:val="007D607D"/>
    <w:rsid w:val="007D7B91"/>
    <w:rsid w:val="007E4CC5"/>
    <w:rsid w:val="007E7897"/>
    <w:rsid w:val="007F2C0F"/>
    <w:rsid w:val="007F4C03"/>
    <w:rsid w:val="007F4F83"/>
    <w:rsid w:val="007F5830"/>
    <w:rsid w:val="00800A3E"/>
    <w:rsid w:val="00811865"/>
    <w:rsid w:val="0082005F"/>
    <w:rsid w:val="00822A63"/>
    <w:rsid w:val="00824577"/>
    <w:rsid w:val="0082727F"/>
    <w:rsid w:val="00827E15"/>
    <w:rsid w:val="00832963"/>
    <w:rsid w:val="00834BDF"/>
    <w:rsid w:val="00843022"/>
    <w:rsid w:val="00847EEE"/>
    <w:rsid w:val="008515BC"/>
    <w:rsid w:val="00857BB1"/>
    <w:rsid w:val="00866D3F"/>
    <w:rsid w:val="00866E63"/>
    <w:rsid w:val="00867FF8"/>
    <w:rsid w:val="00870A9E"/>
    <w:rsid w:val="00870EF2"/>
    <w:rsid w:val="00872A6B"/>
    <w:rsid w:val="0087744F"/>
    <w:rsid w:val="00880175"/>
    <w:rsid w:val="00882C2B"/>
    <w:rsid w:val="00893949"/>
    <w:rsid w:val="0089512E"/>
    <w:rsid w:val="00895675"/>
    <w:rsid w:val="008A4AC2"/>
    <w:rsid w:val="008A63F8"/>
    <w:rsid w:val="008A6C0A"/>
    <w:rsid w:val="008B0713"/>
    <w:rsid w:val="008B50A8"/>
    <w:rsid w:val="008B5DED"/>
    <w:rsid w:val="008B6B81"/>
    <w:rsid w:val="008C0AD9"/>
    <w:rsid w:val="008C2A61"/>
    <w:rsid w:val="008C7922"/>
    <w:rsid w:val="008D2F4E"/>
    <w:rsid w:val="008D3145"/>
    <w:rsid w:val="008D622D"/>
    <w:rsid w:val="008D759B"/>
    <w:rsid w:val="008E2F8F"/>
    <w:rsid w:val="008E3D95"/>
    <w:rsid w:val="008F06EE"/>
    <w:rsid w:val="00901685"/>
    <w:rsid w:val="00910631"/>
    <w:rsid w:val="00914505"/>
    <w:rsid w:val="00914A32"/>
    <w:rsid w:val="00921933"/>
    <w:rsid w:val="009269F3"/>
    <w:rsid w:val="00936761"/>
    <w:rsid w:val="00941D69"/>
    <w:rsid w:val="00945F73"/>
    <w:rsid w:val="00946672"/>
    <w:rsid w:val="009522C8"/>
    <w:rsid w:val="0095480C"/>
    <w:rsid w:val="00956896"/>
    <w:rsid w:val="00960731"/>
    <w:rsid w:val="00960C55"/>
    <w:rsid w:val="00962153"/>
    <w:rsid w:val="00966025"/>
    <w:rsid w:val="00971CDB"/>
    <w:rsid w:val="00983DAE"/>
    <w:rsid w:val="00992425"/>
    <w:rsid w:val="00993C12"/>
    <w:rsid w:val="00994255"/>
    <w:rsid w:val="009960B1"/>
    <w:rsid w:val="00996912"/>
    <w:rsid w:val="009A502A"/>
    <w:rsid w:val="009C2EDE"/>
    <w:rsid w:val="009C55B8"/>
    <w:rsid w:val="009D5EEF"/>
    <w:rsid w:val="009D7BE9"/>
    <w:rsid w:val="009E0CB2"/>
    <w:rsid w:val="009E1C21"/>
    <w:rsid w:val="009E66D7"/>
    <w:rsid w:val="009F36D4"/>
    <w:rsid w:val="009F4617"/>
    <w:rsid w:val="009F56AA"/>
    <w:rsid w:val="00A0066D"/>
    <w:rsid w:val="00A03AEA"/>
    <w:rsid w:val="00A06F46"/>
    <w:rsid w:val="00A07934"/>
    <w:rsid w:val="00A113A7"/>
    <w:rsid w:val="00A13B9A"/>
    <w:rsid w:val="00A13D07"/>
    <w:rsid w:val="00A16120"/>
    <w:rsid w:val="00A16A11"/>
    <w:rsid w:val="00A25B93"/>
    <w:rsid w:val="00A33568"/>
    <w:rsid w:val="00A34236"/>
    <w:rsid w:val="00A36BD8"/>
    <w:rsid w:val="00A37B0C"/>
    <w:rsid w:val="00A403D6"/>
    <w:rsid w:val="00A47553"/>
    <w:rsid w:val="00A51A95"/>
    <w:rsid w:val="00A535DF"/>
    <w:rsid w:val="00A53AAF"/>
    <w:rsid w:val="00A57CD3"/>
    <w:rsid w:val="00A7269D"/>
    <w:rsid w:val="00A74695"/>
    <w:rsid w:val="00A90185"/>
    <w:rsid w:val="00A90CC1"/>
    <w:rsid w:val="00A9105B"/>
    <w:rsid w:val="00A973C3"/>
    <w:rsid w:val="00AA4198"/>
    <w:rsid w:val="00AA79BC"/>
    <w:rsid w:val="00AB0C14"/>
    <w:rsid w:val="00AB5B2F"/>
    <w:rsid w:val="00AB657A"/>
    <w:rsid w:val="00AB758C"/>
    <w:rsid w:val="00AC4390"/>
    <w:rsid w:val="00AC7456"/>
    <w:rsid w:val="00AD0A66"/>
    <w:rsid w:val="00AE039F"/>
    <w:rsid w:val="00AF08E2"/>
    <w:rsid w:val="00AF48D8"/>
    <w:rsid w:val="00B072FF"/>
    <w:rsid w:val="00B1010E"/>
    <w:rsid w:val="00B23B05"/>
    <w:rsid w:val="00B27CC1"/>
    <w:rsid w:val="00B3448C"/>
    <w:rsid w:val="00B35C7A"/>
    <w:rsid w:val="00B35DE5"/>
    <w:rsid w:val="00B50F99"/>
    <w:rsid w:val="00B525CB"/>
    <w:rsid w:val="00B537A4"/>
    <w:rsid w:val="00B6749D"/>
    <w:rsid w:val="00B67C48"/>
    <w:rsid w:val="00B722F3"/>
    <w:rsid w:val="00B762D5"/>
    <w:rsid w:val="00B77124"/>
    <w:rsid w:val="00B9518E"/>
    <w:rsid w:val="00B96203"/>
    <w:rsid w:val="00BA6BD6"/>
    <w:rsid w:val="00BB1585"/>
    <w:rsid w:val="00BB775E"/>
    <w:rsid w:val="00BC0B23"/>
    <w:rsid w:val="00BC1CD8"/>
    <w:rsid w:val="00BC3454"/>
    <w:rsid w:val="00BC6E54"/>
    <w:rsid w:val="00BD05DD"/>
    <w:rsid w:val="00BD1849"/>
    <w:rsid w:val="00BD265C"/>
    <w:rsid w:val="00BF0319"/>
    <w:rsid w:val="00BF1A6D"/>
    <w:rsid w:val="00BF2093"/>
    <w:rsid w:val="00BF75D9"/>
    <w:rsid w:val="00C100E9"/>
    <w:rsid w:val="00C16D21"/>
    <w:rsid w:val="00C217C0"/>
    <w:rsid w:val="00C22E1A"/>
    <w:rsid w:val="00C2317A"/>
    <w:rsid w:val="00C253FB"/>
    <w:rsid w:val="00C25B7F"/>
    <w:rsid w:val="00C276DD"/>
    <w:rsid w:val="00C27B0D"/>
    <w:rsid w:val="00C31233"/>
    <w:rsid w:val="00C336C8"/>
    <w:rsid w:val="00C33A0B"/>
    <w:rsid w:val="00C34728"/>
    <w:rsid w:val="00C35223"/>
    <w:rsid w:val="00C37657"/>
    <w:rsid w:val="00C41A51"/>
    <w:rsid w:val="00C47EDF"/>
    <w:rsid w:val="00C51BB4"/>
    <w:rsid w:val="00C52F02"/>
    <w:rsid w:val="00C53A54"/>
    <w:rsid w:val="00C63355"/>
    <w:rsid w:val="00C6553D"/>
    <w:rsid w:val="00C7352C"/>
    <w:rsid w:val="00C74CA8"/>
    <w:rsid w:val="00C7714E"/>
    <w:rsid w:val="00C85D29"/>
    <w:rsid w:val="00C85FAE"/>
    <w:rsid w:val="00C96635"/>
    <w:rsid w:val="00C966E8"/>
    <w:rsid w:val="00C97907"/>
    <w:rsid w:val="00CA31A2"/>
    <w:rsid w:val="00CA4F9E"/>
    <w:rsid w:val="00CA5753"/>
    <w:rsid w:val="00CB0430"/>
    <w:rsid w:val="00CB102F"/>
    <w:rsid w:val="00CB4512"/>
    <w:rsid w:val="00CB5156"/>
    <w:rsid w:val="00CB6E83"/>
    <w:rsid w:val="00CC4462"/>
    <w:rsid w:val="00CD1DC0"/>
    <w:rsid w:val="00CE3E49"/>
    <w:rsid w:val="00CE4F8E"/>
    <w:rsid w:val="00CE542F"/>
    <w:rsid w:val="00CE757D"/>
    <w:rsid w:val="00CE76B8"/>
    <w:rsid w:val="00CF61C5"/>
    <w:rsid w:val="00D003EA"/>
    <w:rsid w:val="00D02018"/>
    <w:rsid w:val="00D03AA6"/>
    <w:rsid w:val="00D21B83"/>
    <w:rsid w:val="00D22E01"/>
    <w:rsid w:val="00D23556"/>
    <w:rsid w:val="00D24A55"/>
    <w:rsid w:val="00D26D74"/>
    <w:rsid w:val="00D33F52"/>
    <w:rsid w:val="00D3784C"/>
    <w:rsid w:val="00D413D5"/>
    <w:rsid w:val="00D51DBC"/>
    <w:rsid w:val="00D62C82"/>
    <w:rsid w:val="00D719E5"/>
    <w:rsid w:val="00D71D9F"/>
    <w:rsid w:val="00D74E50"/>
    <w:rsid w:val="00D756D2"/>
    <w:rsid w:val="00D81334"/>
    <w:rsid w:val="00D818AE"/>
    <w:rsid w:val="00D9169F"/>
    <w:rsid w:val="00D95148"/>
    <w:rsid w:val="00DA577B"/>
    <w:rsid w:val="00DA6ED5"/>
    <w:rsid w:val="00DB532D"/>
    <w:rsid w:val="00DB75B7"/>
    <w:rsid w:val="00DC4B49"/>
    <w:rsid w:val="00DC4DA3"/>
    <w:rsid w:val="00DE0D63"/>
    <w:rsid w:val="00DE2FEC"/>
    <w:rsid w:val="00DE43D6"/>
    <w:rsid w:val="00DE7647"/>
    <w:rsid w:val="00DF093F"/>
    <w:rsid w:val="00DF12D0"/>
    <w:rsid w:val="00DF3902"/>
    <w:rsid w:val="00E00598"/>
    <w:rsid w:val="00E0481B"/>
    <w:rsid w:val="00E05695"/>
    <w:rsid w:val="00E15254"/>
    <w:rsid w:val="00E401EE"/>
    <w:rsid w:val="00E47753"/>
    <w:rsid w:val="00E54DD6"/>
    <w:rsid w:val="00E603D2"/>
    <w:rsid w:val="00E644DC"/>
    <w:rsid w:val="00E6468D"/>
    <w:rsid w:val="00E649AB"/>
    <w:rsid w:val="00E74089"/>
    <w:rsid w:val="00E75329"/>
    <w:rsid w:val="00E75EA8"/>
    <w:rsid w:val="00E8489B"/>
    <w:rsid w:val="00E909EF"/>
    <w:rsid w:val="00E93848"/>
    <w:rsid w:val="00E94125"/>
    <w:rsid w:val="00E94271"/>
    <w:rsid w:val="00E97849"/>
    <w:rsid w:val="00E97D39"/>
    <w:rsid w:val="00EA3A21"/>
    <w:rsid w:val="00EA5FC5"/>
    <w:rsid w:val="00EB547B"/>
    <w:rsid w:val="00EC33A3"/>
    <w:rsid w:val="00EC4A60"/>
    <w:rsid w:val="00EC4D37"/>
    <w:rsid w:val="00EC54E1"/>
    <w:rsid w:val="00ED014F"/>
    <w:rsid w:val="00ED0E99"/>
    <w:rsid w:val="00ED665B"/>
    <w:rsid w:val="00EE23C8"/>
    <w:rsid w:val="00EE24F5"/>
    <w:rsid w:val="00EE433B"/>
    <w:rsid w:val="00EE643E"/>
    <w:rsid w:val="00EE75A7"/>
    <w:rsid w:val="00EF0CFC"/>
    <w:rsid w:val="00EF3215"/>
    <w:rsid w:val="00F025D4"/>
    <w:rsid w:val="00F10780"/>
    <w:rsid w:val="00F10B2A"/>
    <w:rsid w:val="00F14E57"/>
    <w:rsid w:val="00F16E0A"/>
    <w:rsid w:val="00F177D5"/>
    <w:rsid w:val="00F2023F"/>
    <w:rsid w:val="00F2529A"/>
    <w:rsid w:val="00F34051"/>
    <w:rsid w:val="00F346A2"/>
    <w:rsid w:val="00F40DFE"/>
    <w:rsid w:val="00F4103A"/>
    <w:rsid w:val="00F41EE7"/>
    <w:rsid w:val="00F53038"/>
    <w:rsid w:val="00F5315C"/>
    <w:rsid w:val="00F533AC"/>
    <w:rsid w:val="00F64615"/>
    <w:rsid w:val="00F739B9"/>
    <w:rsid w:val="00F74D7C"/>
    <w:rsid w:val="00F80F7E"/>
    <w:rsid w:val="00F8423F"/>
    <w:rsid w:val="00F86CCF"/>
    <w:rsid w:val="00F875FB"/>
    <w:rsid w:val="00F94FF8"/>
    <w:rsid w:val="00F95FD8"/>
    <w:rsid w:val="00F96B93"/>
    <w:rsid w:val="00F96E17"/>
    <w:rsid w:val="00FA5187"/>
    <w:rsid w:val="00FA6684"/>
    <w:rsid w:val="00FB0FD9"/>
    <w:rsid w:val="00FB3A90"/>
    <w:rsid w:val="00FC141C"/>
    <w:rsid w:val="00FC5579"/>
    <w:rsid w:val="00FD2049"/>
    <w:rsid w:val="00FD3F34"/>
    <w:rsid w:val="00FD73D9"/>
    <w:rsid w:val="00FE1D72"/>
    <w:rsid w:val="00FE7DF4"/>
    <w:rsid w:val="00FF618F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01C99A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sid w:val="007A738A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uiPriority w:val="99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qFormat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2A1E3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rpotesto">
    <w:name w:val="WW-Corpo testo"/>
    <w:basedOn w:val="Normale"/>
    <w:rsid w:val="00870A9E"/>
    <w:pPr>
      <w:tabs>
        <w:tab w:val="left" w:pos="0"/>
      </w:tabs>
      <w:suppressAutoHyphens/>
      <w:overflowPunct w:val="0"/>
      <w:autoSpaceDE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0"/>
      <w:lang w:eastAsia="zh-CN"/>
    </w:rPr>
  </w:style>
  <w:style w:type="paragraph" w:customStyle="1" w:styleId="Default">
    <w:name w:val="Default"/>
    <w:rsid w:val="00586D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rsid w:val="007A738A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uiPriority w:val="99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qFormat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2A1E3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Corpotesto">
    <w:name w:val="WW-Corpo testo"/>
    <w:basedOn w:val="Normale"/>
    <w:rsid w:val="00870A9E"/>
    <w:pPr>
      <w:tabs>
        <w:tab w:val="left" w:pos="0"/>
      </w:tabs>
      <w:suppressAutoHyphens/>
      <w:overflowPunct w:val="0"/>
      <w:autoSpaceDE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0"/>
      <w:lang w:eastAsia="zh-CN"/>
    </w:rPr>
  </w:style>
  <w:style w:type="paragraph" w:customStyle="1" w:styleId="Default">
    <w:name w:val="Default"/>
    <w:rsid w:val="00586D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respa@legalmail.it" TargetMode="External"/><Relationship Id="rId18" Type="http://schemas.openxmlformats.org/officeDocument/2006/relationships/hyperlink" Target="mailto:protocollo@pec.liguriadigitale.it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info@liguriadigital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otocollo@pec.liguriadigitale.it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privacyweb@liguriadigitale.it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ireliguria.it" TargetMode="External"/><Relationship Id="rId22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.REGIONE\Desktop\DLV-%20ROBERTA\MODELLI\LETTERA%201&#176;%20e%20%202&#176;%20FOGL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D9E95-4D45-40AD-B75A-4FAA3137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1° e  2° FOGLIO</Template>
  <TotalTime>311</TotalTime>
  <Pages>8</Pages>
  <Words>2199</Words>
  <Characters>15276</Characters>
  <Application>Microsoft Office Word</Application>
  <DocSecurity>0</DocSecurity>
  <Lines>127</Lines>
  <Paragraphs>34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1 	Stazione Appaltante e RUP</vt:lpstr>
      <vt:lpstr>    2	Oggetto e tempi di esecuzione del servizio</vt:lpstr>
      <vt:lpstr>    3	Importo complessivo massimo degli incarichi</vt:lpstr>
      <vt:lpstr>    4 	Soggetti ammessi a partecipare e limitazioni</vt:lpstr>
      <vt:lpstr>    5	Modalità di presentazione della manifestazione di interesse</vt:lpstr>
      <vt:lpstr>    6	Procedura e per la selezione degli operatori economici </vt:lpstr>
      <vt:lpstr>    7	Criterio di aggiudicazione </vt:lpstr>
      <vt:lpstr>    8	Altre informazioni</vt:lpstr>
      <vt:lpstr>    9	Pubblicazioni</vt:lpstr>
    </vt:vector>
  </TitlesOfParts>
  <Company>Microsoft</Company>
  <LinksUpToDate>false</LinksUpToDate>
  <CharactersWithSpaces>17441</CharactersWithSpaces>
  <SharedDoc>false</SharedDoc>
  <HLinks>
    <vt:vector size="36" baseType="variant">
      <vt:variant>
        <vt:i4>3014730</vt:i4>
      </vt:variant>
      <vt:variant>
        <vt:i4>15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1638462</vt:i4>
      </vt:variant>
      <vt:variant>
        <vt:i4>12</vt:i4>
      </vt:variant>
      <vt:variant>
        <vt:i4>0</vt:i4>
      </vt:variant>
      <vt:variant>
        <vt:i4>5</vt:i4>
      </vt:variant>
      <vt:variant>
        <vt:lpwstr>mailto:info@liguriadigitale.it</vt:lpwstr>
      </vt:variant>
      <vt:variant>
        <vt:lpwstr/>
      </vt:variant>
      <vt:variant>
        <vt:i4>3014730</vt:i4>
      </vt:variant>
      <vt:variant>
        <vt:i4>9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7471181</vt:i4>
      </vt:variant>
      <vt:variant>
        <vt:i4>6</vt:i4>
      </vt:variant>
      <vt:variant>
        <vt:i4>0</vt:i4>
      </vt:variant>
      <vt:variant>
        <vt:i4>5</vt:i4>
      </vt:variant>
      <vt:variant>
        <vt:lpwstr>mailto:privacyweb@liguriadigitale.it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http://www.ireliguria.it/</vt:lpwstr>
      </vt:variant>
      <vt:variant>
        <vt:lpwstr/>
      </vt:variant>
      <vt:variant>
        <vt:i4>262185</vt:i4>
      </vt:variant>
      <vt:variant>
        <vt:i4>0</vt:i4>
      </vt:variant>
      <vt:variant>
        <vt:i4>0</vt:i4>
      </vt:variant>
      <vt:variant>
        <vt:i4>5</vt:i4>
      </vt:variant>
      <vt:variant>
        <vt:lpwstr>mailto:irespa@legalmail.it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Roberta</dc:creator>
  <cp:keywords/>
  <dc:description/>
  <cp:lastModifiedBy>Pontello Federica</cp:lastModifiedBy>
  <cp:revision>63</cp:revision>
  <cp:lastPrinted>2018-12-21T13:05:00Z</cp:lastPrinted>
  <dcterms:created xsi:type="dcterms:W3CDTF">2018-09-03T09:17:00Z</dcterms:created>
  <dcterms:modified xsi:type="dcterms:W3CDTF">2019-02-07T11:38:00Z</dcterms:modified>
</cp:coreProperties>
</file>