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EFD59" w14:textId="77777777" w:rsidR="000316AE" w:rsidRPr="00902EFD" w:rsidRDefault="000316AE" w:rsidP="008B3695">
      <w:pPr>
        <w:tabs>
          <w:tab w:val="left" w:pos="2175"/>
          <w:tab w:val="center" w:pos="4819"/>
          <w:tab w:val="left" w:pos="9781"/>
        </w:tabs>
        <w:spacing w:after="120" w:line="360" w:lineRule="auto"/>
        <w:ind w:left="284" w:right="142"/>
        <w:contextualSpacing/>
        <w:jc w:val="center"/>
        <w:rPr>
          <w:rFonts w:ascii="Arial" w:hAnsi="Arial" w:cs="Arial"/>
          <w:b/>
        </w:rPr>
      </w:pPr>
      <w:r w:rsidRPr="00902EFD">
        <w:rPr>
          <w:rFonts w:ascii="Arial" w:eastAsia="Calibri" w:hAnsi="Arial" w:cs="Arial"/>
          <w:b/>
        </w:rPr>
        <w:t>MANIFESTAZIONE DI INTERESSE</w:t>
      </w:r>
    </w:p>
    <w:p w14:paraId="5E8FA122" w14:textId="77777777" w:rsidR="000316AE" w:rsidRPr="00902EFD" w:rsidRDefault="000316AE" w:rsidP="008B3695">
      <w:pPr>
        <w:spacing w:after="120" w:line="360" w:lineRule="auto"/>
        <w:ind w:left="284"/>
        <w:contextualSpacing/>
        <w:jc w:val="center"/>
        <w:rPr>
          <w:rFonts w:ascii="Arial" w:hAnsi="Arial" w:cs="Arial"/>
          <w:b/>
          <w:smallCaps/>
        </w:rPr>
      </w:pPr>
      <w:r w:rsidRPr="00902EFD">
        <w:rPr>
          <w:rFonts w:ascii="Arial" w:hAnsi="Arial" w:cs="Arial"/>
          <w:b/>
          <w:smallCaps/>
        </w:rPr>
        <w:t>AD IRE SPA</w:t>
      </w:r>
    </w:p>
    <w:p w14:paraId="47257449" w14:textId="77777777" w:rsidR="000316AE" w:rsidRPr="00902EFD" w:rsidRDefault="000316AE" w:rsidP="008B3695">
      <w:pPr>
        <w:spacing w:after="120" w:line="360" w:lineRule="auto"/>
        <w:ind w:left="284"/>
        <w:contextualSpacing/>
        <w:jc w:val="center"/>
        <w:rPr>
          <w:rFonts w:ascii="Arial" w:hAnsi="Arial" w:cs="Arial"/>
          <w:i/>
        </w:rPr>
      </w:pPr>
      <w:r w:rsidRPr="00902EFD">
        <w:rPr>
          <w:rFonts w:ascii="Arial" w:hAnsi="Arial" w:cs="Arial"/>
          <w:i/>
        </w:rPr>
        <w:t>sede operativa Via XX Settembre, 41  – 16121 Genova</w:t>
      </w:r>
    </w:p>
    <w:p w14:paraId="1968B887" w14:textId="0A9327EA" w:rsidR="00CE76B8" w:rsidRPr="00902EFD" w:rsidRDefault="00CE76B8" w:rsidP="008B3695">
      <w:pPr>
        <w:tabs>
          <w:tab w:val="left" w:pos="2175"/>
          <w:tab w:val="center" w:pos="4819"/>
          <w:tab w:val="left" w:pos="9781"/>
        </w:tabs>
        <w:spacing w:after="120" w:line="360" w:lineRule="auto"/>
        <w:ind w:left="284" w:right="142"/>
        <w:contextualSpacing/>
        <w:jc w:val="both"/>
        <w:rPr>
          <w:rFonts w:ascii="Arial" w:hAnsi="Arial" w:cs="Arial"/>
          <w:b/>
        </w:rPr>
      </w:pPr>
      <w:r w:rsidRPr="00902EFD">
        <w:rPr>
          <w:rFonts w:ascii="Arial" w:eastAsia="Calibri" w:hAnsi="Arial" w:cs="Arial"/>
          <w:b/>
        </w:rPr>
        <w:tab/>
      </w:r>
      <w:r w:rsidRPr="00902EFD">
        <w:rPr>
          <w:rFonts w:ascii="Arial" w:eastAsia="Calibri" w:hAnsi="Arial" w:cs="Arial"/>
          <w:b/>
        </w:rPr>
        <w:tab/>
      </w:r>
    </w:p>
    <w:p w14:paraId="687C6926" w14:textId="72819C36" w:rsidR="004022E3" w:rsidRPr="00A319F7" w:rsidRDefault="00A319F7" w:rsidP="008B3695">
      <w:pPr>
        <w:spacing w:after="120" w:line="360" w:lineRule="auto"/>
        <w:ind w:left="284"/>
        <w:contextualSpacing/>
        <w:jc w:val="both"/>
        <w:rPr>
          <w:rFonts w:ascii="Arial" w:hAnsi="Arial" w:cs="Arial"/>
          <w:b/>
          <w:caps/>
        </w:rPr>
      </w:pPr>
      <w:r w:rsidRPr="005A024F">
        <w:rPr>
          <w:rFonts w:ascii="Arial" w:hAnsi="Arial" w:cs="Arial"/>
          <w:b/>
        </w:rPr>
        <w:t>PER L’AFFIDAMENTO, AI SENSI DELL’ART. 36, COMMA</w:t>
      </w:r>
      <w:r w:rsidRPr="00EC4A60">
        <w:rPr>
          <w:rFonts w:ascii="Arial" w:hAnsi="Arial" w:cs="Arial"/>
          <w:b/>
        </w:rPr>
        <w:t xml:space="preserve"> 2, LETTERA </w:t>
      </w:r>
      <w:r>
        <w:rPr>
          <w:rFonts w:ascii="Arial" w:hAnsi="Arial" w:cs="Arial"/>
          <w:b/>
        </w:rPr>
        <w:t>A</w:t>
      </w:r>
      <w:r w:rsidRPr="00EC4A60">
        <w:rPr>
          <w:rFonts w:ascii="Arial" w:hAnsi="Arial" w:cs="Arial"/>
          <w:b/>
        </w:rPr>
        <w:t xml:space="preserve">) DEL D.LGS. 50/2016, </w:t>
      </w:r>
      <w:r>
        <w:rPr>
          <w:rFonts w:ascii="Arial" w:hAnsi="Arial" w:cs="Arial"/>
          <w:b/>
        </w:rPr>
        <w:t>DE</w:t>
      </w:r>
      <w:r w:rsidRPr="00705333">
        <w:rPr>
          <w:rFonts w:ascii="Arial" w:hAnsi="Arial" w:cs="Arial"/>
          <w:b/>
        </w:rPr>
        <w:t xml:space="preserve">I SERVIZI DI </w:t>
      </w:r>
      <w:r>
        <w:rPr>
          <w:rFonts w:ascii="Arial" w:hAnsi="Arial" w:cs="Arial"/>
          <w:b/>
        </w:rPr>
        <w:t xml:space="preserve">ASSISTENZA TECNICO-AMMINISTRATIVA A IRE NEL RECEPIMENTO DELLE DISPOSIZIONI DI CUI ALL’ART. 3 DEL </w:t>
      </w:r>
      <w:r w:rsidRPr="00B12BCD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ECRETO MIT</w:t>
      </w:r>
      <w:r w:rsidRPr="00B12BCD">
        <w:rPr>
          <w:rFonts w:ascii="Arial" w:hAnsi="Arial" w:cs="Arial"/>
          <w:b/>
        </w:rPr>
        <w:t xml:space="preserve"> 1 DICEMBRE 2017</w:t>
      </w:r>
      <w:r>
        <w:rPr>
          <w:rFonts w:ascii="Arial" w:hAnsi="Arial" w:cs="Arial"/>
          <w:b/>
        </w:rPr>
        <w:t xml:space="preserve"> N.560</w:t>
      </w:r>
    </w:p>
    <w:p w14:paraId="682720A7" w14:textId="77777777" w:rsidR="006D431E" w:rsidRPr="00902EFD" w:rsidRDefault="006D431E" w:rsidP="008B3695">
      <w:pPr>
        <w:tabs>
          <w:tab w:val="left" w:pos="9781"/>
        </w:tabs>
        <w:spacing w:after="120" w:line="360" w:lineRule="auto"/>
        <w:ind w:left="284" w:right="142"/>
        <w:contextualSpacing/>
        <w:jc w:val="both"/>
        <w:rPr>
          <w:rFonts w:ascii="Arial" w:hAnsi="Arial" w:cs="Arial"/>
          <w:b/>
        </w:rPr>
      </w:pPr>
    </w:p>
    <w:p w14:paraId="6BE000F3" w14:textId="77777777" w:rsidR="00E90328" w:rsidRPr="00902EFD" w:rsidRDefault="00E90328" w:rsidP="008B3695">
      <w:pPr>
        <w:spacing w:after="120" w:line="360" w:lineRule="auto"/>
        <w:ind w:left="284"/>
        <w:contextualSpacing/>
        <w:rPr>
          <w:rFonts w:ascii="Arial" w:hAnsi="Arial" w:cs="Arial"/>
          <w:lang w:eastAsia="it-IT"/>
        </w:rPr>
      </w:pPr>
      <w:r w:rsidRPr="00902EFD">
        <w:rPr>
          <w:rFonts w:ascii="Arial" w:hAnsi="Arial" w:cs="Arial"/>
        </w:rPr>
        <w:t>I soggetti sottoscritti</w:t>
      </w:r>
      <w:r w:rsidRPr="00902EFD">
        <w:rPr>
          <w:rStyle w:val="Rimandonotaapidipagina"/>
          <w:rFonts w:ascii="Arial" w:hAnsi="Arial" w:cs="Arial"/>
        </w:rPr>
        <w:footnoteReference w:id="1"/>
      </w:r>
      <w:r w:rsidRPr="00902EFD">
        <w:rPr>
          <w:rFonts w:ascii="Arial" w:hAnsi="Arial" w:cs="Arial"/>
        </w:rPr>
        <w:t>:</w:t>
      </w:r>
    </w:p>
    <w:p w14:paraId="61140C04" w14:textId="77777777" w:rsidR="00E90328" w:rsidRPr="00902EFD" w:rsidRDefault="00E90328" w:rsidP="008B3695">
      <w:pPr>
        <w:spacing w:after="120" w:line="360" w:lineRule="auto"/>
        <w:ind w:left="284"/>
        <w:contextualSpacing/>
        <w:rPr>
          <w:rFonts w:ascii="Arial" w:hAnsi="Arial" w:cs="Arial"/>
        </w:rPr>
      </w:pPr>
      <w:r w:rsidRPr="00902EFD">
        <w:rPr>
          <w:rFonts w:ascii="Arial" w:hAnsi="Arial" w:cs="Arial"/>
        </w:rPr>
        <w:t>SOTTOSCRITTORE N. ……</w:t>
      </w:r>
    </w:p>
    <w:tbl>
      <w:tblPr>
        <w:tblW w:w="10314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719"/>
        <w:gridCol w:w="2500"/>
        <w:gridCol w:w="3260"/>
        <w:gridCol w:w="2835"/>
      </w:tblGrid>
      <w:tr w:rsidR="00E90328" w:rsidRPr="00902EFD" w14:paraId="5FAE4D12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DEF49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Il sottoscritto:</w:t>
            </w:r>
          </w:p>
        </w:tc>
        <w:tc>
          <w:tcPr>
            <w:tcW w:w="85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1AAB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37FFC1B9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FA6A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Nato a: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38F27E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B8A7C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Il giorno: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CB88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24C5B020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7B64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Nella qualità di: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D8234C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EF738" w14:textId="31289808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Dell’impresa/società/studio: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EF0CAB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431DB625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27159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Con sede in: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3463D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A6301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Provincia: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651D30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631357D0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17F15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Via/piazza: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D53A1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19E88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Codice fiscale: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B80A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0B77E99B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CBBE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Partita IVA: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6151A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556B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Telefono: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5BAFE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13CE2832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98F6A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Fax: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0FA08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D949D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Posta elettronica certificata: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8B086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3134162B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8B27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Codice INAIL: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12A6AB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0AD2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PAT n.: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4EE857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6299AC1D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32AD1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Matricola INPS: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CE5A6F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02B3F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CCNL applicato: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37B7F9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5CFF94D9" w14:textId="77777777" w:rsidTr="008B3695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CBA8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Settore: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3C1599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6155889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34"/>
              <w:contextualSpacing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2645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</w:tbl>
    <w:p w14:paraId="53FE3AB9" w14:textId="77777777" w:rsidR="00E90328" w:rsidRPr="00902EFD" w:rsidRDefault="00E90328" w:rsidP="008B3695">
      <w:pPr>
        <w:autoSpaceDE w:val="0"/>
        <w:autoSpaceDN w:val="0"/>
        <w:adjustRightInd w:val="0"/>
        <w:spacing w:after="120" w:line="360" w:lineRule="auto"/>
        <w:ind w:left="284"/>
        <w:contextualSpacing/>
        <w:rPr>
          <w:rFonts w:ascii="Arial" w:eastAsia="Calibri" w:hAnsi="Arial" w:cs="Arial"/>
          <w:lang w:eastAsia="it-IT"/>
        </w:rPr>
      </w:pPr>
    </w:p>
    <w:p w14:paraId="5B1FA8A4" w14:textId="77777777" w:rsidR="00E90328" w:rsidRPr="00902EFD" w:rsidRDefault="00E90328" w:rsidP="008B3695">
      <w:pPr>
        <w:spacing w:after="120" w:line="360" w:lineRule="auto"/>
        <w:ind w:left="284"/>
        <w:contextualSpacing/>
        <w:rPr>
          <w:rFonts w:ascii="Arial" w:hAnsi="Arial" w:cs="Arial"/>
        </w:rPr>
      </w:pPr>
      <w:r w:rsidRPr="00902EFD">
        <w:rPr>
          <w:rFonts w:ascii="Arial" w:hAnsi="Arial" w:cs="Arial"/>
        </w:rPr>
        <w:t>SOTTOSCRITTORE N. ……</w:t>
      </w:r>
    </w:p>
    <w:tbl>
      <w:tblPr>
        <w:tblW w:w="10314" w:type="dxa"/>
        <w:tblBorders>
          <w:bottom w:val="single" w:sz="4" w:space="0" w:color="auto"/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7"/>
        <w:gridCol w:w="2502"/>
        <w:gridCol w:w="3260"/>
        <w:gridCol w:w="2835"/>
      </w:tblGrid>
      <w:tr w:rsidR="00E90328" w:rsidRPr="00902EFD" w14:paraId="0DEFDE92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588D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Il sottoscritto:</w:t>
            </w:r>
          </w:p>
        </w:tc>
        <w:tc>
          <w:tcPr>
            <w:tcW w:w="85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EDA0C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56CAC744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A4335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Nato a: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11CA0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3EDD5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Il giorno: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67D7B4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158FEE5B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B625B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Nella qualità di: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09110E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0114F" w14:textId="565C6201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Dell’impresa/società/studio: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511FE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5E2279BF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7CB8F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Con sede in: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91720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8E8DD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Provincia: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9A2FA4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21C82964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5860D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Via/piazza: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148F9E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673A5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Codice fiscale: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1F533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546355EB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8B4F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Partita IVA: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729D06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EEBB5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Telefono: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A57AC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6454EDD1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3F25D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Fax: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59308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66B0E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Posta elettronica certificata: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F5DE11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6AA7B169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45B3F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Codice INAIL: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D3E13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355F7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PAT n.: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E5B04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0677E702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DF664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-142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 xml:space="preserve">Matricola </w:t>
            </w:r>
            <w:r w:rsidRPr="00902EFD">
              <w:rPr>
                <w:rFonts w:ascii="Arial" w:hAnsi="Arial" w:cs="Arial"/>
                <w:color w:val="000000"/>
              </w:rPr>
              <w:lastRenderedPageBreak/>
              <w:t>INPS: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F22DB9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0F26B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t>CCNL applicato: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F0AF0A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E90328" w:rsidRPr="00902EFD" w14:paraId="3A1FA8DB" w14:textId="77777777" w:rsidTr="008B3695"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5D912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902EFD">
              <w:rPr>
                <w:rFonts w:ascii="Arial" w:hAnsi="Arial" w:cs="Arial"/>
                <w:color w:val="000000"/>
              </w:rPr>
              <w:lastRenderedPageBreak/>
              <w:t>Settore: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C55ADC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A3B8329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3A28B" w14:textId="77777777" w:rsidR="00E90328" w:rsidRPr="00902EFD" w:rsidRDefault="00E90328" w:rsidP="008B3695">
            <w:pPr>
              <w:autoSpaceDE w:val="0"/>
              <w:autoSpaceDN w:val="0"/>
              <w:adjustRightInd w:val="0"/>
              <w:spacing w:after="120" w:line="360" w:lineRule="auto"/>
              <w:ind w:left="284"/>
              <w:contextualSpacing/>
              <w:rPr>
                <w:rFonts w:ascii="Arial" w:hAnsi="Arial" w:cs="Arial"/>
                <w:color w:val="000000"/>
              </w:rPr>
            </w:pPr>
          </w:p>
        </w:tc>
      </w:tr>
    </w:tbl>
    <w:p w14:paraId="12CB7CAD" w14:textId="77777777" w:rsidR="00E90328" w:rsidRDefault="00E90328" w:rsidP="008B3695">
      <w:pPr>
        <w:autoSpaceDE w:val="0"/>
        <w:autoSpaceDN w:val="0"/>
        <w:adjustRightInd w:val="0"/>
        <w:spacing w:after="120" w:line="360" w:lineRule="auto"/>
        <w:ind w:left="284"/>
        <w:contextualSpacing/>
        <w:rPr>
          <w:rFonts w:ascii="Arial" w:hAnsi="Arial" w:cs="Arial"/>
        </w:rPr>
      </w:pPr>
    </w:p>
    <w:p w14:paraId="35063983" w14:textId="0A6B6094" w:rsidR="00A319F7" w:rsidRPr="00902EFD" w:rsidRDefault="00A319F7" w:rsidP="008B3695">
      <w:pPr>
        <w:tabs>
          <w:tab w:val="left" w:pos="9781"/>
        </w:tabs>
        <w:spacing w:after="120" w:line="360" w:lineRule="auto"/>
        <w:ind w:left="284" w:right="142"/>
        <w:contextualSpacing/>
        <w:jc w:val="center"/>
        <w:rPr>
          <w:rFonts w:ascii="Arial" w:hAnsi="Arial" w:cs="Arial"/>
          <w:caps/>
        </w:rPr>
      </w:pPr>
      <w:r w:rsidRPr="00902EFD">
        <w:rPr>
          <w:rFonts w:ascii="Arial" w:hAnsi="Arial" w:cs="Arial"/>
        </w:rPr>
        <w:t>visti i contenuti dell’A</w:t>
      </w:r>
      <w:r>
        <w:rPr>
          <w:rFonts w:ascii="Arial" w:hAnsi="Arial" w:cs="Arial"/>
        </w:rPr>
        <w:t>vviso in oggetto</w:t>
      </w:r>
    </w:p>
    <w:p w14:paraId="5FF5C0B1" w14:textId="38024473" w:rsidR="00E90328" w:rsidRPr="00902EFD" w:rsidRDefault="00E90328" w:rsidP="008B3695">
      <w:pPr>
        <w:pStyle w:val="Paragrafoelenco"/>
        <w:autoSpaceDE w:val="0"/>
        <w:autoSpaceDN w:val="0"/>
        <w:adjustRightInd w:val="0"/>
        <w:spacing w:after="120" w:line="360" w:lineRule="auto"/>
        <w:ind w:left="284"/>
        <w:jc w:val="center"/>
        <w:rPr>
          <w:rFonts w:ascii="Arial" w:hAnsi="Arial" w:cs="Arial"/>
          <w:b/>
          <w:color w:val="000000"/>
          <w:spacing w:val="28"/>
          <w:sz w:val="22"/>
          <w:szCs w:val="22"/>
        </w:rPr>
      </w:pPr>
      <w:r w:rsidRPr="00902EFD">
        <w:rPr>
          <w:rFonts w:ascii="Arial" w:hAnsi="Arial" w:cs="Arial"/>
          <w:b/>
          <w:color w:val="000000"/>
          <w:spacing w:val="28"/>
          <w:sz w:val="22"/>
          <w:szCs w:val="22"/>
        </w:rPr>
        <w:t>MANIFESTA/MANIFESTANO</w:t>
      </w:r>
      <w:r w:rsidR="00C17C46">
        <w:rPr>
          <w:rFonts w:ascii="Arial" w:hAnsi="Arial" w:cs="Arial"/>
          <w:b/>
          <w:color w:val="000000"/>
          <w:spacing w:val="28"/>
          <w:sz w:val="22"/>
          <w:szCs w:val="22"/>
        </w:rPr>
        <w:t xml:space="preserve"> </w:t>
      </w:r>
      <w:r w:rsidRPr="00902EFD">
        <w:rPr>
          <w:rFonts w:ascii="Arial" w:hAnsi="Arial" w:cs="Arial"/>
          <w:b/>
          <w:color w:val="000000"/>
          <w:spacing w:val="28"/>
          <w:sz w:val="22"/>
          <w:szCs w:val="22"/>
        </w:rPr>
        <w:t>INTERESSE</w:t>
      </w:r>
    </w:p>
    <w:p w14:paraId="465D34EC" w14:textId="04469CCE" w:rsidR="00E90328" w:rsidRDefault="00E90328" w:rsidP="008B3695">
      <w:pPr>
        <w:pStyle w:val="commi"/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all’affidamento in oggetto e si presenta/presentano:</w:t>
      </w:r>
    </w:p>
    <w:p w14:paraId="41788EBA" w14:textId="77777777" w:rsidR="008B3695" w:rsidRPr="00902EFD" w:rsidRDefault="008B3695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</w:p>
    <w:p w14:paraId="00C42BE9" w14:textId="77777777" w:rsidR="00E90328" w:rsidRPr="00902EFD" w:rsidRDefault="00E90328" w:rsidP="008B3695">
      <w:pPr>
        <w:pStyle w:val="commi"/>
        <w:numPr>
          <w:ilvl w:val="1"/>
          <w:numId w:val="36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SINGOLARMENTE come:</w:t>
      </w:r>
    </w:p>
    <w:p w14:paraId="00D54BE3" w14:textId="522A93B8" w:rsidR="00E90328" w:rsidRPr="00902EFD" w:rsidRDefault="00E90328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Impresa individuale o società (art. 45 c. 2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Pr="00902EFD">
        <w:rPr>
          <w:rFonts w:ascii="Arial" w:hAnsi="Arial" w:cs="Arial"/>
          <w:sz w:val="22"/>
          <w:szCs w:val="22"/>
        </w:rPr>
        <w:t xml:space="preserve">. </w:t>
      </w:r>
      <w:r w:rsidR="008F41C5" w:rsidRPr="00902EFD">
        <w:rPr>
          <w:rFonts w:ascii="Arial" w:hAnsi="Arial" w:cs="Arial"/>
          <w:sz w:val="22"/>
          <w:szCs w:val="22"/>
        </w:rPr>
        <w:t>a</w:t>
      </w:r>
      <w:r w:rsidRPr="00902EFD">
        <w:rPr>
          <w:rFonts w:ascii="Arial" w:hAnsi="Arial" w:cs="Arial"/>
          <w:sz w:val="22"/>
          <w:szCs w:val="22"/>
        </w:rPr>
        <w:t>) del d.lgs. 50/</w:t>
      </w:r>
      <w:r w:rsidR="008F41C5" w:rsidRPr="00902EFD">
        <w:rPr>
          <w:rFonts w:ascii="Arial" w:hAnsi="Arial" w:cs="Arial"/>
          <w:sz w:val="22"/>
          <w:szCs w:val="22"/>
        </w:rPr>
        <w:t>20</w:t>
      </w:r>
      <w:r w:rsidRPr="00902EFD">
        <w:rPr>
          <w:rFonts w:ascii="Arial" w:hAnsi="Arial" w:cs="Arial"/>
          <w:sz w:val="22"/>
          <w:szCs w:val="22"/>
        </w:rPr>
        <w:t>16)</w:t>
      </w:r>
    </w:p>
    <w:p w14:paraId="11CCE676" w14:textId="77777777" w:rsidR="00E90328" w:rsidRPr="00902EFD" w:rsidRDefault="00E90328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Consorzio fra società cooperative di produzione e lavoro o</w:t>
      </w:r>
    </w:p>
    <w:p w14:paraId="7CB1F52C" w14:textId="4615B36F" w:rsidR="00E90328" w:rsidRPr="00902EFD" w:rsidRDefault="00E90328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Consorzio fra imprese artigiane (art. 45 c. 2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="008F41C5" w:rsidRPr="00902EFD">
        <w:rPr>
          <w:rFonts w:ascii="Arial" w:hAnsi="Arial" w:cs="Arial"/>
          <w:sz w:val="22"/>
          <w:szCs w:val="22"/>
        </w:rPr>
        <w:t>.</w:t>
      </w:r>
      <w:r w:rsidRPr="00902EFD">
        <w:rPr>
          <w:rFonts w:ascii="Arial" w:hAnsi="Arial" w:cs="Arial"/>
          <w:sz w:val="22"/>
          <w:szCs w:val="22"/>
        </w:rPr>
        <w:t xml:space="preserve"> b) d.lgs. 50/</w:t>
      </w:r>
      <w:r w:rsidR="008F41C5" w:rsidRPr="00902EFD">
        <w:rPr>
          <w:rFonts w:ascii="Arial" w:hAnsi="Arial" w:cs="Arial"/>
          <w:sz w:val="22"/>
          <w:szCs w:val="22"/>
        </w:rPr>
        <w:t>20</w:t>
      </w:r>
      <w:r w:rsidRPr="00902EFD">
        <w:rPr>
          <w:rFonts w:ascii="Arial" w:hAnsi="Arial" w:cs="Arial"/>
          <w:sz w:val="22"/>
          <w:szCs w:val="22"/>
        </w:rPr>
        <w:t>16)</w:t>
      </w:r>
    </w:p>
    <w:p w14:paraId="5217824C" w14:textId="77777777" w:rsidR="00E90328" w:rsidRPr="00902EFD" w:rsidRDefault="00E90328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Consorzio stabile (art. 45 c.2 lettera c) d.lgs. 50/16)</w:t>
      </w:r>
    </w:p>
    <w:p w14:paraId="793130C9" w14:textId="45136E41" w:rsidR="008F41C5" w:rsidRPr="00902EFD" w:rsidRDefault="008F41C5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professionista singolo (art. 46, c. 1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Pr="00902EFD">
        <w:rPr>
          <w:rFonts w:ascii="Arial" w:hAnsi="Arial" w:cs="Arial"/>
          <w:sz w:val="22"/>
          <w:szCs w:val="22"/>
        </w:rPr>
        <w:t>. a) del d.lgs</w:t>
      </w:r>
      <w:r w:rsidR="002F4717" w:rsidRPr="00902EFD">
        <w:rPr>
          <w:rFonts w:ascii="Arial" w:hAnsi="Arial" w:cs="Arial"/>
          <w:sz w:val="22"/>
          <w:szCs w:val="22"/>
        </w:rPr>
        <w:t>.</w:t>
      </w:r>
      <w:r w:rsidRPr="00902EFD">
        <w:rPr>
          <w:rFonts w:ascii="Arial" w:hAnsi="Arial" w:cs="Arial"/>
          <w:sz w:val="22"/>
          <w:szCs w:val="22"/>
        </w:rPr>
        <w:t xml:space="preserve"> 50/2016)</w:t>
      </w:r>
    </w:p>
    <w:p w14:paraId="6E4D94D5" w14:textId="2BD27D08" w:rsidR="008F41C5" w:rsidRPr="00902EFD" w:rsidRDefault="008F41C5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studio associato (art. 46, c. 1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Pr="00902EFD">
        <w:rPr>
          <w:rFonts w:ascii="Arial" w:hAnsi="Arial" w:cs="Arial"/>
          <w:sz w:val="22"/>
          <w:szCs w:val="22"/>
        </w:rPr>
        <w:t>. a) del d.lgs</w:t>
      </w:r>
      <w:r w:rsidR="002F4717" w:rsidRPr="00902EFD">
        <w:rPr>
          <w:rFonts w:ascii="Arial" w:hAnsi="Arial" w:cs="Arial"/>
          <w:sz w:val="22"/>
          <w:szCs w:val="22"/>
        </w:rPr>
        <w:t>.</w:t>
      </w:r>
      <w:r w:rsidRPr="00902EFD">
        <w:rPr>
          <w:rFonts w:ascii="Arial" w:hAnsi="Arial" w:cs="Arial"/>
          <w:sz w:val="22"/>
          <w:szCs w:val="22"/>
        </w:rPr>
        <w:t xml:space="preserve"> 50/2016)</w:t>
      </w:r>
    </w:p>
    <w:p w14:paraId="5B7A167D" w14:textId="1A296C0E" w:rsidR="008F41C5" w:rsidRPr="00902EFD" w:rsidRDefault="006C5F03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società di professionisti</w:t>
      </w:r>
      <w:r w:rsidR="008F41C5" w:rsidRPr="00902EFD">
        <w:rPr>
          <w:rFonts w:ascii="Arial" w:hAnsi="Arial" w:cs="Arial"/>
          <w:sz w:val="22"/>
          <w:szCs w:val="22"/>
        </w:rPr>
        <w:t xml:space="preserve"> (art. 46</w:t>
      </w:r>
      <w:r w:rsidRPr="00902EFD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F4717" w:rsidRPr="00902EFD">
        <w:rPr>
          <w:rFonts w:ascii="Arial" w:hAnsi="Arial" w:cs="Arial"/>
          <w:sz w:val="22"/>
          <w:szCs w:val="22"/>
        </w:rPr>
        <w:t>lett</w:t>
      </w:r>
      <w:proofErr w:type="spellEnd"/>
      <w:r w:rsidR="002F4717" w:rsidRPr="00902EFD">
        <w:rPr>
          <w:rFonts w:ascii="Arial" w:hAnsi="Arial" w:cs="Arial"/>
          <w:sz w:val="22"/>
          <w:szCs w:val="22"/>
        </w:rPr>
        <w:t>. b) del d.lgs. 50/2016)</w:t>
      </w:r>
    </w:p>
    <w:p w14:paraId="15797EFE" w14:textId="7109A5C5" w:rsidR="002F4717" w:rsidRPr="00902EFD" w:rsidRDefault="002F4717" w:rsidP="008B3695">
      <w:pPr>
        <w:pStyle w:val="commi"/>
        <w:numPr>
          <w:ilvl w:val="2"/>
          <w:numId w:val="36"/>
        </w:numPr>
        <w:spacing w:after="120"/>
        <w:ind w:left="426" w:hanging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società di ingegneria (art. 46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Pr="00902EFD">
        <w:rPr>
          <w:rFonts w:ascii="Arial" w:hAnsi="Arial" w:cs="Arial"/>
          <w:sz w:val="22"/>
          <w:szCs w:val="22"/>
        </w:rPr>
        <w:t>. c) del d.lgs. 50/2016)</w:t>
      </w:r>
    </w:p>
    <w:p w14:paraId="7D674130" w14:textId="77777777" w:rsidR="00E90328" w:rsidRPr="00902EFD" w:rsidRDefault="00E90328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</w:p>
    <w:p w14:paraId="6AEE6FA7" w14:textId="4CB89FDD" w:rsidR="00E90328" w:rsidRPr="00902EFD" w:rsidRDefault="00E90328" w:rsidP="008B3695">
      <w:pPr>
        <w:pStyle w:val="commi"/>
        <w:numPr>
          <w:ilvl w:val="1"/>
          <w:numId w:val="36"/>
        </w:numPr>
        <w:spacing w:after="120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COME RAGGRUPPAMENTO TEMPORANEO DI CONCORRENTI (art. 45 c. 2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Pr="00902EFD">
        <w:rPr>
          <w:rFonts w:ascii="Arial" w:hAnsi="Arial" w:cs="Arial"/>
          <w:sz w:val="22"/>
          <w:szCs w:val="22"/>
        </w:rPr>
        <w:t>. d) d.lgs. 50/</w:t>
      </w:r>
      <w:r w:rsidR="00842A3E" w:rsidRPr="00902EFD">
        <w:rPr>
          <w:rFonts w:ascii="Arial" w:hAnsi="Arial" w:cs="Arial"/>
          <w:sz w:val="22"/>
          <w:szCs w:val="22"/>
        </w:rPr>
        <w:t>20</w:t>
      </w:r>
      <w:r w:rsidRPr="00902EFD">
        <w:rPr>
          <w:rFonts w:ascii="Arial" w:hAnsi="Arial" w:cs="Arial"/>
          <w:sz w:val="22"/>
          <w:szCs w:val="22"/>
        </w:rPr>
        <w:t>16</w:t>
      </w:r>
      <w:r w:rsidR="00A319F7">
        <w:rPr>
          <w:rFonts w:ascii="Arial" w:hAnsi="Arial" w:cs="Arial"/>
          <w:sz w:val="22"/>
          <w:szCs w:val="22"/>
        </w:rPr>
        <w:t xml:space="preserve"> /</w:t>
      </w:r>
      <w:r w:rsidR="00842A3E" w:rsidRPr="00902EFD">
        <w:rPr>
          <w:rFonts w:ascii="Arial" w:hAnsi="Arial" w:cs="Arial"/>
          <w:sz w:val="22"/>
          <w:szCs w:val="22"/>
        </w:rPr>
        <w:t xml:space="preserve"> art. 46 c. 1 </w:t>
      </w:r>
      <w:proofErr w:type="spellStart"/>
      <w:r w:rsidR="00842A3E" w:rsidRPr="00902EFD">
        <w:rPr>
          <w:rFonts w:ascii="Arial" w:hAnsi="Arial" w:cs="Arial"/>
          <w:sz w:val="22"/>
          <w:szCs w:val="22"/>
        </w:rPr>
        <w:t>lett</w:t>
      </w:r>
      <w:proofErr w:type="spellEnd"/>
      <w:r w:rsidR="00842A3E" w:rsidRPr="00902EFD">
        <w:rPr>
          <w:rFonts w:ascii="Arial" w:hAnsi="Arial" w:cs="Arial"/>
          <w:sz w:val="22"/>
          <w:szCs w:val="22"/>
        </w:rPr>
        <w:t>. e) del d.lgs. 50/2016</w:t>
      </w:r>
      <w:r w:rsidRPr="00902EFD">
        <w:rPr>
          <w:rFonts w:ascii="Arial" w:hAnsi="Arial" w:cs="Arial"/>
          <w:sz w:val="22"/>
          <w:szCs w:val="22"/>
        </w:rPr>
        <w:t>) formato da: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589"/>
        <w:gridCol w:w="3932"/>
        <w:gridCol w:w="2977"/>
      </w:tblGrid>
      <w:tr w:rsidR="00E90328" w:rsidRPr="00902EFD" w14:paraId="7A286DFD" w14:textId="77777777" w:rsidTr="00595956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55E6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2EFD">
              <w:rPr>
                <w:rFonts w:ascii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38AF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2EFD">
              <w:rPr>
                <w:rFonts w:ascii="Arial" w:hAnsi="Arial" w:cs="Arial"/>
                <w:sz w:val="22"/>
                <w:szCs w:val="22"/>
              </w:rPr>
              <w:t>FORMA GIURIDICA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9380" w14:textId="480AAA33" w:rsidR="00E90328" w:rsidRPr="00902EFD" w:rsidRDefault="00595956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CF e P.IVA</w:t>
            </w:r>
          </w:p>
        </w:tc>
      </w:tr>
      <w:tr w:rsidR="00E90328" w:rsidRPr="00902EFD" w14:paraId="6736F0F4" w14:textId="77777777" w:rsidTr="00595956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709A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C127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BCB9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361FED2B" w14:textId="77777777" w:rsidTr="00595956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A246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24E7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AB15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7E65FCDE" w14:textId="77777777" w:rsidTr="00595956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485E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E50A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E87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740D3717" w14:textId="77777777" w:rsidTr="00595956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C9F6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8D7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4BF8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5B313084" w14:textId="77777777" w:rsidTr="00595956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70EE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32CD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C23B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1F250D" w14:textId="77777777" w:rsidR="00E90328" w:rsidRPr="00902EFD" w:rsidRDefault="00E90328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</w:p>
    <w:p w14:paraId="0ADD292F" w14:textId="77777777" w:rsidR="00E90328" w:rsidRPr="00902EFD" w:rsidRDefault="00E90328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Il raggruppamento è:</w:t>
      </w:r>
    </w:p>
    <w:p w14:paraId="6181B229" w14:textId="77777777" w:rsidR="00E90328" w:rsidRPr="00902EFD" w:rsidRDefault="00E90328" w:rsidP="008B3695">
      <w:pPr>
        <w:pStyle w:val="commi"/>
        <w:numPr>
          <w:ilvl w:val="2"/>
          <w:numId w:val="36"/>
        </w:numPr>
        <w:tabs>
          <w:tab w:val="left" w:pos="709"/>
        </w:tabs>
        <w:spacing w:after="120"/>
        <w:ind w:left="284" w:hanging="283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COSTITUENDO</w:t>
      </w:r>
    </w:p>
    <w:p w14:paraId="479CB0AD" w14:textId="20DDAFA7" w:rsidR="00E90328" w:rsidRPr="00902EFD" w:rsidRDefault="00E90328" w:rsidP="008B3695">
      <w:pPr>
        <w:pStyle w:val="commi"/>
        <w:numPr>
          <w:ilvl w:val="0"/>
          <w:numId w:val="0"/>
        </w:numPr>
        <w:tabs>
          <w:tab w:val="left" w:pos="426"/>
        </w:tabs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Allo scopo si impegna/no a conferire, in caso di aggiudicazione della gara, mandato collettivo speciale con rappresentanza gratuito ed irrevocabile alla Società/Impresa/altro (MANDATARIA): __________________________________</w:t>
      </w:r>
      <w:r w:rsidR="00595956">
        <w:rPr>
          <w:rFonts w:ascii="Arial" w:hAnsi="Arial" w:cs="Arial"/>
          <w:sz w:val="22"/>
          <w:szCs w:val="22"/>
        </w:rPr>
        <w:t>___________________</w:t>
      </w:r>
      <w:r w:rsidRPr="00902EFD">
        <w:rPr>
          <w:rFonts w:ascii="Arial" w:hAnsi="Arial" w:cs="Arial"/>
          <w:sz w:val="22"/>
          <w:szCs w:val="22"/>
        </w:rPr>
        <w:t>, la quale stipulerà il contratto in nome e per conto delle mandanti;</w:t>
      </w:r>
    </w:p>
    <w:p w14:paraId="6132B842" w14:textId="77777777" w:rsidR="00E90328" w:rsidRPr="00902EFD" w:rsidRDefault="00E90328" w:rsidP="008B3695">
      <w:pPr>
        <w:pStyle w:val="commi"/>
        <w:numPr>
          <w:ilvl w:val="2"/>
          <w:numId w:val="36"/>
        </w:numPr>
        <w:tabs>
          <w:tab w:val="left" w:pos="709"/>
        </w:tabs>
        <w:spacing w:after="120"/>
        <w:ind w:left="284" w:hanging="283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COSTITUITO</w:t>
      </w:r>
    </w:p>
    <w:p w14:paraId="71D3ACE4" w14:textId="54C3DCB4" w:rsidR="00E90328" w:rsidRDefault="00E90328" w:rsidP="008B3695">
      <w:pPr>
        <w:pStyle w:val="commi"/>
        <w:numPr>
          <w:ilvl w:val="0"/>
          <w:numId w:val="0"/>
        </w:numPr>
        <w:tabs>
          <w:tab w:val="left" w:pos="426"/>
        </w:tabs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Pertanto attestano di aver conferito mandato speciale con rappresentanza gratuito ed irrevocabile all</w:t>
      </w:r>
      <w:r w:rsidR="00595956">
        <w:rPr>
          <w:rFonts w:ascii="Arial" w:hAnsi="Arial" w:cs="Arial"/>
          <w:sz w:val="22"/>
          <w:szCs w:val="22"/>
        </w:rPr>
        <w:t xml:space="preserve">a Società/Impresa (MANDATARIA): </w:t>
      </w:r>
      <w:r w:rsidRPr="00902EFD">
        <w:rPr>
          <w:rFonts w:ascii="Arial" w:hAnsi="Arial" w:cs="Arial"/>
          <w:sz w:val="22"/>
          <w:szCs w:val="22"/>
        </w:rPr>
        <w:t xml:space="preserve">_________________________________, </w:t>
      </w:r>
      <w:r w:rsidRPr="00902EFD">
        <w:rPr>
          <w:rFonts w:ascii="Arial" w:hAnsi="Arial" w:cs="Arial"/>
          <w:sz w:val="22"/>
          <w:szCs w:val="22"/>
        </w:rPr>
        <w:lastRenderedPageBreak/>
        <w:t xml:space="preserve">risultante da atto pubblico Rep. n.______________ registrato in </w:t>
      </w:r>
      <w:r w:rsidR="00595956">
        <w:rPr>
          <w:rFonts w:ascii="Arial" w:hAnsi="Arial" w:cs="Arial"/>
          <w:sz w:val="22"/>
          <w:szCs w:val="22"/>
        </w:rPr>
        <w:t xml:space="preserve"> </w:t>
      </w:r>
      <w:r w:rsidRPr="00902EFD">
        <w:rPr>
          <w:rFonts w:ascii="Arial" w:hAnsi="Arial" w:cs="Arial"/>
          <w:sz w:val="22"/>
          <w:szCs w:val="22"/>
        </w:rPr>
        <w:t>_______________________ Notaio _____________________________</w:t>
      </w:r>
      <w:r w:rsidR="00595956">
        <w:rPr>
          <w:rFonts w:ascii="Arial" w:hAnsi="Arial" w:cs="Arial"/>
          <w:sz w:val="22"/>
          <w:szCs w:val="22"/>
        </w:rPr>
        <w:t>.</w:t>
      </w:r>
    </w:p>
    <w:p w14:paraId="4A08B7A2" w14:textId="77777777" w:rsidR="00C17C46" w:rsidRPr="00902EFD" w:rsidRDefault="00C17C46" w:rsidP="008B3695">
      <w:pPr>
        <w:pStyle w:val="commi"/>
        <w:numPr>
          <w:ilvl w:val="0"/>
          <w:numId w:val="0"/>
        </w:numPr>
        <w:tabs>
          <w:tab w:val="left" w:pos="426"/>
        </w:tabs>
        <w:spacing w:after="120"/>
        <w:ind w:left="284"/>
        <w:contextualSpacing/>
        <w:rPr>
          <w:rFonts w:ascii="Arial" w:hAnsi="Arial" w:cs="Arial"/>
          <w:sz w:val="22"/>
          <w:szCs w:val="22"/>
        </w:rPr>
      </w:pPr>
    </w:p>
    <w:p w14:paraId="609C9CC3" w14:textId="77777777" w:rsidR="00E90328" w:rsidRPr="00902EFD" w:rsidRDefault="00E90328" w:rsidP="008B3695">
      <w:pPr>
        <w:pStyle w:val="commi"/>
        <w:numPr>
          <w:ilvl w:val="1"/>
          <w:numId w:val="36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COME CONSORZIO ORDINARIO DI CONCORRENTI (art.45 c. 2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Pr="00902EFD">
        <w:rPr>
          <w:rFonts w:ascii="Arial" w:hAnsi="Arial" w:cs="Arial"/>
          <w:sz w:val="22"/>
          <w:szCs w:val="22"/>
        </w:rPr>
        <w:t>. e) d.lgs. 50/16) ________________________________________________________________ formato da:</w:t>
      </w: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3250"/>
        <w:gridCol w:w="3128"/>
      </w:tblGrid>
      <w:tr w:rsidR="00E90328" w:rsidRPr="00902EFD" w14:paraId="13912BC0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AEE1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2EFD">
              <w:rPr>
                <w:rFonts w:ascii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A6E9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2EFD">
              <w:rPr>
                <w:rFonts w:ascii="Arial" w:hAnsi="Arial" w:cs="Arial"/>
                <w:sz w:val="22"/>
                <w:szCs w:val="22"/>
              </w:rPr>
              <w:t>FORMA GIURIDICA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802D3" w14:textId="599FA758" w:rsidR="00E90328" w:rsidRPr="00902EFD" w:rsidRDefault="00595956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CF e P.IVA</w:t>
            </w:r>
          </w:p>
        </w:tc>
      </w:tr>
      <w:tr w:rsidR="00E90328" w:rsidRPr="00902EFD" w14:paraId="0F63825C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2916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FDA5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5D1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7E1DEBCE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B612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C8A6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8BD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4FD3A853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332C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0A34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6A52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7F00976B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5E82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5958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870B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0328" w:rsidRPr="00902EFD" w14:paraId="137BEB2F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EFB0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0AAE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396" w14:textId="77777777" w:rsidR="00E90328" w:rsidRPr="00902EFD" w:rsidRDefault="00E90328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ED4229" w14:textId="77777777" w:rsidR="00C17C46" w:rsidRDefault="00C17C46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</w:p>
    <w:p w14:paraId="7FBC3FD4" w14:textId="77777777" w:rsidR="00E90328" w:rsidRPr="00902EFD" w:rsidRDefault="00E90328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Con soggetto capogruppo: _________________________________________________</w:t>
      </w:r>
    </w:p>
    <w:p w14:paraId="151CC53F" w14:textId="33AEDCE1" w:rsidR="00E90328" w:rsidRDefault="00E90328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Allo scopo si impegna/no a conferire, in caso di aggiudicazione della gara, mandato collettivo speciale con rappresentanza gratuito ed irrevocabile alla Società capogruppo la quale stipulerà la Convenzione in nome e per conto delle consorziate e a trasmettere relativo atto notarile a seguito di richiesta della stazione appaltante. </w:t>
      </w:r>
    </w:p>
    <w:p w14:paraId="550FE267" w14:textId="77777777" w:rsidR="00C17C46" w:rsidRPr="00902EFD" w:rsidRDefault="00C17C46" w:rsidP="008B3695">
      <w:pPr>
        <w:pStyle w:val="commi"/>
        <w:numPr>
          <w:ilvl w:val="0"/>
          <w:numId w:val="0"/>
        </w:numPr>
        <w:spacing w:after="120"/>
        <w:ind w:left="284"/>
        <w:contextualSpacing/>
        <w:rPr>
          <w:rFonts w:ascii="Arial" w:hAnsi="Arial" w:cs="Arial"/>
          <w:sz w:val="22"/>
          <w:szCs w:val="22"/>
        </w:rPr>
      </w:pPr>
    </w:p>
    <w:p w14:paraId="6B2488AA" w14:textId="36351D18" w:rsidR="00842A3E" w:rsidRDefault="00842A3E" w:rsidP="008B3695">
      <w:pPr>
        <w:pStyle w:val="commi"/>
        <w:numPr>
          <w:ilvl w:val="2"/>
          <w:numId w:val="39"/>
        </w:numPr>
        <w:tabs>
          <w:tab w:val="left" w:pos="0"/>
          <w:tab w:val="left" w:pos="284"/>
        </w:tabs>
        <w:spacing w:after="120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COME CONSORZIO STABILE DI società di professionisti e/o di società di ingegneria (art. 46 </w:t>
      </w:r>
      <w:proofErr w:type="spellStart"/>
      <w:r w:rsidRPr="00902EFD">
        <w:rPr>
          <w:rFonts w:ascii="Arial" w:hAnsi="Arial" w:cs="Arial"/>
          <w:sz w:val="22"/>
          <w:szCs w:val="22"/>
        </w:rPr>
        <w:t>lett</w:t>
      </w:r>
      <w:proofErr w:type="spellEnd"/>
      <w:r w:rsidRPr="00902EFD">
        <w:rPr>
          <w:rFonts w:ascii="Arial" w:hAnsi="Arial" w:cs="Arial"/>
          <w:sz w:val="22"/>
          <w:szCs w:val="22"/>
        </w:rPr>
        <w:t>. e) del d.lgs. 50/2016):</w:t>
      </w:r>
      <w:r w:rsidR="00595956">
        <w:rPr>
          <w:rFonts w:ascii="Arial" w:hAnsi="Arial" w:cs="Arial"/>
          <w:sz w:val="22"/>
          <w:szCs w:val="22"/>
        </w:rPr>
        <w:t xml:space="preserve">  _______________________________________formato da:</w:t>
      </w:r>
    </w:p>
    <w:p w14:paraId="49084DB0" w14:textId="77777777" w:rsidR="008B3695" w:rsidRPr="00902EFD" w:rsidRDefault="008B3695" w:rsidP="008B3695">
      <w:pPr>
        <w:pStyle w:val="commi"/>
        <w:numPr>
          <w:ilvl w:val="0"/>
          <w:numId w:val="0"/>
        </w:numPr>
        <w:tabs>
          <w:tab w:val="left" w:pos="0"/>
          <w:tab w:val="left" w:pos="284"/>
        </w:tabs>
        <w:spacing w:after="120"/>
        <w:ind w:left="284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3250"/>
        <w:gridCol w:w="3128"/>
      </w:tblGrid>
      <w:tr w:rsidR="00842A3E" w:rsidRPr="00902EFD" w14:paraId="137F197D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32E40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2EFD">
              <w:rPr>
                <w:rFonts w:ascii="Arial" w:hAnsi="Arial" w:cs="Arial"/>
                <w:sz w:val="22"/>
                <w:szCs w:val="22"/>
              </w:rPr>
              <w:t>RAGIONE SOCIALE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304E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2EFD">
              <w:rPr>
                <w:rFonts w:ascii="Arial" w:hAnsi="Arial" w:cs="Arial"/>
                <w:sz w:val="22"/>
                <w:szCs w:val="22"/>
              </w:rPr>
              <w:t>FORMA GIURIDICA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FF1F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2EFD">
              <w:rPr>
                <w:rFonts w:ascii="Arial" w:hAnsi="Arial" w:cs="Arial"/>
                <w:sz w:val="22"/>
                <w:szCs w:val="22"/>
              </w:rPr>
              <w:t>CF e PI</w:t>
            </w:r>
          </w:p>
        </w:tc>
      </w:tr>
      <w:tr w:rsidR="00842A3E" w:rsidRPr="00902EFD" w14:paraId="77D6DC7D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7FFE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F3DC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2ECA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A3E" w:rsidRPr="00902EFD" w14:paraId="735A55EA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90D7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2B1A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3141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A3E" w:rsidRPr="00902EFD" w14:paraId="4E2AA7B0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E0E6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D12A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0A9A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A3E" w:rsidRPr="00902EFD" w14:paraId="0F928FEA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DA96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898E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D6FE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2A3E" w:rsidRPr="00902EFD" w14:paraId="45E37D30" w14:textId="77777777" w:rsidTr="008B369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BBFC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59F6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FAAB" w14:textId="77777777" w:rsidR="00842A3E" w:rsidRPr="00902EFD" w:rsidRDefault="00842A3E" w:rsidP="008B3695">
            <w:pPr>
              <w:pStyle w:val="commi"/>
              <w:numPr>
                <w:ilvl w:val="0"/>
                <w:numId w:val="0"/>
              </w:numPr>
              <w:spacing w:after="120"/>
              <w:ind w:left="284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49A16E" w14:textId="77777777" w:rsidR="00595956" w:rsidRDefault="00595956" w:rsidP="008B3695">
      <w:pPr>
        <w:tabs>
          <w:tab w:val="left" w:pos="0"/>
          <w:tab w:val="left" w:pos="9781"/>
        </w:tabs>
        <w:autoSpaceDE w:val="0"/>
        <w:autoSpaceDN w:val="0"/>
        <w:adjustRightInd w:val="0"/>
        <w:spacing w:after="120" w:line="360" w:lineRule="auto"/>
        <w:ind w:left="284" w:right="142"/>
        <w:contextualSpacing/>
        <w:jc w:val="both"/>
        <w:rPr>
          <w:rFonts w:ascii="Arial" w:eastAsia="Calibri" w:hAnsi="Arial" w:cs="Arial"/>
        </w:rPr>
      </w:pPr>
    </w:p>
    <w:p w14:paraId="5DB75038" w14:textId="77777777" w:rsidR="00C17C46" w:rsidRDefault="00C17C46" w:rsidP="008B3695">
      <w:pPr>
        <w:tabs>
          <w:tab w:val="left" w:pos="0"/>
          <w:tab w:val="left" w:pos="9781"/>
        </w:tabs>
        <w:autoSpaceDE w:val="0"/>
        <w:autoSpaceDN w:val="0"/>
        <w:adjustRightInd w:val="0"/>
        <w:spacing w:after="120" w:line="360" w:lineRule="auto"/>
        <w:ind w:left="284" w:right="142"/>
        <w:contextualSpacing/>
        <w:jc w:val="both"/>
        <w:rPr>
          <w:rFonts w:ascii="Arial" w:eastAsia="Calibri" w:hAnsi="Arial" w:cs="Arial"/>
        </w:rPr>
      </w:pPr>
    </w:p>
    <w:p w14:paraId="2663011B" w14:textId="1CBE9FB2" w:rsidR="00CE76B8" w:rsidRDefault="00CE76B8" w:rsidP="008B3695">
      <w:pPr>
        <w:tabs>
          <w:tab w:val="left" w:pos="0"/>
          <w:tab w:val="left" w:pos="9781"/>
        </w:tabs>
        <w:autoSpaceDE w:val="0"/>
        <w:autoSpaceDN w:val="0"/>
        <w:adjustRightInd w:val="0"/>
        <w:spacing w:after="120" w:line="360" w:lineRule="auto"/>
        <w:ind w:left="284" w:right="142"/>
        <w:contextualSpacing/>
        <w:jc w:val="both"/>
        <w:rPr>
          <w:rFonts w:ascii="Arial" w:eastAsia="Calibri" w:hAnsi="Arial" w:cs="Arial"/>
        </w:rPr>
      </w:pPr>
      <w:r w:rsidRPr="00902EFD">
        <w:rPr>
          <w:rFonts w:ascii="Arial" w:eastAsia="Calibri" w:hAnsi="Arial" w:cs="Arial"/>
        </w:rPr>
        <w:t xml:space="preserve">A tal fine, ai sensi degli artt. </w:t>
      </w:r>
      <w:r w:rsidR="000316AE" w:rsidRPr="00902EFD">
        <w:rPr>
          <w:rFonts w:ascii="Arial" w:eastAsia="Calibri" w:hAnsi="Arial" w:cs="Arial"/>
        </w:rPr>
        <w:t xml:space="preserve">38, </w:t>
      </w:r>
      <w:r w:rsidRPr="00902EFD">
        <w:rPr>
          <w:rFonts w:ascii="Arial" w:eastAsia="Calibri" w:hAnsi="Arial" w:cs="Arial"/>
        </w:rPr>
        <w:t xml:space="preserve">46 e 47 del D.P.R. 445/2000, consapevole della responsabilità penale prevista dall’art. 76 del D.P.R. 445/2000, cui </w:t>
      </w:r>
      <w:r w:rsidR="0047276E" w:rsidRPr="00902EFD">
        <w:rPr>
          <w:rFonts w:ascii="Arial" w:eastAsia="Calibri" w:hAnsi="Arial" w:cs="Arial"/>
        </w:rPr>
        <w:t>può</w:t>
      </w:r>
      <w:r w:rsidRPr="00902EFD">
        <w:rPr>
          <w:rFonts w:ascii="Arial" w:eastAsia="Calibri" w:hAnsi="Arial" w:cs="Arial"/>
        </w:rPr>
        <w:t xml:space="preserve"> andare incontro ne</w:t>
      </w:r>
      <w:r w:rsidR="00B35C7A" w:rsidRPr="00902EFD">
        <w:rPr>
          <w:rFonts w:ascii="Arial" w:eastAsia="Calibri" w:hAnsi="Arial" w:cs="Arial"/>
        </w:rPr>
        <w:t>l caso di affermazioni mendaci</w:t>
      </w:r>
    </w:p>
    <w:p w14:paraId="3F2E2C78" w14:textId="5464CB0E" w:rsidR="00CE76B8" w:rsidRDefault="00CE76B8" w:rsidP="008B3695">
      <w:pPr>
        <w:pStyle w:val="Paragrafoelenco"/>
        <w:autoSpaceDE w:val="0"/>
        <w:autoSpaceDN w:val="0"/>
        <w:adjustRightInd w:val="0"/>
        <w:spacing w:after="120" w:line="360" w:lineRule="auto"/>
        <w:ind w:left="284"/>
        <w:jc w:val="center"/>
        <w:rPr>
          <w:rFonts w:ascii="Arial" w:hAnsi="Arial" w:cs="Arial"/>
          <w:b/>
          <w:color w:val="000000"/>
          <w:spacing w:val="28"/>
          <w:sz w:val="22"/>
          <w:szCs w:val="22"/>
        </w:rPr>
      </w:pPr>
      <w:r w:rsidRPr="00A319F7">
        <w:rPr>
          <w:rFonts w:ascii="Arial" w:hAnsi="Arial" w:cs="Arial"/>
          <w:b/>
          <w:color w:val="000000"/>
          <w:spacing w:val="28"/>
          <w:sz w:val="22"/>
          <w:szCs w:val="22"/>
        </w:rPr>
        <w:t>DICHIARA</w:t>
      </w:r>
      <w:r w:rsidR="00A319F7" w:rsidRPr="00A319F7">
        <w:rPr>
          <w:rFonts w:ascii="Arial" w:hAnsi="Arial" w:cs="Arial"/>
          <w:b/>
          <w:color w:val="000000"/>
          <w:spacing w:val="28"/>
          <w:sz w:val="22"/>
          <w:szCs w:val="22"/>
        </w:rPr>
        <w:t>/DICHIARANO</w:t>
      </w:r>
    </w:p>
    <w:p w14:paraId="10AE1836" w14:textId="33FEE7D5" w:rsidR="00292CCC" w:rsidRPr="00902EFD" w:rsidRDefault="00902EFD" w:rsidP="008B3695">
      <w:pPr>
        <w:pStyle w:val="Paragrafoelenco"/>
        <w:numPr>
          <w:ilvl w:val="0"/>
          <w:numId w:val="41"/>
        </w:numPr>
        <w:tabs>
          <w:tab w:val="left" w:pos="426"/>
        </w:tabs>
        <w:spacing w:after="120" w:line="360" w:lineRule="auto"/>
        <w:ind w:left="426" w:right="142"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che in capo al soggetto giuridico che rappresento</w:t>
      </w:r>
      <w:r w:rsidR="00A319F7">
        <w:rPr>
          <w:rFonts w:ascii="Arial" w:hAnsi="Arial" w:cs="Arial"/>
          <w:sz w:val="22"/>
          <w:szCs w:val="22"/>
        </w:rPr>
        <w:t>/rappres</w:t>
      </w:r>
      <w:r w:rsidR="008B3695">
        <w:rPr>
          <w:rFonts w:ascii="Arial" w:hAnsi="Arial" w:cs="Arial"/>
          <w:sz w:val="22"/>
          <w:szCs w:val="22"/>
        </w:rPr>
        <w:t>e</w:t>
      </w:r>
      <w:r w:rsidR="00A319F7">
        <w:rPr>
          <w:rFonts w:ascii="Arial" w:hAnsi="Arial" w:cs="Arial"/>
          <w:sz w:val="22"/>
          <w:szCs w:val="22"/>
        </w:rPr>
        <w:t>ntano</w:t>
      </w:r>
      <w:r w:rsidRPr="00902EFD">
        <w:rPr>
          <w:rFonts w:ascii="Arial" w:hAnsi="Arial" w:cs="Arial"/>
          <w:sz w:val="22"/>
          <w:szCs w:val="22"/>
        </w:rPr>
        <w:t xml:space="preserve"> ed in capo ai soggetti rilevanti di cui all’art. 80 comma 3 del </w:t>
      </w:r>
      <w:proofErr w:type="spellStart"/>
      <w:r w:rsidRPr="00902EFD">
        <w:rPr>
          <w:rFonts w:ascii="Arial" w:hAnsi="Arial" w:cs="Arial"/>
          <w:sz w:val="22"/>
          <w:szCs w:val="22"/>
        </w:rPr>
        <w:t>d.Lgs.</w:t>
      </w:r>
      <w:proofErr w:type="spellEnd"/>
      <w:r w:rsidRPr="00902EFD">
        <w:rPr>
          <w:rFonts w:ascii="Arial" w:hAnsi="Arial" w:cs="Arial"/>
          <w:sz w:val="22"/>
          <w:szCs w:val="22"/>
        </w:rPr>
        <w:t xml:space="preserve"> 50/2016 e ss. mm. e ii. nonché nei propri confronti sussistono </w:t>
      </w:r>
      <w:r w:rsidR="00CE76B8" w:rsidRPr="00902EFD">
        <w:rPr>
          <w:rFonts w:ascii="Arial" w:hAnsi="Arial" w:cs="Arial"/>
          <w:sz w:val="22"/>
          <w:szCs w:val="22"/>
        </w:rPr>
        <w:t xml:space="preserve">i requisiti di ordine generale di </w:t>
      </w:r>
      <w:r w:rsidR="0057375D" w:rsidRPr="00902EFD">
        <w:rPr>
          <w:rFonts w:ascii="Arial" w:hAnsi="Arial" w:cs="Arial"/>
          <w:sz w:val="22"/>
          <w:szCs w:val="22"/>
        </w:rPr>
        <w:t>cui all’art.</w:t>
      </w:r>
      <w:r w:rsidRPr="00902EFD">
        <w:rPr>
          <w:rFonts w:ascii="Arial" w:hAnsi="Arial" w:cs="Arial"/>
          <w:sz w:val="22"/>
          <w:szCs w:val="22"/>
        </w:rPr>
        <w:t xml:space="preserve"> 80 del </w:t>
      </w:r>
      <w:proofErr w:type="spellStart"/>
      <w:r w:rsidRPr="00902EFD">
        <w:rPr>
          <w:rFonts w:ascii="Arial" w:hAnsi="Arial" w:cs="Arial"/>
          <w:sz w:val="22"/>
          <w:szCs w:val="22"/>
        </w:rPr>
        <w:t>d</w:t>
      </w:r>
      <w:r w:rsidR="00CE76B8" w:rsidRPr="00902EFD">
        <w:rPr>
          <w:rFonts w:ascii="Arial" w:hAnsi="Arial" w:cs="Arial"/>
          <w:sz w:val="22"/>
          <w:szCs w:val="22"/>
        </w:rPr>
        <w:t>.Lgs.</w:t>
      </w:r>
      <w:proofErr w:type="spellEnd"/>
      <w:r w:rsidR="00CE76B8" w:rsidRPr="00902EFD">
        <w:rPr>
          <w:rFonts w:ascii="Arial" w:hAnsi="Arial" w:cs="Arial"/>
          <w:sz w:val="22"/>
          <w:szCs w:val="22"/>
        </w:rPr>
        <w:t xml:space="preserve"> 50/2016</w:t>
      </w:r>
      <w:r w:rsidR="00A319F7">
        <w:rPr>
          <w:rFonts w:ascii="Arial" w:hAnsi="Arial" w:cs="Arial"/>
          <w:sz w:val="22"/>
          <w:szCs w:val="22"/>
        </w:rPr>
        <w:t xml:space="preserve"> e ss.mm. e ii.</w:t>
      </w:r>
      <w:r w:rsidR="00CE76B8" w:rsidRPr="00902EFD">
        <w:rPr>
          <w:rFonts w:ascii="Arial" w:hAnsi="Arial" w:cs="Arial"/>
          <w:sz w:val="22"/>
          <w:szCs w:val="22"/>
        </w:rPr>
        <w:t>;</w:t>
      </w:r>
    </w:p>
    <w:p w14:paraId="365A170E" w14:textId="3C5E3CA0" w:rsidR="00902EFD" w:rsidRPr="00902EFD" w:rsidRDefault="00902EFD" w:rsidP="008B3695">
      <w:pPr>
        <w:pStyle w:val="Paragrafoelenco"/>
        <w:numPr>
          <w:ilvl w:val="0"/>
          <w:numId w:val="41"/>
        </w:numPr>
        <w:tabs>
          <w:tab w:val="left" w:pos="426"/>
        </w:tabs>
        <w:spacing w:after="120" w:line="360" w:lineRule="auto"/>
        <w:ind w:left="426" w:right="142"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che non sussistono motivi ostativi </w:t>
      </w:r>
      <w:r w:rsidR="00A319F7">
        <w:rPr>
          <w:rFonts w:ascii="Arial" w:hAnsi="Arial" w:cs="Arial"/>
          <w:sz w:val="22"/>
          <w:szCs w:val="22"/>
        </w:rPr>
        <w:t xml:space="preserve">a contrarre con </w:t>
      </w:r>
      <w:r w:rsidRPr="00902EFD">
        <w:rPr>
          <w:rFonts w:ascii="Arial" w:hAnsi="Arial" w:cs="Arial"/>
          <w:sz w:val="22"/>
          <w:szCs w:val="22"/>
        </w:rPr>
        <w:t>la Pubblica Amministrazione;</w:t>
      </w:r>
    </w:p>
    <w:p w14:paraId="5FB07CFF" w14:textId="119426B5" w:rsidR="00CE76B8" w:rsidRPr="00902EFD" w:rsidRDefault="00CE76B8" w:rsidP="008B3695">
      <w:pPr>
        <w:pStyle w:val="Paragrafoelenco"/>
        <w:numPr>
          <w:ilvl w:val="0"/>
          <w:numId w:val="41"/>
        </w:numPr>
        <w:tabs>
          <w:tab w:val="left" w:pos="426"/>
        </w:tabs>
        <w:spacing w:after="120" w:line="360" w:lineRule="auto"/>
        <w:ind w:left="426" w:right="142"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 xml:space="preserve">che </w:t>
      </w:r>
      <w:r w:rsidR="002B7C69" w:rsidRPr="00902EFD">
        <w:rPr>
          <w:rFonts w:ascii="Arial" w:hAnsi="Arial" w:cs="Arial"/>
          <w:sz w:val="22"/>
          <w:szCs w:val="22"/>
        </w:rPr>
        <w:t>la</w:t>
      </w:r>
      <w:r w:rsidR="00081941">
        <w:rPr>
          <w:rFonts w:ascii="Arial" w:hAnsi="Arial" w:cs="Arial"/>
          <w:sz w:val="22"/>
          <w:szCs w:val="22"/>
        </w:rPr>
        <w:t>/le</w:t>
      </w:r>
      <w:r w:rsidR="002B7C69" w:rsidRPr="00902EFD">
        <w:rPr>
          <w:rFonts w:ascii="Arial" w:hAnsi="Arial" w:cs="Arial"/>
          <w:sz w:val="22"/>
          <w:szCs w:val="22"/>
        </w:rPr>
        <w:t xml:space="preserve"> persona</w:t>
      </w:r>
      <w:r w:rsidR="00081941">
        <w:rPr>
          <w:rFonts w:ascii="Arial" w:hAnsi="Arial" w:cs="Arial"/>
          <w:sz w:val="22"/>
          <w:szCs w:val="22"/>
        </w:rPr>
        <w:t>/e</w:t>
      </w:r>
      <w:r w:rsidR="002B7C69" w:rsidRPr="00902EFD">
        <w:rPr>
          <w:rFonts w:ascii="Arial" w:hAnsi="Arial" w:cs="Arial"/>
          <w:sz w:val="22"/>
          <w:szCs w:val="22"/>
        </w:rPr>
        <w:t xml:space="preserve"> fisica</w:t>
      </w:r>
      <w:r w:rsidR="00081941">
        <w:rPr>
          <w:rFonts w:ascii="Arial" w:hAnsi="Arial" w:cs="Arial"/>
          <w:sz w:val="22"/>
          <w:szCs w:val="22"/>
        </w:rPr>
        <w:t>/</w:t>
      </w:r>
      <w:r w:rsidR="00C17C46">
        <w:rPr>
          <w:rFonts w:ascii="Arial" w:hAnsi="Arial" w:cs="Arial"/>
          <w:sz w:val="22"/>
          <w:szCs w:val="22"/>
        </w:rPr>
        <w:t>fisi</w:t>
      </w:r>
      <w:r w:rsidR="00081941">
        <w:rPr>
          <w:rFonts w:ascii="Arial" w:hAnsi="Arial" w:cs="Arial"/>
          <w:sz w:val="22"/>
          <w:szCs w:val="22"/>
        </w:rPr>
        <w:t>che</w:t>
      </w:r>
      <w:r w:rsidR="002B7C69" w:rsidRPr="00902EFD">
        <w:rPr>
          <w:rFonts w:ascii="Arial" w:hAnsi="Arial" w:cs="Arial"/>
          <w:sz w:val="22"/>
          <w:szCs w:val="22"/>
        </w:rPr>
        <w:t xml:space="preserve"> </w:t>
      </w:r>
      <w:r w:rsidR="00902EFD" w:rsidRPr="00902EFD">
        <w:rPr>
          <w:rFonts w:ascii="Arial" w:hAnsi="Arial" w:cs="Arial"/>
          <w:sz w:val="22"/>
          <w:szCs w:val="22"/>
        </w:rPr>
        <w:t>che in caso di affidamento svolgerà</w:t>
      </w:r>
      <w:r w:rsidR="00081941">
        <w:rPr>
          <w:rFonts w:ascii="Arial" w:hAnsi="Arial" w:cs="Arial"/>
          <w:sz w:val="22"/>
          <w:szCs w:val="22"/>
        </w:rPr>
        <w:t>/anno</w:t>
      </w:r>
      <w:r w:rsidR="00902EFD" w:rsidRPr="00902EFD">
        <w:rPr>
          <w:rFonts w:ascii="Arial" w:hAnsi="Arial" w:cs="Arial"/>
          <w:sz w:val="22"/>
          <w:szCs w:val="22"/>
        </w:rPr>
        <w:t xml:space="preserve"> i</w:t>
      </w:r>
      <w:r w:rsidR="005B7068" w:rsidRPr="00902EFD">
        <w:rPr>
          <w:rFonts w:ascii="Arial" w:hAnsi="Arial" w:cs="Arial"/>
          <w:sz w:val="22"/>
          <w:szCs w:val="22"/>
        </w:rPr>
        <w:t xml:space="preserve"> servizi </w:t>
      </w:r>
      <w:r w:rsidR="0071052E" w:rsidRPr="00902EFD">
        <w:rPr>
          <w:rFonts w:ascii="Arial" w:hAnsi="Arial" w:cs="Arial"/>
          <w:sz w:val="22"/>
          <w:szCs w:val="22"/>
        </w:rPr>
        <w:t xml:space="preserve">in oggetto </w:t>
      </w:r>
      <w:r w:rsidRPr="00902EFD">
        <w:rPr>
          <w:rFonts w:ascii="Arial" w:hAnsi="Arial" w:cs="Arial"/>
          <w:sz w:val="22"/>
          <w:szCs w:val="22"/>
        </w:rPr>
        <w:t>è</w:t>
      </w:r>
      <w:r w:rsidR="00081941">
        <w:rPr>
          <w:rFonts w:ascii="Arial" w:hAnsi="Arial" w:cs="Arial"/>
          <w:sz w:val="22"/>
          <w:szCs w:val="22"/>
        </w:rPr>
        <w:t>/sono</w:t>
      </w:r>
      <w:r w:rsidR="005B7068" w:rsidRPr="00902EFD">
        <w:rPr>
          <w:rFonts w:ascii="Arial" w:hAnsi="Arial" w:cs="Arial"/>
          <w:sz w:val="22"/>
          <w:szCs w:val="22"/>
        </w:rPr>
        <w:t xml:space="preserve"> (nome e cognome</w:t>
      </w:r>
      <w:r w:rsidR="00081941">
        <w:rPr>
          <w:rFonts w:ascii="Arial" w:hAnsi="Arial" w:cs="Arial"/>
          <w:sz w:val="22"/>
          <w:szCs w:val="22"/>
        </w:rPr>
        <w:t>, CF, qualifica e rapporto giuridico con il concorrente)</w:t>
      </w:r>
      <w:r w:rsidR="005B7068" w:rsidRPr="00902EFD">
        <w:rPr>
          <w:rFonts w:ascii="Arial" w:hAnsi="Arial" w:cs="Arial"/>
          <w:sz w:val="22"/>
          <w:szCs w:val="22"/>
        </w:rPr>
        <w:t xml:space="preserve"> ____________________________</w:t>
      </w:r>
      <w:r w:rsidRPr="00902EFD">
        <w:rPr>
          <w:rFonts w:ascii="Arial" w:hAnsi="Arial" w:cs="Arial"/>
          <w:sz w:val="22"/>
          <w:szCs w:val="22"/>
        </w:rPr>
        <w:t xml:space="preserve"> </w:t>
      </w:r>
      <w:r w:rsidR="00902EFD" w:rsidRPr="00902EFD">
        <w:rPr>
          <w:rFonts w:ascii="Arial" w:hAnsi="Arial" w:cs="Arial"/>
          <w:sz w:val="22"/>
          <w:szCs w:val="22"/>
        </w:rPr>
        <w:t>e che la</w:t>
      </w:r>
      <w:r w:rsidR="00A319F7">
        <w:rPr>
          <w:rFonts w:ascii="Arial" w:hAnsi="Arial" w:cs="Arial"/>
          <w:sz w:val="22"/>
          <w:szCs w:val="22"/>
        </w:rPr>
        <w:t>/e</w:t>
      </w:r>
      <w:r w:rsidR="00902EFD" w:rsidRPr="00902EFD">
        <w:rPr>
          <w:rFonts w:ascii="Arial" w:hAnsi="Arial" w:cs="Arial"/>
          <w:sz w:val="22"/>
          <w:szCs w:val="22"/>
        </w:rPr>
        <w:t xml:space="preserve"> stessa</w:t>
      </w:r>
      <w:r w:rsidR="00A319F7">
        <w:rPr>
          <w:rFonts w:ascii="Arial" w:hAnsi="Arial" w:cs="Arial"/>
          <w:sz w:val="22"/>
          <w:szCs w:val="22"/>
        </w:rPr>
        <w:t>/e</w:t>
      </w:r>
      <w:r w:rsidR="00902EFD" w:rsidRPr="00902EFD">
        <w:rPr>
          <w:rFonts w:ascii="Arial" w:hAnsi="Arial" w:cs="Arial"/>
          <w:sz w:val="22"/>
          <w:szCs w:val="22"/>
        </w:rPr>
        <w:t xml:space="preserve"> </w:t>
      </w:r>
      <w:r w:rsidR="005B7068" w:rsidRPr="00902EFD">
        <w:rPr>
          <w:rFonts w:ascii="Arial" w:hAnsi="Arial" w:cs="Arial"/>
          <w:sz w:val="22"/>
          <w:szCs w:val="22"/>
        </w:rPr>
        <w:t>è</w:t>
      </w:r>
      <w:r w:rsidR="00A319F7">
        <w:rPr>
          <w:rFonts w:ascii="Arial" w:hAnsi="Arial" w:cs="Arial"/>
          <w:sz w:val="22"/>
          <w:szCs w:val="22"/>
        </w:rPr>
        <w:t>/sono</w:t>
      </w:r>
      <w:r w:rsidR="005B7068" w:rsidRPr="00902EFD">
        <w:rPr>
          <w:rFonts w:ascii="Arial" w:hAnsi="Arial" w:cs="Arial"/>
          <w:sz w:val="22"/>
          <w:szCs w:val="22"/>
        </w:rPr>
        <w:t xml:space="preserve"> </w:t>
      </w:r>
      <w:r w:rsidRPr="00902EFD">
        <w:rPr>
          <w:rFonts w:ascii="Arial" w:hAnsi="Arial" w:cs="Arial"/>
          <w:sz w:val="22"/>
          <w:szCs w:val="22"/>
        </w:rPr>
        <w:t xml:space="preserve">in possesso dei requisiti di cui </w:t>
      </w:r>
      <w:r w:rsidR="0071052E" w:rsidRPr="00902EFD">
        <w:rPr>
          <w:rFonts w:ascii="Arial" w:hAnsi="Arial" w:cs="Arial"/>
          <w:sz w:val="22"/>
          <w:szCs w:val="22"/>
        </w:rPr>
        <w:t>alla lettera</w:t>
      </w:r>
      <w:r w:rsidR="008C0AD9" w:rsidRPr="00902EFD">
        <w:rPr>
          <w:rFonts w:ascii="Arial" w:hAnsi="Arial" w:cs="Arial"/>
          <w:sz w:val="22"/>
          <w:szCs w:val="22"/>
        </w:rPr>
        <w:t xml:space="preserve"> b.1) </w:t>
      </w:r>
      <w:r w:rsidR="0071052E" w:rsidRPr="00902EFD">
        <w:rPr>
          <w:rFonts w:ascii="Arial" w:hAnsi="Arial" w:cs="Arial"/>
          <w:sz w:val="22"/>
          <w:szCs w:val="22"/>
        </w:rPr>
        <w:t>del</w:t>
      </w:r>
      <w:r w:rsidR="00921F9A" w:rsidRPr="00902EFD">
        <w:rPr>
          <w:rFonts w:ascii="Arial" w:hAnsi="Arial" w:cs="Arial"/>
          <w:sz w:val="22"/>
          <w:szCs w:val="22"/>
        </w:rPr>
        <w:t xml:space="preserve">l’art. </w:t>
      </w:r>
      <w:r w:rsidR="008C0AD9" w:rsidRPr="00902EFD">
        <w:rPr>
          <w:rFonts w:ascii="Arial" w:hAnsi="Arial" w:cs="Arial"/>
          <w:sz w:val="22"/>
          <w:szCs w:val="22"/>
        </w:rPr>
        <w:t>6 de</w:t>
      </w:r>
      <w:r w:rsidRPr="00902EFD">
        <w:rPr>
          <w:rFonts w:ascii="Arial" w:hAnsi="Arial" w:cs="Arial"/>
          <w:sz w:val="22"/>
          <w:szCs w:val="22"/>
        </w:rPr>
        <w:t>ll’</w:t>
      </w:r>
      <w:r w:rsidR="00902EFD" w:rsidRPr="00902EFD">
        <w:rPr>
          <w:rFonts w:ascii="Arial" w:hAnsi="Arial" w:cs="Arial"/>
          <w:sz w:val="22"/>
          <w:szCs w:val="22"/>
        </w:rPr>
        <w:t>A</w:t>
      </w:r>
      <w:r w:rsidRPr="00902EFD">
        <w:rPr>
          <w:rFonts w:ascii="Arial" w:hAnsi="Arial" w:cs="Arial"/>
          <w:sz w:val="22"/>
          <w:szCs w:val="22"/>
        </w:rPr>
        <w:t>vviso in oggetto ed, in particolare, risulta</w:t>
      </w:r>
      <w:r w:rsidR="00A319F7">
        <w:rPr>
          <w:rFonts w:ascii="Arial" w:hAnsi="Arial" w:cs="Arial"/>
          <w:sz w:val="22"/>
          <w:szCs w:val="22"/>
        </w:rPr>
        <w:t>/no</w:t>
      </w:r>
      <w:r w:rsidR="0071052E" w:rsidRPr="00902EFD">
        <w:rPr>
          <w:rFonts w:ascii="Arial" w:hAnsi="Arial" w:cs="Arial"/>
          <w:sz w:val="22"/>
          <w:szCs w:val="22"/>
        </w:rPr>
        <w:t xml:space="preserve"> possedere la Certificazione di BIM Manager n° </w:t>
      </w:r>
      <w:r w:rsidR="00A535DF" w:rsidRPr="00902EFD">
        <w:rPr>
          <w:rFonts w:ascii="Arial" w:hAnsi="Arial" w:cs="Arial"/>
          <w:sz w:val="22"/>
          <w:szCs w:val="22"/>
        </w:rPr>
        <w:t xml:space="preserve">__________________ </w:t>
      </w:r>
      <w:r w:rsidR="0071052E" w:rsidRPr="00902EFD">
        <w:rPr>
          <w:rFonts w:ascii="Arial" w:hAnsi="Arial" w:cs="Arial"/>
          <w:sz w:val="22"/>
          <w:szCs w:val="22"/>
        </w:rPr>
        <w:t xml:space="preserve">rilasciata da </w:t>
      </w:r>
      <w:r w:rsidR="005B7068" w:rsidRPr="00902EFD">
        <w:rPr>
          <w:rFonts w:ascii="Arial" w:hAnsi="Arial" w:cs="Arial"/>
          <w:sz w:val="22"/>
          <w:szCs w:val="22"/>
        </w:rPr>
        <w:t xml:space="preserve"> _____________</w:t>
      </w:r>
      <w:r w:rsidRPr="00902EFD">
        <w:rPr>
          <w:rFonts w:ascii="Arial" w:hAnsi="Arial" w:cs="Arial"/>
          <w:sz w:val="22"/>
          <w:szCs w:val="22"/>
        </w:rPr>
        <w:t>;</w:t>
      </w:r>
    </w:p>
    <w:p w14:paraId="10B83462" w14:textId="23EF1943" w:rsidR="008C0AD9" w:rsidRPr="00902EFD" w:rsidRDefault="008C0AD9" w:rsidP="008B3695">
      <w:pPr>
        <w:pStyle w:val="Paragrafoelenco"/>
        <w:numPr>
          <w:ilvl w:val="0"/>
          <w:numId w:val="41"/>
        </w:numPr>
        <w:tabs>
          <w:tab w:val="left" w:pos="426"/>
        </w:tabs>
        <w:spacing w:after="120" w:line="360" w:lineRule="auto"/>
        <w:ind w:left="426" w:right="142"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che la</w:t>
      </w:r>
      <w:r w:rsidR="00A319F7">
        <w:rPr>
          <w:rFonts w:ascii="Arial" w:hAnsi="Arial" w:cs="Arial"/>
          <w:sz w:val="22"/>
          <w:szCs w:val="22"/>
        </w:rPr>
        <w:t>/e</w:t>
      </w:r>
      <w:r w:rsidRPr="00902EFD">
        <w:rPr>
          <w:rFonts w:ascii="Arial" w:hAnsi="Arial" w:cs="Arial"/>
          <w:sz w:val="22"/>
          <w:szCs w:val="22"/>
        </w:rPr>
        <w:t xml:space="preserve"> persona</w:t>
      </w:r>
      <w:r w:rsidR="00A319F7">
        <w:rPr>
          <w:rFonts w:ascii="Arial" w:hAnsi="Arial" w:cs="Arial"/>
          <w:sz w:val="22"/>
          <w:szCs w:val="22"/>
        </w:rPr>
        <w:t>/e</w:t>
      </w:r>
      <w:r w:rsidRPr="00902EFD">
        <w:rPr>
          <w:rFonts w:ascii="Arial" w:hAnsi="Arial" w:cs="Arial"/>
          <w:sz w:val="22"/>
          <w:szCs w:val="22"/>
        </w:rPr>
        <w:t xml:space="preserve"> fisica</w:t>
      </w:r>
      <w:r w:rsidR="00A319F7">
        <w:rPr>
          <w:rFonts w:ascii="Arial" w:hAnsi="Arial" w:cs="Arial"/>
          <w:sz w:val="22"/>
          <w:szCs w:val="22"/>
        </w:rPr>
        <w:t>/fisiche</w:t>
      </w:r>
      <w:r w:rsidRPr="00902EFD">
        <w:rPr>
          <w:rFonts w:ascii="Arial" w:hAnsi="Arial" w:cs="Arial"/>
          <w:sz w:val="22"/>
          <w:szCs w:val="22"/>
        </w:rPr>
        <w:t xml:space="preserve"> </w:t>
      </w:r>
      <w:r w:rsidR="00902EFD" w:rsidRPr="00902EFD">
        <w:rPr>
          <w:rFonts w:ascii="Arial" w:hAnsi="Arial" w:cs="Arial"/>
          <w:sz w:val="22"/>
          <w:szCs w:val="22"/>
        </w:rPr>
        <w:t>che in caso di affidamento</w:t>
      </w:r>
      <w:r w:rsidR="00292CCC" w:rsidRPr="00902EFD">
        <w:rPr>
          <w:rFonts w:ascii="Arial" w:hAnsi="Arial" w:cs="Arial"/>
          <w:sz w:val="22"/>
          <w:szCs w:val="22"/>
        </w:rPr>
        <w:t xml:space="preserve"> svolg</w:t>
      </w:r>
      <w:r w:rsidR="00902EFD" w:rsidRPr="00902EFD">
        <w:rPr>
          <w:rFonts w:ascii="Arial" w:hAnsi="Arial" w:cs="Arial"/>
          <w:sz w:val="22"/>
          <w:szCs w:val="22"/>
        </w:rPr>
        <w:t>erà</w:t>
      </w:r>
      <w:r w:rsidR="00A319F7">
        <w:rPr>
          <w:rFonts w:ascii="Arial" w:hAnsi="Arial" w:cs="Arial"/>
          <w:sz w:val="22"/>
          <w:szCs w:val="22"/>
        </w:rPr>
        <w:t>/svolgeranno</w:t>
      </w:r>
      <w:r w:rsidR="00902EFD" w:rsidRPr="00902EFD">
        <w:rPr>
          <w:rFonts w:ascii="Arial" w:hAnsi="Arial" w:cs="Arial"/>
          <w:sz w:val="22"/>
          <w:szCs w:val="22"/>
        </w:rPr>
        <w:t xml:space="preserve"> i</w:t>
      </w:r>
      <w:r w:rsidRPr="00902EFD">
        <w:rPr>
          <w:rFonts w:ascii="Arial" w:hAnsi="Arial" w:cs="Arial"/>
          <w:sz w:val="22"/>
          <w:szCs w:val="22"/>
        </w:rPr>
        <w:t>l servizio è</w:t>
      </w:r>
      <w:r w:rsidR="00A319F7">
        <w:rPr>
          <w:rFonts w:ascii="Arial" w:hAnsi="Arial" w:cs="Arial"/>
          <w:sz w:val="22"/>
          <w:szCs w:val="22"/>
        </w:rPr>
        <w:t>/sono</w:t>
      </w:r>
      <w:r w:rsidRPr="00902EFD">
        <w:rPr>
          <w:rFonts w:ascii="Arial" w:hAnsi="Arial" w:cs="Arial"/>
          <w:sz w:val="22"/>
          <w:szCs w:val="22"/>
        </w:rPr>
        <w:t xml:space="preserve"> in po</w:t>
      </w:r>
      <w:r w:rsidR="0071052E" w:rsidRPr="00902EFD">
        <w:rPr>
          <w:rFonts w:ascii="Arial" w:hAnsi="Arial" w:cs="Arial"/>
          <w:sz w:val="22"/>
          <w:szCs w:val="22"/>
        </w:rPr>
        <w:t>ssesso dei requisiti di cui alla lettera</w:t>
      </w:r>
      <w:r w:rsidRPr="00902EFD">
        <w:rPr>
          <w:rFonts w:ascii="Arial" w:hAnsi="Arial" w:cs="Arial"/>
          <w:sz w:val="22"/>
          <w:szCs w:val="22"/>
        </w:rPr>
        <w:t xml:space="preserve"> b.</w:t>
      </w:r>
      <w:r w:rsidR="0071052E" w:rsidRPr="00902EFD">
        <w:rPr>
          <w:rFonts w:ascii="Arial" w:hAnsi="Arial" w:cs="Arial"/>
          <w:sz w:val="22"/>
          <w:szCs w:val="22"/>
        </w:rPr>
        <w:t>2</w:t>
      </w:r>
      <w:r w:rsidR="00921F9A" w:rsidRPr="00902EFD">
        <w:rPr>
          <w:rFonts w:ascii="Arial" w:hAnsi="Arial" w:cs="Arial"/>
          <w:sz w:val="22"/>
          <w:szCs w:val="22"/>
        </w:rPr>
        <w:t xml:space="preserve">) dell’art. </w:t>
      </w:r>
      <w:r w:rsidRPr="00902EFD">
        <w:rPr>
          <w:rFonts w:ascii="Arial" w:hAnsi="Arial" w:cs="Arial"/>
          <w:sz w:val="22"/>
          <w:szCs w:val="22"/>
        </w:rPr>
        <w:t>6 dell’</w:t>
      </w:r>
      <w:r w:rsidR="00A319F7">
        <w:rPr>
          <w:rFonts w:ascii="Arial" w:hAnsi="Arial" w:cs="Arial"/>
          <w:sz w:val="22"/>
          <w:szCs w:val="22"/>
        </w:rPr>
        <w:t>A</w:t>
      </w:r>
      <w:r w:rsidRPr="00902EFD">
        <w:rPr>
          <w:rFonts w:ascii="Arial" w:hAnsi="Arial" w:cs="Arial"/>
          <w:sz w:val="22"/>
          <w:szCs w:val="22"/>
        </w:rPr>
        <w:t>vviso in oggetto, come sinteticamente illustrato nell</w:t>
      </w:r>
      <w:r w:rsidR="0071052E" w:rsidRPr="00902EFD">
        <w:rPr>
          <w:rFonts w:ascii="Arial" w:hAnsi="Arial" w:cs="Arial"/>
          <w:sz w:val="22"/>
          <w:szCs w:val="22"/>
        </w:rPr>
        <w:t>a T</w:t>
      </w:r>
      <w:r w:rsidRPr="00902EFD">
        <w:rPr>
          <w:rFonts w:ascii="Arial" w:hAnsi="Arial" w:cs="Arial"/>
          <w:sz w:val="22"/>
          <w:szCs w:val="22"/>
        </w:rPr>
        <w:t xml:space="preserve">abelle A </w:t>
      </w:r>
      <w:r w:rsidR="0071052E" w:rsidRPr="00902EFD">
        <w:rPr>
          <w:rFonts w:ascii="Arial" w:hAnsi="Arial" w:cs="Arial"/>
          <w:sz w:val="22"/>
          <w:szCs w:val="22"/>
        </w:rPr>
        <w:t xml:space="preserve">e </w:t>
      </w:r>
      <w:r w:rsidRPr="00902EFD">
        <w:rPr>
          <w:rFonts w:ascii="Arial" w:hAnsi="Arial" w:cs="Arial"/>
          <w:sz w:val="22"/>
          <w:szCs w:val="22"/>
        </w:rPr>
        <w:t>meglio descritto nel Curriculum</w:t>
      </w:r>
      <w:r w:rsidR="00921F9A" w:rsidRPr="00902EFD">
        <w:rPr>
          <w:rFonts w:ascii="Arial" w:hAnsi="Arial" w:cs="Arial"/>
          <w:sz w:val="22"/>
          <w:szCs w:val="22"/>
        </w:rPr>
        <w:t xml:space="preserve"> allegati alla presente</w:t>
      </w:r>
      <w:r w:rsidRPr="00902EFD">
        <w:rPr>
          <w:rFonts w:ascii="Arial" w:hAnsi="Arial" w:cs="Arial"/>
          <w:sz w:val="22"/>
          <w:szCs w:val="22"/>
        </w:rPr>
        <w:t>;</w:t>
      </w:r>
    </w:p>
    <w:p w14:paraId="05BE3CBE" w14:textId="7A03625F" w:rsidR="00CE76B8" w:rsidRPr="00902EFD" w:rsidRDefault="002B7C69" w:rsidP="008B3695">
      <w:pPr>
        <w:pStyle w:val="Paragrafoelenco"/>
        <w:numPr>
          <w:ilvl w:val="0"/>
          <w:numId w:val="41"/>
        </w:numPr>
        <w:tabs>
          <w:tab w:val="left" w:pos="426"/>
        </w:tabs>
        <w:spacing w:after="120" w:line="360" w:lineRule="auto"/>
        <w:ind w:left="426" w:right="142"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di aver preso visione dell’“Informativa agli interessati”</w:t>
      </w:r>
      <w:r w:rsidR="00A319F7">
        <w:rPr>
          <w:rFonts w:ascii="Arial" w:hAnsi="Arial" w:cs="Arial"/>
          <w:sz w:val="22"/>
          <w:szCs w:val="22"/>
        </w:rPr>
        <w:t>, allegata all’Avviso,</w:t>
      </w:r>
      <w:r w:rsidRPr="00902EFD">
        <w:rPr>
          <w:rFonts w:ascii="Arial" w:hAnsi="Arial" w:cs="Arial"/>
          <w:sz w:val="22"/>
          <w:szCs w:val="22"/>
        </w:rPr>
        <w:t xml:space="preserve"> resa ai sensi dell'art. 13 del Regolamento UE 679/2016 – Regolamento Generale sulla Protezione dei Dati allegata al</w:t>
      </w:r>
      <w:r w:rsidR="0060405C" w:rsidRPr="00902EFD">
        <w:rPr>
          <w:rFonts w:ascii="Arial" w:hAnsi="Arial" w:cs="Arial"/>
          <w:sz w:val="22"/>
          <w:szCs w:val="22"/>
        </w:rPr>
        <w:t>l’</w:t>
      </w:r>
      <w:r w:rsidRPr="00902EFD">
        <w:rPr>
          <w:rFonts w:ascii="Arial" w:hAnsi="Arial" w:cs="Arial"/>
          <w:sz w:val="22"/>
          <w:szCs w:val="22"/>
        </w:rPr>
        <w:t xml:space="preserve"> </w:t>
      </w:r>
      <w:r w:rsidR="0060405C" w:rsidRPr="00902EFD">
        <w:rPr>
          <w:rFonts w:ascii="Arial" w:hAnsi="Arial" w:cs="Arial"/>
          <w:sz w:val="22"/>
          <w:szCs w:val="22"/>
        </w:rPr>
        <w:t>avviso</w:t>
      </w:r>
      <w:r w:rsidRPr="00902EFD">
        <w:rPr>
          <w:rFonts w:ascii="Arial" w:hAnsi="Arial" w:cs="Arial"/>
          <w:sz w:val="22"/>
          <w:szCs w:val="22"/>
        </w:rPr>
        <w:t xml:space="preserve"> in oggetto ed acconsento al trattamento dei dati personali per quanto ivi indicato;</w:t>
      </w:r>
    </w:p>
    <w:p w14:paraId="6E2CEDC8" w14:textId="2A8720C1" w:rsidR="00CE76B8" w:rsidRPr="00902EFD" w:rsidRDefault="00CE76B8" w:rsidP="008B3695">
      <w:pPr>
        <w:pStyle w:val="Paragrafoelenco"/>
        <w:numPr>
          <w:ilvl w:val="0"/>
          <w:numId w:val="41"/>
        </w:numPr>
        <w:tabs>
          <w:tab w:val="left" w:pos="426"/>
        </w:tabs>
        <w:spacing w:after="120" w:line="360" w:lineRule="auto"/>
        <w:ind w:left="426" w:right="142"/>
        <w:jc w:val="both"/>
        <w:rPr>
          <w:rFonts w:ascii="Arial" w:hAnsi="Arial" w:cs="Arial"/>
          <w:sz w:val="22"/>
          <w:szCs w:val="22"/>
        </w:rPr>
      </w:pPr>
      <w:r w:rsidRPr="00902EFD">
        <w:rPr>
          <w:rFonts w:ascii="Arial" w:hAnsi="Arial" w:cs="Arial"/>
          <w:sz w:val="22"/>
          <w:szCs w:val="22"/>
        </w:rPr>
        <w:t>che l’indirizzo PEC, al quale</w:t>
      </w:r>
      <w:r w:rsidR="00902EFD" w:rsidRPr="00902EFD">
        <w:rPr>
          <w:rFonts w:ascii="Arial" w:hAnsi="Arial" w:cs="Arial"/>
          <w:sz w:val="22"/>
          <w:szCs w:val="22"/>
        </w:rPr>
        <w:t xml:space="preserve"> autorizza IRE a trasmettere</w:t>
      </w:r>
      <w:r w:rsidRPr="00902EFD">
        <w:rPr>
          <w:rFonts w:ascii="Arial" w:hAnsi="Arial" w:cs="Arial"/>
          <w:sz w:val="22"/>
          <w:szCs w:val="22"/>
        </w:rPr>
        <w:t xml:space="preserve"> tutt</w:t>
      </w:r>
      <w:r w:rsidR="00902EFD" w:rsidRPr="00902EFD">
        <w:rPr>
          <w:rFonts w:ascii="Arial" w:hAnsi="Arial" w:cs="Arial"/>
          <w:sz w:val="22"/>
          <w:szCs w:val="22"/>
        </w:rPr>
        <w:t>e le comunicazioni inerenti all’affidamento in oggetto</w:t>
      </w:r>
      <w:r w:rsidRPr="00902EFD">
        <w:rPr>
          <w:rFonts w:ascii="Arial" w:hAnsi="Arial" w:cs="Arial"/>
          <w:sz w:val="22"/>
          <w:szCs w:val="22"/>
        </w:rPr>
        <w:t xml:space="preserve"> senza successivo invio postale, è il seguente: ______________________________</w:t>
      </w:r>
      <w:r w:rsidR="00D23556" w:rsidRPr="00902EFD">
        <w:rPr>
          <w:rFonts w:ascii="Arial" w:hAnsi="Arial" w:cs="Arial"/>
          <w:sz w:val="22"/>
          <w:szCs w:val="22"/>
        </w:rPr>
        <w:t xml:space="preserve"> .</w:t>
      </w:r>
    </w:p>
    <w:p w14:paraId="4CAB0AAA" w14:textId="77777777" w:rsidR="00D23556" w:rsidRPr="00902EFD" w:rsidRDefault="00D23556" w:rsidP="008B3695">
      <w:pPr>
        <w:pStyle w:val="Paragrafoelenco"/>
        <w:tabs>
          <w:tab w:val="left" w:pos="284"/>
        </w:tabs>
        <w:spacing w:after="120" w:line="360" w:lineRule="auto"/>
        <w:ind w:left="284" w:right="142" w:hanging="218"/>
        <w:jc w:val="both"/>
        <w:rPr>
          <w:rFonts w:ascii="Arial" w:hAnsi="Arial" w:cs="Arial"/>
          <w:sz w:val="22"/>
          <w:szCs w:val="22"/>
        </w:rPr>
      </w:pPr>
    </w:p>
    <w:p w14:paraId="191428FA" w14:textId="77777777" w:rsidR="00DE43D6" w:rsidRPr="00902EFD" w:rsidRDefault="00DE43D6" w:rsidP="008B3695">
      <w:pPr>
        <w:pStyle w:val="Paragrafoelenco"/>
        <w:tabs>
          <w:tab w:val="left" w:pos="284"/>
        </w:tabs>
        <w:spacing w:after="120" w:line="360" w:lineRule="auto"/>
        <w:ind w:left="284" w:right="142"/>
        <w:jc w:val="both"/>
        <w:rPr>
          <w:rFonts w:ascii="Arial" w:hAnsi="Arial" w:cs="Arial"/>
          <w:sz w:val="22"/>
          <w:szCs w:val="22"/>
        </w:rPr>
      </w:pPr>
    </w:p>
    <w:p w14:paraId="7B2E7E6C" w14:textId="77777777" w:rsidR="001B2734" w:rsidRPr="003937A5" w:rsidRDefault="001B2734" w:rsidP="008B3695">
      <w:pPr>
        <w:tabs>
          <w:tab w:val="left" w:pos="1843"/>
          <w:tab w:val="left" w:pos="6237"/>
          <w:tab w:val="left" w:pos="7797"/>
        </w:tabs>
        <w:spacing w:after="120" w:line="360" w:lineRule="auto"/>
        <w:ind w:left="284" w:hanging="142"/>
        <w:contextualSpacing/>
        <w:jc w:val="both"/>
        <w:rPr>
          <w:rFonts w:ascii="Arial" w:hAnsi="Arial" w:cs="Arial"/>
        </w:rPr>
      </w:pPr>
      <w:r w:rsidRPr="003937A5">
        <w:rPr>
          <w:rFonts w:ascii="Arial" w:hAnsi="Arial" w:cs="Arial"/>
        </w:rPr>
        <w:t>DATA: ______________________</w:t>
      </w:r>
    </w:p>
    <w:p w14:paraId="55E25F50" w14:textId="77777777" w:rsidR="001B2734" w:rsidRPr="003937A5" w:rsidRDefault="001B2734" w:rsidP="008B3695">
      <w:pPr>
        <w:tabs>
          <w:tab w:val="left" w:pos="1843"/>
          <w:tab w:val="left" w:pos="6237"/>
          <w:tab w:val="left" w:pos="7797"/>
        </w:tabs>
        <w:spacing w:after="120" w:line="360" w:lineRule="auto"/>
        <w:ind w:left="284" w:hanging="567"/>
        <w:contextualSpacing/>
        <w:jc w:val="both"/>
        <w:rPr>
          <w:rFonts w:ascii="Arial" w:hAnsi="Arial" w:cs="Arial"/>
        </w:rPr>
      </w:pPr>
    </w:p>
    <w:p w14:paraId="686F68F6" w14:textId="77777777" w:rsidR="001B2734" w:rsidRPr="003937A5" w:rsidRDefault="001B2734" w:rsidP="008B3695">
      <w:pPr>
        <w:tabs>
          <w:tab w:val="left" w:pos="1843"/>
          <w:tab w:val="left" w:pos="6237"/>
          <w:tab w:val="left" w:pos="7797"/>
        </w:tabs>
        <w:spacing w:after="120" w:line="360" w:lineRule="auto"/>
        <w:ind w:left="284" w:hanging="142"/>
        <w:contextualSpacing/>
        <w:jc w:val="both"/>
        <w:rPr>
          <w:rFonts w:ascii="Arial" w:hAnsi="Arial" w:cs="Arial"/>
          <w:vertAlign w:val="subscript"/>
        </w:rPr>
      </w:pPr>
      <w:r w:rsidRPr="003937A5">
        <w:rPr>
          <w:rFonts w:ascii="Arial" w:hAnsi="Arial" w:cs="Arial"/>
        </w:rPr>
        <w:t>FIRMATO DIGITALMENTE</w:t>
      </w:r>
      <w:r w:rsidRPr="003937A5">
        <w:rPr>
          <w:rFonts w:ascii="Arial" w:hAnsi="Arial" w:cs="Arial"/>
          <w:vertAlign w:val="superscript"/>
        </w:rPr>
        <w:footnoteReference w:id="2"/>
      </w:r>
      <w:r w:rsidRPr="003937A5">
        <w:rPr>
          <w:rFonts w:ascii="Arial" w:hAnsi="Arial" w:cs="Arial"/>
        </w:rPr>
        <w:t xml:space="preserve"> DA:</w:t>
      </w:r>
    </w:p>
    <w:p w14:paraId="151A8A99" w14:textId="6CC45C0D" w:rsidR="001B2734" w:rsidRPr="003937A5" w:rsidRDefault="001B2734" w:rsidP="008B3695">
      <w:pPr>
        <w:tabs>
          <w:tab w:val="left" w:pos="1843"/>
          <w:tab w:val="left" w:pos="6237"/>
          <w:tab w:val="left" w:pos="7797"/>
        </w:tabs>
        <w:spacing w:after="120" w:line="360" w:lineRule="auto"/>
        <w:ind w:left="284" w:hanging="142"/>
        <w:contextualSpacing/>
        <w:jc w:val="both"/>
        <w:rPr>
          <w:rFonts w:ascii="Arial" w:hAnsi="Arial" w:cs="Arial"/>
        </w:rPr>
      </w:pPr>
      <w:r w:rsidRPr="003937A5">
        <w:rPr>
          <w:rFonts w:ascii="Arial" w:hAnsi="Arial" w:cs="Arial"/>
        </w:rPr>
        <w:t>firma digitale di ________________________ per lo/la società</w:t>
      </w:r>
      <w:r>
        <w:rPr>
          <w:rFonts w:ascii="Arial" w:hAnsi="Arial" w:cs="Arial"/>
        </w:rPr>
        <w:t>/studio</w:t>
      </w:r>
      <w:r w:rsidRPr="003937A5">
        <w:rPr>
          <w:rFonts w:ascii="Arial" w:hAnsi="Arial" w:cs="Arial"/>
        </w:rPr>
        <w:t xml:space="preserve"> ______________________</w:t>
      </w:r>
    </w:p>
    <w:p w14:paraId="440C5EDA" w14:textId="77777777" w:rsidR="001B2734" w:rsidRDefault="001B2734" w:rsidP="008B3695">
      <w:pPr>
        <w:tabs>
          <w:tab w:val="left" w:pos="3119"/>
          <w:tab w:val="left" w:pos="9781"/>
        </w:tabs>
        <w:spacing w:after="120" w:line="360" w:lineRule="auto"/>
        <w:ind w:left="284" w:right="142"/>
        <w:contextualSpacing/>
        <w:rPr>
          <w:rFonts w:ascii="Arial" w:hAnsi="Arial" w:cs="Arial"/>
        </w:rPr>
      </w:pPr>
    </w:p>
    <w:p w14:paraId="299F9C0D" w14:textId="77777777" w:rsidR="001B2734" w:rsidRDefault="001B2734" w:rsidP="008B3695">
      <w:pPr>
        <w:tabs>
          <w:tab w:val="left" w:pos="3119"/>
          <w:tab w:val="left" w:pos="9781"/>
        </w:tabs>
        <w:spacing w:after="120" w:line="360" w:lineRule="auto"/>
        <w:ind w:right="142"/>
        <w:contextualSpacing/>
        <w:rPr>
          <w:rFonts w:ascii="Arial" w:hAnsi="Arial" w:cs="Arial"/>
        </w:rPr>
      </w:pPr>
    </w:p>
    <w:p w14:paraId="7E68201D" w14:textId="77777777" w:rsidR="00D23556" w:rsidRPr="00902EFD" w:rsidRDefault="00D23556" w:rsidP="008B3695">
      <w:pPr>
        <w:tabs>
          <w:tab w:val="left" w:pos="9781"/>
        </w:tabs>
        <w:autoSpaceDE w:val="0"/>
        <w:autoSpaceDN w:val="0"/>
        <w:adjustRightInd w:val="0"/>
        <w:spacing w:after="120" w:line="360" w:lineRule="auto"/>
        <w:ind w:right="142"/>
        <w:contextualSpacing/>
        <w:jc w:val="both"/>
        <w:rPr>
          <w:rFonts w:ascii="Arial" w:hAnsi="Arial" w:cs="Arial"/>
          <w:b/>
          <w:color w:val="000000"/>
        </w:rPr>
      </w:pPr>
    </w:p>
    <w:p w14:paraId="7BA4E541" w14:textId="77777777" w:rsidR="00D23556" w:rsidRPr="00902EFD" w:rsidRDefault="00D23556" w:rsidP="008B3695">
      <w:pPr>
        <w:tabs>
          <w:tab w:val="left" w:pos="9781"/>
        </w:tabs>
        <w:autoSpaceDE w:val="0"/>
        <w:autoSpaceDN w:val="0"/>
        <w:adjustRightInd w:val="0"/>
        <w:spacing w:after="120" w:line="360" w:lineRule="auto"/>
        <w:ind w:right="142"/>
        <w:contextualSpacing/>
        <w:jc w:val="both"/>
        <w:rPr>
          <w:rFonts w:ascii="Arial" w:hAnsi="Arial" w:cs="Arial"/>
          <w:b/>
          <w:color w:val="000000"/>
        </w:rPr>
      </w:pPr>
    </w:p>
    <w:p w14:paraId="53633439" w14:textId="61BFA65D" w:rsidR="002E236F" w:rsidRPr="00902EFD" w:rsidRDefault="002E236F" w:rsidP="00595956">
      <w:pPr>
        <w:tabs>
          <w:tab w:val="left" w:pos="9781"/>
        </w:tabs>
        <w:autoSpaceDE w:val="0"/>
        <w:autoSpaceDN w:val="0"/>
        <w:adjustRightInd w:val="0"/>
        <w:spacing w:after="120" w:line="360" w:lineRule="auto"/>
        <w:ind w:right="142"/>
        <w:contextualSpacing/>
        <w:jc w:val="center"/>
        <w:rPr>
          <w:rFonts w:ascii="Arial" w:hAnsi="Arial" w:cs="Arial"/>
        </w:rPr>
        <w:sectPr w:rsidR="002E236F" w:rsidRPr="00902EFD" w:rsidSect="008B3695">
          <w:headerReference w:type="default" r:id="rId9"/>
          <w:footerReference w:type="default" r:id="rId10"/>
          <w:pgSz w:w="11906" w:h="16838" w:code="9"/>
          <w:pgMar w:top="1094" w:right="1134" w:bottom="1560" w:left="851" w:header="284" w:footer="982" w:gutter="0"/>
          <w:cols w:space="708"/>
          <w:docGrid w:linePitch="360"/>
        </w:sectPr>
      </w:pPr>
      <w:r w:rsidRPr="00902EFD">
        <w:rPr>
          <w:rFonts w:ascii="Arial" w:hAnsi="Arial" w:cs="Arial"/>
        </w:rPr>
        <w:br w:type="page"/>
      </w:r>
    </w:p>
    <w:p w14:paraId="1FD756A3" w14:textId="77777777" w:rsidR="002E236F" w:rsidRPr="00902EFD" w:rsidRDefault="002E236F" w:rsidP="00595956">
      <w:pPr>
        <w:spacing w:after="120" w:line="360" w:lineRule="auto"/>
        <w:contextualSpacing/>
        <w:jc w:val="both"/>
        <w:rPr>
          <w:rFonts w:ascii="Arial" w:hAnsi="Arial" w:cs="Arial"/>
        </w:rPr>
      </w:pPr>
    </w:p>
    <w:p w14:paraId="1E95A23E" w14:textId="41F2AE20" w:rsidR="002E236F" w:rsidRPr="00902EFD" w:rsidRDefault="002E236F" w:rsidP="00595956">
      <w:pPr>
        <w:spacing w:after="120" w:line="360" w:lineRule="auto"/>
        <w:contextualSpacing/>
        <w:jc w:val="both"/>
        <w:rPr>
          <w:rFonts w:ascii="Arial" w:hAnsi="Arial" w:cs="Arial"/>
          <w:u w:val="single"/>
        </w:rPr>
      </w:pPr>
      <w:r w:rsidRPr="00902EFD">
        <w:rPr>
          <w:rFonts w:ascii="Arial" w:hAnsi="Arial" w:cs="Arial"/>
          <w:b/>
          <w:u w:val="single"/>
        </w:rPr>
        <w:t>TABELLA A</w:t>
      </w:r>
      <w:r w:rsidR="00F533AC" w:rsidRPr="00902EFD">
        <w:rPr>
          <w:rFonts w:ascii="Arial" w:hAnsi="Arial" w:cs="Arial"/>
          <w:u w:val="single"/>
        </w:rPr>
        <w:t xml:space="preserve"> Servizi di </w:t>
      </w:r>
      <w:r w:rsidR="00921F9A" w:rsidRPr="00902EFD">
        <w:rPr>
          <w:rFonts w:ascii="Arial" w:hAnsi="Arial" w:cs="Arial"/>
          <w:u w:val="single"/>
        </w:rPr>
        <w:t>assistenza a soggetti pubblici con riferimento agli adempimenti dell’art. 23 comma 13 del D. Lgs 50/2016, preferibilmente con riferimento al D.M. 560/2017 del 1 dicembre 2017 il MIT, di cui all’ art.6</w:t>
      </w:r>
      <w:r w:rsidR="00F533AC" w:rsidRPr="00902EFD">
        <w:rPr>
          <w:rFonts w:ascii="Arial" w:hAnsi="Arial" w:cs="Arial"/>
          <w:u w:val="single"/>
        </w:rPr>
        <w:t xml:space="preserve"> lettera b.</w:t>
      </w:r>
      <w:r w:rsidR="0071052E" w:rsidRPr="00902EFD">
        <w:rPr>
          <w:rFonts w:ascii="Arial" w:hAnsi="Arial" w:cs="Arial"/>
          <w:u w:val="single"/>
        </w:rPr>
        <w:t>2)</w:t>
      </w:r>
      <w:r w:rsidR="00921F9A" w:rsidRPr="00902EFD">
        <w:rPr>
          <w:rFonts w:ascii="Arial" w:hAnsi="Arial" w:cs="Arial"/>
          <w:u w:val="single"/>
        </w:rPr>
        <w:t xml:space="preserve"> </w:t>
      </w:r>
      <w:r w:rsidR="00F533AC" w:rsidRPr="00902EFD">
        <w:rPr>
          <w:rFonts w:ascii="Arial" w:hAnsi="Arial" w:cs="Arial"/>
          <w:u w:val="single"/>
        </w:rPr>
        <w:t>dell’</w:t>
      </w:r>
      <w:r w:rsidR="000316AE" w:rsidRPr="00902EFD">
        <w:rPr>
          <w:rFonts w:ascii="Arial" w:hAnsi="Arial" w:cs="Arial"/>
          <w:u w:val="single"/>
        </w:rPr>
        <w:t>A</w:t>
      </w:r>
      <w:r w:rsidR="00F533AC" w:rsidRPr="00902EFD">
        <w:rPr>
          <w:rFonts w:ascii="Arial" w:hAnsi="Arial" w:cs="Arial"/>
          <w:u w:val="single"/>
        </w:rPr>
        <w:t>vviso</w:t>
      </w:r>
    </w:p>
    <w:p w14:paraId="4FB153FE" w14:textId="77777777" w:rsidR="00921F9A" w:rsidRPr="00902EFD" w:rsidRDefault="00921F9A" w:rsidP="00595956">
      <w:pPr>
        <w:spacing w:after="120" w:line="360" w:lineRule="auto"/>
        <w:contextualSpacing/>
        <w:jc w:val="both"/>
        <w:rPr>
          <w:rFonts w:ascii="Arial" w:hAnsi="Arial" w:cs="Arial"/>
        </w:rPr>
      </w:pPr>
    </w:p>
    <w:p w14:paraId="6D7DEC74" w14:textId="77777777" w:rsidR="005B7068" w:rsidRPr="00902EFD" w:rsidRDefault="005B7068" w:rsidP="00595956">
      <w:pPr>
        <w:spacing w:after="120" w:line="360" w:lineRule="auto"/>
        <w:contextualSpacing/>
        <w:jc w:val="both"/>
        <w:rPr>
          <w:rFonts w:ascii="Arial" w:hAnsi="Arial" w:cs="Arial"/>
        </w:rPr>
      </w:pPr>
      <w:r w:rsidRPr="00902EFD">
        <w:rPr>
          <w:rFonts w:ascii="Arial" w:hAnsi="Arial" w:cs="Arial"/>
        </w:rPr>
        <w:t>NOME E COGNOME: _________________________________________</w:t>
      </w:r>
    </w:p>
    <w:tbl>
      <w:tblPr>
        <w:tblpPr w:leftFromText="141" w:rightFromText="141" w:vertAnchor="page" w:horzAnchor="margin" w:tblpXSpec="center" w:tblpY="3125"/>
        <w:tblW w:w="44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2181"/>
        <w:gridCol w:w="1984"/>
        <w:gridCol w:w="2324"/>
        <w:gridCol w:w="2205"/>
        <w:gridCol w:w="1607"/>
        <w:gridCol w:w="1639"/>
      </w:tblGrid>
      <w:tr w:rsidR="002E236F" w:rsidRPr="00902EFD" w14:paraId="13D71A21" w14:textId="77777777" w:rsidTr="00921F9A">
        <w:trPr>
          <w:trHeight w:val="154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065E" w14:textId="77777777" w:rsidR="002E236F" w:rsidRPr="00902EFD" w:rsidRDefault="002E236F" w:rsidP="00595956">
            <w:pPr>
              <w:spacing w:after="120"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902EFD">
              <w:rPr>
                <w:rFonts w:ascii="Arial" w:eastAsia="Calibri" w:hAnsi="Arial" w:cs="Arial"/>
              </w:rPr>
              <w:t>Anno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1119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center"/>
              <w:rPr>
                <w:rFonts w:ascii="Arial" w:hAnsi="Arial" w:cs="Arial"/>
              </w:rPr>
            </w:pPr>
            <w:r w:rsidRPr="00902EFD">
              <w:rPr>
                <w:rFonts w:ascii="Arial" w:hAnsi="Arial" w:cs="Arial"/>
              </w:rPr>
              <w:t>Committente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DAD3" w14:textId="77777777" w:rsidR="002E236F" w:rsidRPr="00902EFD" w:rsidRDefault="004E1B59" w:rsidP="00595956">
            <w:pPr>
              <w:tabs>
                <w:tab w:val="left" w:pos="2340"/>
              </w:tabs>
              <w:spacing w:after="120" w:line="360" w:lineRule="auto"/>
              <w:contextualSpacing/>
              <w:jc w:val="center"/>
              <w:rPr>
                <w:rFonts w:ascii="Arial" w:hAnsi="Arial" w:cs="Arial"/>
              </w:rPr>
            </w:pPr>
            <w:r w:rsidRPr="00902EFD">
              <w:rPr>
                <w:rFonts w:ascii="Arial" w:hAnsi="Arial" w:cs="Arial"/>
              </w:rPr>
              <w:t xml:space="preserve">Importo 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BC7A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center"/>
              <w:rPr>
                <w:rFonts w:ascii="Arial" w:hAnsi="Arial" w:cs="Arial"/>
              </w:rPr>
            </w:pPr>
            <w:r w:rsidRPr="00902EFD">
              <w:rPr>
                <w:rFonts w:ascii="Arial" w:hAnsi="Arial" w:cs="Arial"/>
              </w:rPr>
              <w:t xml:space="preserve">Esecutore </w:t>
            </w:r>
            <w:r w:rsidRPr="00902EFD">
              <w:rPr>
                <w:rFonts w:ascii="Arial" w:hAnsi="Arial" w:cs="Arial"/>
                <w:i/>
              </w:rPr>
              <w:t>(indicare in caso di operatore in RTI a chi si riferiscono i servizi realizzati)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5669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center"/>
              <w:rPr>
                <w:rFonts w:ascii="Arial" w:hAnsi="Arial" w:cs="Arial"/>
                <w:highlight w:val="yellow"/>
              </w:rPr>
            </w:pPr>
            <w:r w:rsidRPr="00902EFD">
              <w:rPr>
                <w:rFonts w:ascii="Arial" w:hAnsi="Arial" w:cs="Arial"/>
              </w:rPr>
              <w:t xml:space="preserve">% RTI </w:t>
            </w:r>
            <w:r w:rsidRPr="00902EFD">
              <w:rPr>
                <w:rFonts w:ascii="Arial" w:hAnsi="Arial" w:cs="Arial"/>
                <w:i/>
              </w:rPr>
              <w:t>(in caso di servizi prestati con soggetti diversi da quelli costituenti l’operatore)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B58F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center"/>
              <w:rPr>
                <w:rFonts w:ascii="Arial" w:hAnsi="Arial" w:cs="Arial"/>
              </w:rPr>
            </w:pPr>
            <w:r w:rsidRPr="00902EFD">
              <w:rPr>
                <w:rFonts w:ascii="Arial" w:hAnsi="Arial" w:cs="Arial"/>
              </w:rPr>
              <w:t>Data inizio incarico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30BB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center"/>
              <w:rPr>
                <w:rFonts w:ascii="Arial" w:hAnsi="Arial" w:cs="Arial"/>
              </w:rPr>
            </w:pPr>
            <w:r w:rsidRPr="00902EFD">
              <w:rPr>
                <w:rFonts w:ascii="Arial" w:hAnsi="Arial" w:cs="Arial"/>
              </w:rPr>
              <w:t>Data fine incarico</w:t>
            </w:r>
          </w:p>
        </w:tc>
      </w:tr>
      <w:tr w:rsidR="002E236F" w:rsidRPr="00902EFD" w14:paraId="42DFF3F6" w14:textId="77777777" w:rsidTr="00921F9A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0D33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1339E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2949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ABD25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164C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43FE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2DB5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  <w:p w14:paraId="25C648B4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8C0AD9" w:rsidRPr="00902EFD" w14:paraId="17278E5F" w14:textId="77777777" w:rsidTr="00921F9A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04A7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3DCF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D816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  <w:p w14:paraId="61338C12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184B4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CB207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678B5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7A24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8C0AD9" w:rsidRPr="00902EFD" w14:paraId="74A37741" w14:textId="77777777" w:rsidTr="00921F9A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9D70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C41A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9014C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  <w:p w14:paraId="2C739102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CFBE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99F1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9E4D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FAB16" w14:textId="77777777" w:rsidR="008C0AD9" w:rsidRPr="00902EFD" w:rsidRDefault="008C0AD9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E236F" w:rsidRPr="00902EFD" w14:paraId="628DCCD1" w14:textId="77777777" w:rsidTr="00921F9A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FA04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</w:rPr>
            </w:pPr>
            <w:r w:rsidRPr="00902EFD">
              <w:rPr>
                <w:rFonts w:ascii="Arial" w:hAnsi="Arial" w:cs="Arial"/>
              </w:rPr>
              <w:t>Descrizione sintetica del</w:t>
            </w:r>
            <w:r w:rsidR="004E1B59" w:rsidRPr="00902EFD">
              <w:rPr>
                <w:rFonts w:ascii="Arial" w:hAnsi="Arial" w:cs="Arial"/>
              </w:rPr>
              <w:t xml:space="preserve"> servizio</w:t>
            </w:r>
            <w:r w:rsidRPr="00902EFD">
              <w:rPr>
                <w:rFonts w:ascii="Arial" w:hAnsi="Arial" w:cs="Arial"/>
              </w:rPr>
              <w:t>:</w:t>
            </w:r>
          </w:p>
          <w:p w14:paraId="5EDE399A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</w:rPr>
            </w:pPr>
          </w:p>
          <w:p w14:paraId="0E54B419" w14:textId="77777777" w:rsidR="002E236F" w:rsidRPr="00902EFD" w:rsidRDefault="002E236F" w:rsidP="00595956">
            <w:pPr>
              <w:tabs>
                <w:tab w:val="left" w:pos="2340"/>
              </w:tabs>
              <w:spacing w:after="120" w:line="360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14:paraId="74F74E6E" w14:textId="77777777" w:rsidR="002E236F" w:rsidRPr="00902EFD" w:rsidRDefault="002E236F" w:rsidP="00595956">
      <w:pPr>
        <w:spacing w:after="120" w:line="360" w:lineRule="auto"/>
        <w:contextualSpacing/>
        <w:jc w:val="both"/>
        <w:rPr>
          <w:rFonts w:ascii="Arial" w:hAnsi="Arial" w:cs="Arial"/>
        </w:rPr>
      </w:pPr>
    </w:p>
    <w:p w14:paraId="4E88D05D" w14:textId="2AB4CB81" w:rsidR="002E236F" w:rsidRPr="00902EFD" w:rsidRDefault="002E236F" w:rsidP="00595956">
      <w:pPr>
        <w:spacing w:after="120" w:line="360" w:lineRule="auto"/>
        <w:contextualSpacing/>
        <w:rPr>
          <w:rFonts w:ascii="Arial" w:hAnsi="Arial" w:cs="Arial"/>
          <w:b/>
          <w:u w:val="single"/>
        </w:rPr>
      </w:pPr>
    </w:p>
    <w:p w14:paraId="099F996D" w14:textId="77777777" w:rsidR="00921F9A" w:rsidRPr="00902EFD" w:rsidRDefault="00921F9A" w:rsidP="00595956">
      <w:pPr>
        <w:spacing w:after="120" w:line="360" w:lineRule="auto"/>
        <w:contextualSpacing/>
        <w:rPr>
          <w:rFonts w:ascii="Arial" w:hAnsi="Arial" w:cs="Arial"/>
          <w:b/>
          <w:u w:val="single"/>
        </w:rPr>
      </w:pPr>
    </w:p>
    <w:p w14:paraId="4ACDAEA2" w14:textId="77777777" w:rsidR="00921F9A" w:rsidRPr="00902EFD" w:rsidRDefault="00921F9A" w:rsidP="00595956">
      <w:pPr>
        <w:spacing w:after="120" w:line="360" w:lineRule="auto"/>
        <w:contextualSpacing/>
        <w:rPr>
          <w:rFonts w:ascii="Arial" w:hAnsi="Arial" w:cs="Arial"/>
          <w:b/>
          <w:u w:val="single"/>
        </w:rPr>
      </w:pPr>
    </w:p>
    <w:sectPr w:rsidR="00921F9A" w:rsidRPr="00902EFD" w:rsidSect="00921F9A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1106" w:bottom="991" w:left="1134" w:header="142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B6A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CA7B8E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, 'Arial Unicode MS'"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33DC6" w14:textId="4DD677CE" w:rsidR="00EA7823" w:rsidRDefault="00EA7823">
    <w:pPr>
      <w:pStyle w:val="Pidipagina"/>
    </w:pPr>
    <w:r>
      <w:tab/>
    </w:r>
    <w:r>
      <w:tab/>
      <w:t xml:space="preserve">Pag.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B369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a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B3695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64BE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902EFD">
      <w:rPr>
        <w:rFonts w:ascii="Arial" w:hAnsi="Arial" w:cs="Arial"/>
        <w:b/>
        <w:bCs/>
        <w:noProof/>
        <w:sz w:val="18"/>
        <w:szCs w:val="18"/>
      </w:rPr>
      <w:t>10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8B3695">
      <w:rPr>
        <w:rFonts w:ascii="Arial" w:hAnsi="Arial" w:cs="Arial"/>
        <w:b/>
        <w:bCs/>
        <w:noProof/>
        <w:sz w:val="18"/>
        <w:szCs w:val="18"/>
      </w:rPr>
      <w:t>5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2CEE0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8B3695">
      <w:rPr>
        <w:b/>
        <w:bCs/>
        <w:noProof/>
      </w:rPr>
      <w:t>5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8B3695">
      <w:rPr>
        <w:b/>
        <w:bCs/>
        <w:noProof/>
      </w:rPr>
      <w:t>6</w:t>
    </w:r>
    <w:r w:rsidRPr="0089512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3D9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5336F45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784F190E" w14:textId="7604D4EA" w:rsidR="00E90328" w:rsidRDefault="00E90328" w:rsidP="00E90328">
      <w:pPr>
        <w:pStyle w:val="Testonotaapidipagina"/>
      </w:pPr>
      <w:r>
        <w:rPr>
          <w:rStyle w:val="Rimandonotaapidipagina"/>
          <w:rFonts w:ascii="Calibri" w:hAnsi="Calibri"/>
        </w:rPr>
        <w:footnoteRef/>
      </w:r>
      <w:r>
        <w:t xml:space="preserve"> Replicare la pagina se del caso</w:t>
      </w:r>
      <w:r w:rsidR="00EA7823">
        <w:tab/>
      </w:r>
      <w:r w:rsidR="00EA7823">
        <w:tab/>
      </w:r>
      <w:r w:rsidR="00EA7823">
        <w:tab/>
      </w:r>
      <w:r w:rsidR="00EA7823">
        <w:tab/>
      </w:r>
      <w:r w:rsidR="00EA7823">
        <w:tab/>
      </w:r>
      <w:r w:rsidR="00EA7823">
        <w:tab/>
      </w:r>
      <w:r w:rsidR="00EA7823">
        <w:tab/>
      </w:r>
      <w:r w:rsidR="00EA7823">
        <w:tab/>
      </w:r>
    </w:p>
  </w:footnote>
  <w:footnote w:id="2">
    <w:p w14:paraId="3643D245" w14:textId="77777777" w:rsidR="001B2734" w:rsidRDefault="001B2734" w:rsidP="001B273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AF1F1C">
        <w:t>Qualora la documentazione venga sottoscritta dal “</w:t>
      </w:r>
      <w:r>
        <w:t xml:space="preserve">procuratore/i” della società </w:t>
      </w:r>
      <w:r w:rsidRPr="00AF1F1C">
        <w:t>dovrà essere allegata copia della relativa procura notarile (GENERALE O SPECIALE) o altro documento da cui evincere i poteri di rappresentanza.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58B3" w14:textId="77777777" w:rsidR="00595956" w:rsidRPr="00595956" w:rsidRDefault="00595956" w:rsidP="00595956">
    <w:pPr>
      <w:pStyle w:val="Intestazione"/>
      <w:jc w:val="right"/>
    </w:pPr>
    <w:r w:rsidRPr="00595956">
      <w:t>(</w:t>
    </w:r>
    <w:r w:rsidRPr="00595956">
      <w:rPr>
        <w:i/>
      </w:rPr>
      <w:t>Documento da trasformare in formato PDF e sottoscrivere digitalmente</w:t>
    </w:r>
    <w:r w:rsidRPr="00595956">
      <w:t>)</w:t>
    </w:r>
  </w:p>
  <w:p w14:paraId="066058F8" w14:textId="77777777" w:rsidR="00595956" w:rsidRDefault="0059595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29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F54F" w14:textId="77777777" w:rsidR="00AC7456" w:rsidRDefault="00AC7456" w:rsidP="00AC7456">
    <w:pPr>
      <w:pStyle w:val="Intestazione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D0930"/>
    <w:multiLevelType w:val="hybridMultilevel"/>
    <w:tmpl w:val="74C2D63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BA7009"/>
    <w:multiLevelType w:val="hybridMultilevel"/>
    <w:tmpl w:val="C4BCD44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1E5436"/>
    <w:multiLevelType w:val="hybridMultilevel"/>
    <w:tmpl w:val="B120C628"/>
    <w:lvl w:ilvl="0" w:tplc="D0BC4E28">
      <w:start w:val="4"/>
      <w:numFmt w:val="decimal"/>
      <w:lvlText w:val="%1"/>
      <w:lvlJc w:val="left"/>
      <w:pPr>
        <w:ind w:left="10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>
    <w:nsid w:val="15EC3E1F"/>
    <w:multiLevelType w:val="hybridMultilevel"/>
    <w:tmpl w:val="D61449D4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76E0F9C"/>
    <w:multiLevelType w:val="hybridMultilevel"/>
    <w:tmpl w:val="06F66306"/>
    <w:lvl w:ilvl="0" w:tplc="4CEE951A">
      <w:start w:val="1"/>
      <w:numFmt w:val="decimal"/>
      <w:lvlText w:val="%1."/>
      <w:lvlJc w:val="left"/>
      <w:pPr>
        <w:ind w:left="720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0000002">
      <w:start w:val="1"/>
      <w:numFmt w:val="bullet"/>
      <w:lvlText w:val=""/>
      <w:lvlJc w:val="left"/>
      <w:pPr>
        <w:ind w:left="2160" w:hanging="180"/>
      </w:pPr>
      <w:rPr>
        <w:rFonts w:ascii="Wingdings" w:hAnsi="Wingdings" w:cs="Symbol" w:hint="default"/>
        <w:color w:val="auto"/>
        <w:szCs w:val="24"/>
        <w:lang w:val="it-I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396548"/>
    <w:multiLevelType w:val="hybridMultilevel"/>
    <w:tmpl w:val="63CE4AF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0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87502D7"/>
    <w:multiLevelType w:val="hybridMultilevel"/>
    <w:tmpl w:val="537C0E4A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207615"/>
    <w:multiLevelType w:val="multilevel"/>
    <w:tmpl w:val="9676B82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68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1BB80FE5"/>
    <w:multiLevelType w:val="hybridMultilevel"/>
    <w:tmpl w:val="860C2140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D66483"/>
    <w:multiLevelType w:val="hybridMultilevel"/>
    <w:tmpl w:val="A3244D60"/>
    <w:lvl w:ilvl="0" w:tplc="B5226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1626F6"/>
    <w:multiLevelType w:val="hybridMultilevel"/>
    <w:tmpl w:val="ABCE7456"/>
    <w:lvl w:ilvl="0" w:tplc="7B4A6D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6836CE"/>
    <w:multiLevelType w:val="hybridMultilevel"/>
    <w:tmpl w:val="BD34FD58"/>
    <w:lvl w:ilvl="0" w:tplc="D13A377A">
      <w:start w:val="1"/>
      <w:numFmt w:val="upperLetter"/>
      <w:lvlText w:val="Modulo %1: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50671B"/>
    <w:multiLevelType w:val="hybridMultilevel"/>
    <w:tmpl w:val="93EC71F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2C5213E2"/>
    <w:multiLevelType w:val="hybridMultilevel"/>
    <w:tmpl w:val="E9120862"/>
    <w:lvl w:ilvl="0" w:tplc="4CEE951A">
      <w:start w:val="1"/>
      <w:numFmt w:val="decimal"/>
      <w:pStyle w:val="commi"/>
      <w:lvlText w:val="%1."/>
      <w:lvlJc w:val="left"/>
      <w:pPr>
        <w:ind w:left="720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C8447278">
      <w:start w:val="1"/>
      <w:numFmt w:val="bullet"/>
      <w:lvlText w:val=""/>
      <w:lvlJc w:val="left"/>
      <w:pPr>
        <w:ind w:left="2160" w:hanging="18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E03B82"/>
    <w:multiLevelType w:val="multilevel"/>
    <w:tmpl w:val="37984DA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  <w:sz w:val="18"/>
        <w:szCs w:val="20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Arial"/>
        <w:color w:val="0070C0"/>
        <w:sz w:val="18"/>
        <w:szCs w:val="20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Arial"/>
        <w:color w:val="0070C0"/>
        <w:sz w:val="18"/>
        <w:szCs w:val="20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Courier New"/>
      </w:rPr>
    </w:lvl>
  </w:abstractNum>
  <w:abstractNum w:abstractNumId="19">
    <w:nsid w:val="33E05DD0"/>
    <w:multiLevelType w:val="hybridMultilevel"/>
    <w:tmpl w:val="7BEE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702FF"/>
    <w:multiLevelType w:val="hybridMultilevel"/>
    <w:tmpl w:val="A1C0AC6C"/>
    <w:lvl w:ilvl="0" w:tplc="B1C68E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3D3B446B"/>
    <w:multiLevelType w:val="hybridMultilevel"/>
    <w:tmpl w:val="F44C9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ED781F"/>
    <w:multiLevelType w:val="hybridMultilevel"/>
    <w:tmpl w:val="3048B6A6"/>
    <w:lvl w:ilvl="0" w:tplc="7B4A6D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817BF0"/>
    <w:multiLevelType w:val="hybridMultilevel"/>
    <w:tmpl w:val="F086E310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412E30EA"/>
    <w:multiLevelType w:val="hybridMultilevel"/>
    <w:tmpl w:val="60E8F9DC"/>
    <w:lvl w:ilvl="0" w:tplc="0B3AF4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34A1B"/>
    <w:multiLevelType w:val="hybridMultilevel"/>
    <w:tmpl w:val="3FBA232A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6">
    <w:nsid w:val="4533765D"/>
    <w:multiLevelType w:val="hybridMultilevel"/>
    <w:tmpl w:val="465ED2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052FF"/>
    <w:multiLevelType w:val="hybridMultilevel"/>
    <w:tmpl w:val="A5E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0">
    <w:nsid w:val="5E13475C"/>
    <w:multiLevelType w:val="hybridMultilevel"/>
    <w:tmpl w:val="CA5A7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645DF"/>
    <w:multiLevelType w:val="hybridMultilevel"/>
    <w:tmpl w:val="8034EB7A"/>
    <w:lvl w:ilvl="0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2">
    <w:nsid w:val="66A81945"/>
    <w:multiLevelType w:val="hybridMultilevel"/>
    <w:tmpl w:val="26A280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EC71256"/>
    <w:multiLevelType w:val="hybridMultilevel"/>
    <w:tmpl w:val="3738BD5C"/>
    <w:lvl w:ilvl="0" w:tplc="92ECD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FB54247"/>
    <w:multiLevelType w:val="hybridMultilevel"/>
    <w:tmpl w:val="A2BA60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11D3B3A"/>
    <w:multiLevelType w:val="hybridMultilevel"/>
    <w:tmpl w:val="E5BC10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47288"/>
    <w:multiLevelType w:val="hybridMultilevel"/>
    <w:tmpl w:val="9DBCD5C6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6B7816"/>
    <w:multiLevelType w:val="hybridMultilevel"/>
    <w:tmpl w:val="664620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3"/>
  </w:num>
  <w:num w:numId="3">
    <w:abstractNumId w:val="4"/>
  </w:num>
  <w:num w:numId="4">
    <w:abstractNumId w:val="3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21"/>
  </w:num>
  <w:num w:numId="9">
    <w:abstractNumId w:val="32"/>
  </w:num>
  <w:num w:numId="10">
    <w:abstractNumId w:val="3"/>
  </w:num>
  <w:num w:numId="11">
    <w:abstractNumId w:val="26"/>
  </w:num>
  <w:num w:numId="12">
    <w:abstractNumId w:val="25"/>
  </w:num>
  <w:num w:numId="13">
    <w:abstractNumId w:val="23"/>
  </w:num>
  <w:num w:numId="14">
    <w:abstractNumId w:val="8"/>
  </w:num>
  <w:num w:numId="15">
    <w:abstractNumId w:val="10"/>
  </w:num>
  <w:num w:numId="16">
    <w:abstractNumId w:val="16"/>
  </w:num>
  <w:num w:numId="17">
    <w:abstractNumId w:val="19"/>
  </w:num>
  <w:num w:numId="18">
    <w:abstractNumId w:val="30"/>
  </w:num>
  <w:num w:numId="19">
    <w:abstractNumId w:val="31"/>
  </w:num>
  <w:num w:numId="20">
    <w:abstractNumId w:val="9"/>
  </w:num>
  <w:num w:numId="21">
    <w:abstractNumId w:val="28"/>
  </w:num>
  <w:num w:numId="22">
    <w:abstractNumId w:val="12"/>
  </w:num>
  <w:num w:numId="23">
    <w:abstractNumId w:val="6"/>
  </w:num>
  <w:num w:numId="24">
    <w:abstractNumId w:val="11"/>
  </w:num>
  <w:num w:numId="25">
    <w:abstractNumId w:val="14"/>
  </w:num>
  <w:num w:numId="26">
    <w:abstractNumId w:val="5"/>
  </w:num>
  <w:num w:numId="27">
    <w:abstractNumId w:val="2"/>
  </w:num>
  <w:num w:numId="28">
    <w:abstractNumId w:val="22"/>
  </w:num>
  <w:num w:numId="29">
    <w:abstractNumId w:val="33"/>
  </w:num>
  <w:num w:numId="30">
    <w:abstractNumId w:val="15"/>
  </w:num>
  <w:num w:numId="31">
    <w:abstractNumId w:val="27"/>
  </w:num>
  <w:num w:numId="32">
    <w:abstractNumId w:val="1"/>
  </w:num>
  <w:num w:numId="33">
    <w:abstractNumId w:val="0"/>
  </w:num>
  <w:num w:numId="34">
    <w:abstractNumId w:val="3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7"/>
  </w:num>
  <w:num w:numId="39">
    <w:abstractNumId w:val="7"/>
  </w:num>
  <w:num w:numId="40">
    <w:abstractNumId w:val="1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1"/>
    <w:rsid w:val="0000047A"/>
    <w:rsid w:val="0001356C"/>
    <w:rsid w:val="00013DAC"/>
    <w:rsid w:val="00013E9A"/>
    <w:rsid w:val="00015138"/>
    <w:rsid w:val="00015385"/>
    <w:rsid w:val="000243A7"/>
    <w:rsid w:val="00030B0E"/>
    <w:rsid w:val="00030EB5"/>
    <w:rsid w:val="000316AE"/>
    <w:rsid w:val="000351FD"/>
    <w:rsid w:val="00035AD3"/>
    <w:rsid w:val="0003658B"/>
    <w:rsid w:val="00036DBA"/>
    <w:rsid w:val="000419A7"/>
    <w:rsid w:val="000462D8"/>
    <w:rsid w:val="00054C57"/>
    <w:rsid w:val="00055049"/>
    <w:rsid w:val="00057B5A"/>
    <w:rsid w:val="00066FEB"/>
    <w:rsid w:val="00070082"/>
    <w:rsid w:val="00075A05"/>
    <w:rsid w:val="00081941"/>
    <w:rsid w:val="00082BF4"/>
    <w:rsid w:val="00086101"/>
    <w:rsid w:val="00087E69"/>
    <w:rsid w:val="00091747"/>
    <w:rsid w:val="00096F48"/>
    <w:rsid w:val="000A39BD"/>
    <w:rsid w:val="000A58F2"/>
    <w:rsid w:val="000B459B"/>
    <w:rsid w:val="000C00A6"/>
    <w:rsid w:val="000C6305"/>
    <w:rsid w:val="000D2B9B"/>
    <w:rsid w:val="000D7048"/>
    <w:rsid w:val="000D7E9C"/>
    <w:rsid w:val="000E05FA"/>
    <w:rsid w:val="000E28C3"/>
    <w:rsid w:val="000E5453"/>
    <w:rsid w:val="000E76A7"/>
    <w:rsid w:val="00112939"/>
    <w:rsid w:val="00114EC4"/>
    <w:rsid w:val="0012158A"/>
    <w:rsid w:val="001226D9"/>
    <w:rsid w:val="0012550C"/>
    <w:rsid w:val="001278EA"/>
    <w:rsid w:val="0015693C"/>
    <w:rsid w:val="00161E91"/>
    <w:rsid w:val="001644B3"/>
    <w:rsid w:val="001730D5"/>
    <w:rsid w:val="00173670"/>
    <w:rsid w:val="001810AC"/>
    <w:rsid w:val="00181C5C"/>
    <w:rsid w:val="001913AB"/>
    <w:rsid w:val="001937E9"/>
    <w:rsid w:val="001967CE"/>
    <w:rsid w:val="001A1D00"/>
    <w:rsid w:val="001A288A"/>
    <w:rsid w:val="001A4C02"/>
    <w:rsid w:val="001A5CC3"/>
    <w:rsid w:val="001B1290"/>
    <w:rsid w:val="001B1652"/>
    <w:rsid w:val="001B2734"/>
    <w:rsid w:val="001B7CB7"/>
    <w:rsid w:val="001C39AE"/>
    <w:rsid w:val="001C7146"/>
    <w:rsid w:val="001C782B"/>
    <w:rsid w:val="001C7A33"/>
    <w:rsid w:val="001E2694"/>
    <w:rsid w:val="001E6B84"/>
    <w:rsid w:val="001F23E6"/>
    <w:rsid w:val="002057A5"/>
    <w:rsid w:val="00213E49"/>
    <w:rsid w:val="0022036F"/>
    <w:rsid w:val="002222D2"/>
    <w:rsid w:val="00224A82"/>
    <w:rsid w:val="00231B0F"/>
    <w:rsid w:val="00237515"/>
    <w:rsid w:val="002423FF"/>
    <w:rsid w:val="00242A0B"/>
    <w:rsid w:val="002453C5"/>
    <w:rsid w:val="00246BD6"/>
    <w:rsid w:val="0025225C"/>
    <w:rsid w:val="0025744B"/>
    <w:rsid w:val="00270F04"/>
    <w:rsid w:val="002772C8"/>
    <w:rsid w:val="00281EDE"/>
    <w:rsid w:val="00292CCC"/>
    <w:rsid w:val="002970E6"/>
    <w:rsid w:val="002A256A"/>
    <w:rsid w:val="002A297E"/>
    <w:rsid w:val="002A7983"/>
    <w:rsid w:val="002B0702"/>
    <w:rsid w:val="002B29CD"/>
    <w:rsid w:val="002B7C69"/>
    <w:rsid w:val="002C5277"/>
    <w:rsid w:val="002D3A26"/>
    <w:rsid w:val="002D52EB"/>
    <w:rsid w:val="002D7D99"/>
    <w:rsid w:val="002E236F"/>
    <w:rsid w:val="002E6376"/>
    <w:rsid w:val="002E78D4"/>
    <w:rsid w:val="002E7C83"/>
    <w:rsid w:val="002F06AC"/>
    <w:rsid w:val="002F4717"/>
    <w:rsid w:val="002F48A9"/>
    <w:rsid w:val="002F4C8B"/>
    <w:rsid w:val="00301A06"/>
    <w:rsid w:val="00311140"/>
    <w:rsid w:val="003125D2"/>
    <w:rsid w:val="00312D23"/>
    <w:rsid w:val="0031343C"/>
    <w:rsid w:val="00314E2F"/>
    <w:rsid w:val="00325459"/>
    <w:rsid w:val="00326A1F"/>
    <w:rsid w:val="00343FC4"/>
    <w:rsid w:val="00344BAF"/>
    <w:rsid w:val="0034543A"/>
    <w:rsid w:val="0035029F"/>
    <w:rsid w:val="00351311"/>
    <w:rsid w:val="00352BDB"/>
    <w:rsid w:val="00355F65"/>
    <w:rsid w:val="00360644"/>
    <w:rsid w:val="0036252B"/>
    <w:rsid w:val="00366FD5"/>
    <w:rsid w:val="003673C4"/>
    <w:rsid w:val="003749A6"/>
    <w:rsid w:val="003801C0"/>
    <w:rsid w:val="003804F1"/>
    <w:rsid w:val="00384A08"/>
    <w:rsid w:val="0038506C"/>
    <w:rsid w:val="0038541C"/>
    <w:rsid w:val="003B021D"/>
    <w:rsid w:val="003B02B7"/>
    <w:rsid w:val="003C1392"/>
    <w:rsid w:val="003C3062"/>
    <w:rsid w:val="003C4683"/>
    <w:rsid w:val="003D412E"/>
    <w:rsid w:val="003D53ED"/>
    <w:rsid w:val="003D6E83"/>
    <w:rsid w:val="003E4BB4"/>
    <w:rsid w:val="003E514D"/>
    <w:rsid w:val="003E756E"/>
    <w:rsid w:val="003E78FC"/>
    <w:rsid w:val="003F0C8D"/>
    <w:rsid w:val="003F0F4D"/>
    <w:rsid w:val="003F7CBD"/>
    <w:rsid w:val="004022E3"/>
    <w:rsid w:val="00406790"/>
    <w:rsid w:val="00407AF9"/>
    <w:rsid w:val="00412367"/>
    <w:rsid w:val="00422075"/>
    <w:rsid w:val="00436FA8"/>
    <w:rsid w:val="0044178B"/>
    <w:rsid w:val="00442B53"/>
    <w:rsid w:val="00452ABE"/>
    <w:rsid w:val="004541D5"/>
    <w:rsid w:val="00456F8D"/>
    <w:rsid w:val="00463066"/>
    <w:rsid w:val="0046356C"/>
    <w:rsid w:val="00471541"/>
    <w:rsid w:val="0047276E"/>
    <w:rsid w:val="00474D54"/>
    <w:rsid w:val="004758E5"/>
    <w:rsid w:val="00480D56"/>
    <w:rsid w:val="004877E1"/>
    <w:rsid w:val="00497FD6"/>
    <w:rsid w:val="004A07D5"/>
    <w:rsid w:val="004A41BC"/>
    <w:rsid w:val="004A445C"/>
    <w:rsid w:val="004A69DA"/>
    <w:rsid w:val="004A760E"/>
    <w:rsid w:val="004A7BB1"/>
    <w:rsid w:val="004A7BD6"/>
    <w:rsid w:val="004A7E5A"/>
    <w:rsid w:val="004B09F7"/>
    <w:rsid w:val="004C55E5"/>
    <w:rsid w:val="004D2BC5"/>
    <w:rsid w:val="004E1998"/>
    <w:rsid w:val="004E1B59"/>
    <w:rsid w:val="004E3250"/>
    <w:rsid w:val="004E385A"/>
    <w:rsid w:val="004E4E70"/>
    <w:rsid w:val="00503250"/>
    <w:rsid w:val="00503514"/>
    <w:rsid w:val="0050496C"/>
    <w:rsid w:val="00504AA9"/>
    <w:rsid w:val="005067A7"/>
    <w:rsid w:val="00507531"/>
    <w:rsid w:val="005171E2"/>
    <w:rsid w:val="0052170B"/>
    <w:rsid w:val="005231DA"/>
    <w:rsid w:val="0053061B"/>
    <w:rsid w:val="0053064D"/>
    <w:rsid w:val="005479E6"/>
    <w:rsid w:val="00552420"/>
    <w:rsid w:val="00555D44"/>
    <w:rsid w:val="005614A3"/>
    <w:rsid w:val="0056155B"/>
    <w:rsid w:val="00565B8C"/>
    <w:rsid w:val="0057375D"/>
    <w:rsid w:val="0057617E"/>
    <w:rsid w:val="00580891"/>
    <w:rsid w:val="00586591"/>
    <w:rsid w:val="005904AB"/>
    <w:rsid w:val="00590CA6"/>
    <w:rsid w:val="00594386"/>
    <w:rsid w:val="00595956"/>
    <w:rsid w:val="00596E26"/>
    <w:rsid w:val="005972A6"/>
    <w:rsid w:val="005A1180"/>
    <w:rsid w:val="005A6C5D"/>
    <w:rsid w:val="005B1576"/>
    <w:rsid w:val="005B3013"/>
    <w:rsid w:val="005B626C"/>
    <w:rsid w:val="005B7068"/>
    <w:rsid w:val="005C197B"/>
    <w:rsid w:val="005C1F05"/>
    <w:rsid w:val="005C5413"/>
    <w:rsid w:val="005C6F51"/>
    <w:rsid w:val="005D049A"/>
    <w:rsid w:val="005D52DD"/>
    <w:rsid w:val="005E126E"/>
    <w:rsid w:val="005E2411"/>
    <w:rsid w:val="005F4345"/>
    <w:rsid w:val="005F7165"/>
    <w:rsid w:val="0060405C"/>
    <w:rsid w:val="00623424"/>
    <w:rsid w:val="006411FE"/>
    <w:rsid w:val="00644932"/>
    <w:rsid w:val="00644F05"/>
    <w:rsid w:val="006462D3"/>
    <w:rsid w:val="006502A6"/>
    <w:rsid w:val="006524CE"/>
    <w:rsid w:val="00662BD8"/>
    <w:rsid w:val="0068148B"/>
    <w:rsid w:val="00681BAC"/>
    <w:rsid w:val="0069004F"/>
    <w:rsid w:val="00692B31"/>
    <w:rsid w:val="00693C73"/>
    <w:rsid w:val="006A7927"/>
    <w:rsid w:val="006A7DBD"/>
    <w:rsid w:val="006B5738"/>
    <w:rsid w:val="006C0A2D"/>
    <w:rsid w:val="006C58F8"/>
    <w:rsid w:val="006C5F03"/>
    <w:rsid w:val="006C6EC9"/>
    <w:rsid w:val="006D0CEF"/>
    <w:rsid w:val="006D431E"/>
    <w:rsid w:val="006D47C2"/>
    <w:rsid w:val="006D766E"/>
    <w:rsid w:val="006F0A86"/>
    <w:rsid w:val="006F14B6"/>
    <w:rsid w:val="006F6834"/>
    <w:rsid w:val="006F724B"/>
    <w:rsid w:val="0070562C"/>
    <w:rsid w:val="00706617"/>
    <w:rsid w:val="0071052E"/>
    <w:rsid w:val="00720D54"/>
    <w:rsid w:val="00726A3A"/>
    <w:rsid w:val="00727406"/>
    <w:rsid w:val="00730AB1"/>
    <w:rsid w:val="0074711D"/>
    <w:rsid w:val="00747F14"/>
    <w:rsid w:val="0075110B"/>
    <w:rsid w:val="007548DE"/>
    <w:rsid w:val="00761E0E"/>
    <w:rsid w:val="007715CD"/>
    <w:rsid w:val="0077575D"/>
    <w:rsid w:val="00777481"/>
    <w:rsid w:val="00796BBC"/>
    <w:rsid w:val="00796F66"/>
    <w:rsid w:val="007A3725"/>
    <w:rsid w:val="007A577A"/>
    <w:rsid w:val="007A617A"/>
    <w:rsid w:val="007B0164"/>
    <w:rsid w:val="007B0BF8"/>
    <w:rsid w:val="007C14C0"/>
    <w:rsid w:val="007D5352"/>
    <w:rsid w:val="007D7B91"/>
    <w:rsid w:val="007E7897"/>
    <w:rsid w:val="007F2C0F"/>
    <w:rsid w:val="007F4C03"/>
    <w:rsid w:val="007F4F83"/>
    <w:rsid w:val="007F5830"/>
    <w:rsid w:val="00800A3E"/>
    <w:rsid w:val="00811865"/>
    <w:rsid w:val="0082005F"/>
    <w:rsid w:val="00822A63"/>
    <w:rsid w:val="00824577"/>
    <w:rsid w:val="0082727F"/>
    <w:rsid w:val="00832963"/>
    <w:rsid w:val="00834BDF"/>
    <w:rsid w:val="00842A3E"/>
    <w:rsid w:val="00843022"/>
    <w:rsid w:val="00847EEE"/>
    <w:rsid w:val="008515BC"/>
    <w:rsid w:val="00857BB1"/>
    <w:rsid w:val="00865E3C"/>
    <w:rsid w:val="00866D3F"/>
    <w:rsid w:val="00866E63"/>
    <w:rsid w:val="00867FF8"/>
    <w:rsid w:val="00870EF2"/>
    <w:rsid w:val="00872A6B"/>
    <w:rsid w:val="0087744F"/>
    <w:rsid w:val="00880175"/>
    <w:rsid w:val="00882C2B"/>
    <w:rsid w:val="00893949"/>
    <w:rsid w:val="0089512E"/>
    <w:rsid w:val="008A4AC2"/>
    <w:rsid w:val="008A6C0A"/>
    <w:rsid w:val="008B0713"/>
    <w:rsid w:val="008B3695"/>
    <w:rsid w:val="008B50A8"/>
    <w:rsid w:val="008B5DED"/>
    <w:rsid w:val="008B6B81"/>
    <w:rsid w:val="008C0AD9"/>
    <w:rsid w:val="008C2A61"/>
    <w:rsid w:val="008C7922"/>
    <w:rsid w:val="008D2F4E"/>
    <w:rsid w:val="008D3145"/>
    <w:rsid w:val="008D622D"/>
    <w:rsid w:val="008D759B"/>
    <w:rsid w:val="008E3D95"/>
    <w:rsid w:val="008F06EE"/>
    <w:rsid w:val="008F41C5"/>
    <w:rsid w:val="00901685"/>
    <w:rsid w:val="00902EFD"/>
    <w:rsid w:val="00910631"/>
    <w:rsid w:val="00914A32"/>
    <w:rsid w:val="00921933"/>
    <w:rsid w:val="00921F9A"/>
    <w:rsid w:val="009269F3"/>
    <w:rsid w:val="00936761"/>
    <w:rsid w:val="00945F73"/>
    <w:rsid w:val="00946672"/>
    <w:rsid w:val="009522C8"/>
    <w:rsid w:val="00960731"/>
    <w:rsid w:val="00960C55"/>
    <w:rsid w:val="00962153"/>
    <w:rsid w:val="00966025"/>
    <w:rsid w:val="00971CDB"/>
    <w:rsid w:val="00983DAE"/>
    <w:rsid w:val="00992425"/>
    <w:rsid w:val="00993C12"/>
    <w:rsid w:val="00994255"/>
    <w:rsid w:val="009960B1"/>
    <w:rsid w:val="00996912"/>
    <w:rsid w:val="009A502A"/>
    <w:rsid w:val="009C2EDE"/>
    <w:rsid w:val="009D7BE9"/>
    <w:rsid w:val="009E0CB2"/>
    <w:rsid w:val="009E1C21"/>
    <w:rsid w:val="009E66D7"/>
    <w:rsid w:val="009F36D4"/>
    <w:rsid w:val="009F4617"/>
    <w:rsid w:val="009F56AA"/>
    <w:rsid w:val="00A03AEA"/>
    <w:rsid w:val="00A07934"/>
    <w:rsid w:val="00A113A7"/>
    <w:rsid w:val="00A13B9A"/>
    <w:rsid w:val="00A13D07"/>
    <w:rsid w:val="00A16120"/>
    <w:rsid w:val="00A16A11"/>
    <w:rsid w:val="00A25B93"/>
    <w:rsid w:val="00A319F7"/>
    <w:rsid w:val="00A33568"/>
    <w:rsid w:val="00A34236"/>
    <w:rsid w:val="00A36BD8"/>
    <w:rsid w:val="00A37B0C"/>
    <w:rsid w:val="00A403D6"/>
    <w:rsid w:val="00A47553"/>
    <w:rsid w:val="00A51A95"/>
    <w:rsid w:val="00A535DF"/>
    <w:rsid w:val="00A53AAF"/>
    <w:rsid w:val="00A57CD3"/>
    <w:rsid w:val="00A7269D"/>
    <w:rsid w:val="00A74695"/>
    <w:rsid w:val="00A90CC1"/>
    <w:rsid w:val="00A9105B"/>
    <w:rsid w:val="00A973C3"/>
    <w:rsid w:val="00AA4198"/>
    <w:rsid w:val="00AA79BC"/>
    <w:rsid w:val="00AB0C14"/>
    <w:rsid w:val="00AB5B2F"/>
    <w:rsid w:val="00AB657A"/>
    <w:rsid w:val="00AB758C"/>
    <w:rsid w:val="00AC4390"/>
    <w:rsid w:val="00AC7456"/>
    <w:rsid w:val="00AD0A66"/>
    <w:rsid w:val="00AE039F"/>
    <w:rsid w:val="00AF08E2"/>
    <w:rsid w:val="00AF48D8"/>
    <w:rsid w:val="00B072FF"/>
    <w:rsid w:val="00B1010E"/>
    <w:rsid w:val="00B23B05"/>
    <w:rsid w:val="00B27CC1"/>
    <w:rsid w:val="00B3448C"/>
    <w:rsid w:val="00B35C7A"/>
    <w:rsid w:val="00B35DE5"/>
    <w:rsid w:val="00B50F99"/>
    <w:rsid w:val="00B525CB"/>
    <w:rsid w:val="00B537A4"/>
    <w:rsid w:val="00B6749D"/>
    <w:rsid w:val="00B67C48"/>
    <w:rsid w:val="00B722F3"/>
    <w:rsid w:val="00B762D5"/>
    <w:rsid w:val="00B77124"/>
    <w:rsid w:val="00B9518E"/>
    <w:rsid w:val="00B96203"/>
    <w:rsid w:val="00BA6BD6"/>
    <w:rsid w:val="00BB1585"/>
    <w:rsid w:val="00BB775E"/>
    <w:rsid w:val="00BC0B23"/>
    <w:rsid w:val="00BC1CD8"/>
    <w:rsid w:val="00BC3454"/>
    <w:rsid w:val="00BC6E54"/>
    <w:rsid w:val="00BD05DD"/>
    <w:rsid w:val="00BD1849"/>
    <w:rsid w:val="00BD265C"/>
    <w:rsid w:val="00BF0319"/>
    <w:rsid w:val="00BF1A6D"/>
    <w:rsid w:val="00BF75D9"/>
    <w:rsid w:val="00C100E9"/>
    <w:rsid w:val="00C16D21"/>
    <w:rsid w:val="00C17C46"/>
    <w:rsid w:val="00C217C0"/>
    <w:rsid w:val="00C22E1A"/>
    <w:rsid w:val="00C2317A"/>
    <w:rsid w:val="00C253FB"/>
    <w:rsid w:val="00C25B7F"/>
    <w:rsid w:val="00C276DD"/>
    <w:rsid w:val="00C27B0D"/>
    <w:rsid w:val="00C31233"/>
    <w:rsid w:val="00C336C8"/>
    <w:rsid w:val="00C33A0B"/>
    <w:rsid w:val="00C34728"/>
    <w:rsid w:val="00C35223"/>
    <w:rsid w:val="00C37657"/>
    <w:rsid w:val="00C47EDF"/>
    <w:rsid w:val="00C51BB4"/>
    <w:rsid w:val="00C53A54"/>
    <w:rsid w:val="00C63355"/>
    <w:rsid w:val="00C6553D"/>
    <w:rsid w:val="00C7352C"/>
    <w:rsid w:val="00C74CA8"/>
    <w:rsid w:val="00C85FAE"/>
    <w:rsid w:val="00C96635"/>
    <w:rsid w:val="00C966E8"/>
    <w:rsid w:val="00C97907"/>
    <w:rsid w:val="00CA31A2"/>
    <w:rsid w:val="00CA4F9E"/>
    <w:rsid w:val="00CA5753"/>
    <w:rsid w:val="00CB0430"/>
    <w:rsid w:val="00CB4512"/>
    <w:rsid w:val="00CB6E83"/>
    <w:rsid w:val="00CC4462"/>
    <w:rsid w:val="00CD1DC0"/>
    <w:rsid w:val="00CD61A1"/>
    <w:rsid w:val="00CE3E49"/>
    <w:rsid w:val="00CE542F"/>
    <w:rsid w:val="00CE757D"/>
    <w:rsid w:val="00CE76B8"/>
    <w:rsid w:val="00CF61C5"/>
    <w:rsid w:val="00D003EA"/>
    <w:rsid w:val="00D02018"/>
    <w:rsid w:val="00D03AA6"/>
    <w:rsid w:val="00D21B83"/>
    <w:rsid w:val="00D22E01"/>
    <w:rsid w:val="00D23556"/>
    <w:rsid w:val="00D24A55"/>
    <w:rsid w:val="00D26D74"/>
    <w:rsid w:val="00D33F52"/>
    <w:rsid w:val="00D3784C"/>
    <w:rsid w:val="00D51DBC"/>
    <w:rsid w:val="00D62C82"/>
    <w:rsid w:val="00D719E5"/>
    <w:rsid w:val="00D71D9F"/>
    <w:rsid w:val="00D74E50"/>
    <w:rsid w:val="00D756D2"/>
    <w:rsid w:val="00D81334"/>
    <w:rsid w:val="00D818AE"/>
    <w:rsid w:val="00D9169F"/>
    <w:rsid w:val="00D95148"/>
    <w:rsid w:val="00DA6ED5"/>
    <w:rsid w:val="00DB532D"/>
    <w:rsid w:val="00DB75B7"/>
    <w:rsid w:val="00DC4B49"/>
    <w:rsid w:val="00DC4DA3"/>
    <w:rsid w:val="00DE0D63"/>
    <w:rsid w:val="00DE2FEC"/>
    <w:rsid w:val="00DE43D6"/>
    <w:rsid w:val="00DF093F"/>
    <w:rsid w:val="00DF12D0"/>
    <w:rsid w:val="00DF3902"/>
    <w:rsid w:val="00E00598"/>
    <w:rsid w:val="00E0481B"/>
    <w:rsid w:val="00E05695"/>
    <w:rsid w:val="00E15254"/>
    <w:rsid w:val="00E401EE"/>
    <w:rsid w:val="00E47753"/>
    <w:rsid w:val="00E603D2"/>
    <w:rsid w:val="00E644DC"/>
    <w:rsid w:val="00E6468D"/>
    <w:rsid w:val="00E649AB"/>
    <w:rsid w:val="00E74089"/>
    <w:rsid w:val="00E75329"/>
    <w:rsid w:val="00E75EA8"/>
    <w:rsid w:val="00E8489B"/>
    <w:rsid w:val="00E90328"/>
    <w:rsid w:val="00E909EF"/>
    <w:rsid w:val="00E93848"/>
    <w:rsid w:val="00E94125"/>
    <w:rsid w:val="00E94271"/>
    <w:rsid w:val="00E97D39"/>
    <w:rsid w:val="00EA3A21"/>
    <w:rsid w:val="00EA5FC5"/>
    <w:rsid w:val="00EA7823"/>
    <w:rsid w:val="00EB547B"/>
    <w:rsid w:val="00EC4A60"/>
    <w:rsid w:val="00EC4D37"/>
    <w:rsid w:val="00EC54E1"/>
    <w:rsid w:val="00ED014F"/>
    <w:rsid w:val="00ED0E99"/>
    <w:rsid w:val="00ED665B"/>
    <w:rsid w:val="00EE23C8"/>
    <w:rsid w:val="00EE24F5"/>
    <w:rsid w:val="00EE433B"/>
    <w:rsid w:val="00EE75A7"/>
    <w:rsid w:val="00EF0CFC"/>
    <w:rsid w:val="00EF3215"/>
    <w:rsid w:val="00F025D4"/>
    <w:rsid w:val="00F10780"/>
    <w:rsid w:val="00F10B2A"/>
    <w:rsid w:val="00F14E57"/>
    <w:rsid w:val="00F16E0A"/>
    <w:rsid w:val="00F177D5"/>
    <w:rsid w:val="00F2023F"/>
    <w:rsid w:val="00F2529A"/>
    <w:rsid w:val="00F34051"/>
    <w:rsid w:val="00F346A2"/>
    <w:rsid w:val="00F40DFE"/>
    <w:rsid w:val="00F4103A"/>
    <w:rsid w:val="00F41EE7"/>
    <w:rsid w:val="00F53038"/>
    <w:rsid w:val="00F5315C"/>
    <w:rsid w:val="00F533AC"/>
    <w:rsid w:val="00F64615"/>
    <w:rsid w:val="00F739B9"/>
    <w:rsid w:val="00F74D7C"/>
    <w:rsid w:val="00F8423F"/>
    <w:rsid w:val="00F86CCF"/>
    <w:rsid w:val="00F94FF8"/>
    <w:rsid w:val="00F95FD8"/>
    <w:rsid w:val="00F96B93"/>
    <w:rsid w:val="00F96E17"/>
    <w:rsid w:val="00FA5187"/>
    <w:rsid w:val="00FA6684"/>
    <w:rsid w:val="00FB0FD9"/>
    <w:rsid w:val="00FB3A90"/>
    <w:rsid w:val="00FC141C"/>
    <w:rsid w:val="00FC5579"/>
    <w:rsid w:val="00FD2049"/>
    <w:rsid w:val="00FD3F34"/>
    <w:rsid w:val="00FD73D9"/>
    <w:rsid w:val="00FE1D72"/>
    <w:rsid w:val="00FE7DF4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1C99A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CE76B8"/>
    <w:rPr>
      <w:rFonts w:ascii="Times New Roman" w:hAnsi="Times New Roman"/>
    </w:rPr>
  </w:style>
  <w:style w:type="character" w:styleId="Rimandonotaapidipagina">
    <w:name w:val="footnote reference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iCarattere">
    <w:name w:val="commi Carattere"/>
    <w:basedOn w:val="Carpredefinitoparagrafo"/>
    <w:link w:val="commi"/>
    <w:locked/>
    <w:rsid w:val="00E90328"/>
    <w:rPr>
      <w:rFonts w:eastAsia="Calibri" w:cs="Calibri"/>
    </w:rPr>
  </w:style>
  <w:style w:type="paragraph" w:customStyle="1" w:styleId="commi">
    <w:name w:val="commi"/>
    <w:basedOn w:val="Normale"/>
    <w:link w:val="commiCarattere"/>
    <w:qFormat/>
    <w:rsid w:val="00E90328"/>
    <w:pPr>
      <w:numPr>
        <w:numId w:val="36"/>
      </w:numPr>
      <w:spacing w:after="0" w:line="360" w:lineRule="auto"/>
    </w:pPr>
    <w:rPr>
      <w:rFonts w:eastAsia="Calibri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rsid w:val="00CE76B8"/>
    <w:rPr>
      <w:rFonts w:ascii="Times New Roman" w:hAnsi="Times New Roman"/>
    </w:rPr>
  </w:style>
  <w:style w:type="character" w:styleId="Rimandonotaapidipagina">
    <w:name w:val="footnote reference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iCarattere">
    <w:name w:val="commi Carattere"/>
    <w:basedOn w:val="Carpredefinitoparagrafo"/>
    <w:link w:val="commi"/>
    <w:locked/>
    <w:rsid w:val="00E90328"/>
    <w:rPr>
      <w:rFonts w:eastAsia="Calibri" w:cs="Calibri"/>
    </w:rPr>
  </w:style>
  <w:style w:type="paragraph" w:customStyle="1" w:styleId="commi">
    <w:name w:val="commi"/>
    <w:basedOn w:val="Normale"/>
    <w:link w:val="commiCarattere"/>
    <w:qFormat/>
    <w:rsid w:val="00E90328"/>
    <w:pPr>
      <w:numPr>
        <w:numId w:val="36"/>
      </w:numPr>
      <w:spacing w:after="0" w:line="360" w:lineRule="auto"/>
    </w:pPr>
    <w:rPr>
      <w:rFonts w:eastAsia="Calibri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FA97F-554F-4223-96A5-0FABD6DB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</Template>
  <TotalTime>96</TotalTime>
  <Pages>5</Pages>
  <Words>807</Words>
  <Characters>5134</Characters>
  <Application>Microsoft Office Word</Application>
  <DocSecurity>0</DocSecurity>
  <Lines>42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1 	Stazione Appaltante e RUP</vt:lpstr>
      <vt:lpstr>    2	Oggetto e tempi di esecuzione del servizio</vt:lpstr>
      <vt:lpstr>    3	Importo complessivo massimo degli incarichi</vt:lpstr>
      <vt:lpstr>    4 	Soggetti ammessi a partecipare e limitazioni</vt:lpstr>
      <vt:lpstr>    5	Modalità di presentazione della manifestazione di interesse</vt:lpstr>
      <vt:lpstr>    6	Procedura e per la selezione degli operatori economici </vt:lpstr>
      <vt:lpstr>    7	Criterio di aggiudicazione </vt:lpstr>
      <vt:lpstr>    8	Altre informazioni</vt:lpstr>
      <vt:lpstr>    9	Pubblicazioni</vt:lpstr>
    </vt:vector>
  </TitlesOfParts>
  <Company>Microsoft</Company>
  <LinksUpToDate>false</LinksUpToDate>
  <CharactersWithSpaces>5930</CharactersWithSpaces>
  <SharedDoc>false</SharedDoc>
  <HLinks>
    <vt:vector size="36" baseType="variant">
      <vt:variant>
        <vt:i4>3014730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1638462</vt:i4>
      </vt:variant>
      <vt:variant>
        <vt:i4>12</vt:i4>
      </vt:variant>
      <vt:variant>
        <vt:i4>0</vt:i4>
      </vt:variant>
      <vt:variant>
        <vt:i4>5</vt:i4>
      </vt:variant>
      <vt:variant>
        <vt:lpwstr>mailto:info@liguriadigitale.it</vt:lpwstr>
      </vt:variant>
      <vt:variant>
        <vt:lpwstr/>
      </vt:variant>
      <vt:variant>
        <vt:i4>3014730</vt:i4>
      </vt:variant>
      <vt:variant>
        <vt:i4>9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7471181</vt:i4>
      </vt:variant>
      <vt:variant>
        <vt:i4>6</vt:i4>
      </vt:variant>
      <vt:variant>
        <vt:i4>0</vt:i4>
      </vt:variant>
      <vt:variant>
        <vt:i4>5</vt:i4>
      </vt:variant>
      <vt:variant>
        <vt:lpwstr>mailto:privacyweb@liguriadigitale.it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http://www.ireliguria.it/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mailto:irespa@legalmail.it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Roberta</dc:creator>
  <cp:keywords/>
  <dc:description/>
  <cp:lastModifiedBy>Pontello Federica</cp:lastModifiedBy>
  <cp:revision>23</cp:revision>
  <cp:lastPrinted>2018-10-19T06:52:00Z</cp:lastPrinted>
  <dcterms:created xsi:type="dcterms:W3CDTF">2018-09-03T09:17:00Z</dcterms:created>
  <dcterms:modified xsi:type="dcterms:W3CDTF">2018-10-19T06:58:00Z</dcterms:modified>
</cp:coreProperties>
</file>